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68ABA"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3D3C94CE" wp14:editId="58256A9E">
            <wp:simplePos x="0" y="0"/>
            <wp:positionH relativeFrom="page">
              <wp:posOffset>-9525</wp:posOffset>
            </wp:positionH>
            <wp:positionV relativeFrom="page">
              <wp:posOffset>-9525</wp:posOffset>
            </wp:positionV>
            <wp:extent cx="7629525" cy="2809875"/>
            <wp:effectExtent l="0" t="0" r="9525" b="9525"/>
            <wp:wrapTight wrapText="bothSides">
              <wp:wrapPolygon edited="0">
                <wp:start x="0" y="0"/>
                <wp:lineTo x="0" y="21527"/>
                <wp:lineTo x="21573" y="2152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9525" cy="280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07A4FD5B" w14:textId="77777777" w:rsidR="003C14B3" w:rsidRDefault="003C14B3" w:rsidP="00463CA1">
      <w:pPr>
        <w:pStyle w:val="Title"/>
        <w:spacing w:line="240" w:lineRule="auto"/>
        <w:jc w:val="both"/>
        <w:rPr>
          <w:rFonts w:cs="Arial"/>
          <w:sz w:val="24"/>
          <w:szCs w:val="24"/>
        </w:rPr>
      </w:pPr>
    </w:p>
    <w:p w14:paraId="5F98423B" w14:textId="77777777" w:rsidR="003C14B3" w:rsidRDefault="003C14B3" w:rsidP="00463CA1">
      <w:pPr>
        <w:pStyle w:val="Title"/>
        <w:spacing w:line="240" w:lineRule="auto"/>
        <w:jc w:val="both"/>
        <w:rPr>
          <w:rFonts w:cs="Arial"/>
          <w:sz w:val="24"/>
          <w:szCs w:val="24"/>
        </w:rPr>
      </w:pPr>
    </w:p>
    <w:p w14:paraId="6F31B7C8" w14:textId="77777777" w:rsidR="003C14B3" w:rsidRDefault="003C14B3" w:rsidP="00463CA1">
      <w:pPr>
        <w:pStyle w:val="Title"/>
        <w:spacing w:line="240" w:lineRule="auto"/>
        <w:jc w:val="both"/>
        <w:rPr>
          <w:rFonts w:cs="Arial"/>
          <w:sz w:val="24"/>
          <w:szCs w:val="24"/>
        </w:rPr>
      </w:pPr>
    </w:p>
    <w:p w14:paraId="61647881" w14:textId="77777777" w:rsidR="00466F0E" w:rsidRDefault="00466F0E" w:rsidP="00991D43">
      <w:pPr>
        <w:spacing w:after="0" w:line="240" w:lineRule="auto"/>
        <w:jc w:val="right"/>
        <w:rPr>
          <w:rFonts w:ascii="Arial" w:hAnsi="Arial"/>
          <w:b/>
          <w:sz w:val="24"/>
          <w:szCs w:val="24"/>
        </w:rPr>
      </w:pPr>
    </w:p>
    <w:p w14:paraId="666FC8A6" w14:textId="77777777" w:rsidR="00FA687E" w:rsidRDefault="00FA687E" w:rsidP="00991D43">
      <w:pPr>
        <w:spacing w:after="0" w:line="240" w:lineRule="auto"/>
        <w:jc w:val="right"/>
        <w:rPr>
          <w:rFonts w:ascii="Arial" w:hAnsi="Arial"/>
          <w:b/>
          <w:sz w:val="24"/>
          <w:szCs w:val="24"/>
        </w:rPr>
      </w:pPr>
    </w:p>
    <w:p w14:paraId="697175B3" w14:textId="77777777" w:rsidR="00466F0E" w:rsidRDefault="00466F0E" w:rsidP="00991D43">
      <w:pPr>
        <w:spacing w:after="0" w:line="240" w:lineRule="auto"/>
        <w:jc w:val="right"/>
        <w:rPr>
          <w:rFonts w:ascii="Arial" w:hAnsi="Arial"/>
          <w:b/>
          <w:sz w:val="24"/>
          <w:szCs w:val="24"/>
        </w:rPr>
      </w:pPr>
    </w:p>
    <w:p w14:paraId="40BD355C" w14:textId="77777777" w:rsidR="00112196" w:rsidRPr="00112196" w:rsidRDefault="00F02F7A" w:rsidP="00112196">
      <w:pPr>
        <w:pStyle w:val="Title"/>
        <w:jc w:val="right"/>
        <w:rPr>
          <w:sz w:val="40"/>
          <w:szCs w:val="40"/>
        </w:rPr>
      </w:pPr>
      <w:r>
        <w:rPr>
          <w:sz w:val="40"/>
          <w:szCs w:val="40"/>
        </w:rPr>
        <w:t xml:space="preserve">GUIDANCE TO LOCAL </w:t>
      </w:r>
      <w:r w:rsidR="00112196" w:rsidRPr="00112196">
        <w:rPr>
          <w:sz w:val="40"/>
          <w:szCs w:val="40"/>
        </w:rPr>
        <w:t>AUTHORITIES</w:t>
      </w:r>
      <w:r>
        <w:rPr>
          <w:sz w:val="40"/>
          <w:szCs w:val="40"/>
        </w:rPr>
        <w:t xml:space="preserve">  </w:t>
      </w:r>
    </w:p>
    <w:p w14:paraId="35B4E263" w14:textId="77777777" w:rsidR="00FE0546" w:rsidRDefault="00112196" w:rsidP="00112196">
      <w:pPr>
        <w:pStyle w:val="Title"/>
        <w:jc w:val="right"/>
        <w:rPr>
          <w:sz w:val="40"/>
          <w:szCs w:val="40"/>
        </w:rPr>
      </w:pPr>
      <w:r w:rsidRPr="00112196">
        <w:rPr>
          <w:sz w:val="40"/>
          <w:szCs w:val="40"/>
        </w:rPr>
        <w:t xml:space="preserve"> </w:t>
      </w:r>
      <w:r w:rsidR="00C40E5A">
        <w:rPr>
          <w:sz w:val="40"/>
          <w:szCs w:val="40"/>
        </w:rPr>
        <w:t xml:space="preserve">Local Transport </w:t>
      </w:r>
      <w:r w:rsidR="00093647">
        <w:rPr>
          <w:sz w:val="40"/>
          <w:szCs w:val="40"/>
        </w:rPr>
        <w:t>Grants</w:t>
      </w:r>
      <w:r w:rsidR="00C40E5A">
        <w:rPr>
          <w:sz w:val="40"/>
          <w:szCs w:val="40"/>
        </w:rPr>
        <w:t xml:space="preserve"> </w:t>
      </w:r>
    </w:p>
    <w:p w14:paraId="775DD33E" w14:textId="77777777" w:rsidR="009D6106" w:rsidRDefault="009D6106" w:rsidP="00112196">
      <w:pPr>
        <w:pStyle w:val="Title"/>
        <w:jc w:val="right"/>
        <w:rPr>
          <w:sz w:val="40"/>
          <w:szCs w:val="40"/>
        </w:rPr>
      </w:pPr>
    </w:p>
    <w:p w14:paraId="657DE536" w14:textId="77777777" w:rsidR="009D6106" w:rsidRDefault="00C40E5A" w:rsidP="00112196">
      <w:pPr>
        <w:pStyle w:val="Title"/>
        <w:jc w:val="right"/>
        <w:rPr>
          <w:sz w:val="40"/>
          <w:szCs w:val="40"/>
        </w:rPr>
      </w:pPr>
      <w:r>
        <w:rPr>
          <w:sz w:val="40"/>
          <w:szCs w:val="40"/>
        </w:rPr>
        <w:t xml:space="preserve">Annual Reporting Guidance Note and </w:t>
      </w:r>
    </w:p>
    <w:p w14:paraId="29CF33D7" w14:textId="77777777" w:rsidR="00F02F7A" w:rsidRDefault="00C40E5A" w:rsidP="00112196">
      <w:pPr>
        <w:pStyle w:val="Title"/>
        <w:jc w:val="right"/>
        <w:rPr>
          <w:sz w:val="40"/>
          <w:szCs w:val="40"/>
        </w:rPr>
      </w:pPr>
      <w:r>
        <w:rPr>
          <w:sz w:val="40"/>
          <w:szCs w:val="40"/>
        </w:rPr>
        <w:t>Template</w:t>
      </w:r>
      <w:r w:rsidR="009D6106">
        <w:rPr>
          <w:sz w:val="40"/>
          <w:szCs w:val="40"/>
        </w:rPr>
        <w:t xml:space="preserve"> Forms</w:t>
      </w:r>
    </w:p>
    <w:p w14:paraId="0D04962D" w14:textId="77777777" w:rsidR="00F02F7A" w:rsidRPr="00112196" w:rsidRDefault="00F02F7A" w:rsidP="00112196">
      <w:pPr>
        <w:pStyle w:val="Title"/>
        <w:jc w:val="right"/>
        <w:rPr>
          <w:sz w:val="40"/>
          <w:szCs w:val="40"/>
        </w:rPr>
      </w:pPr>
    </w:p>
    <w:p w14:paraId="0401F260" w14:textId="77777777" w:rsidR="00466F0E" w:rsidRDefault="00466F0E" w:rsidP="00991D43">
      <w:pPr>
        <w:spacing w:after="0" w:line="240" w:lineRule="auto"/>
        <w:jc w:val="right"/>
        <w:rPr>
          <w:rFonts w:ascii="Arial" w:hAnsi="Arial"/>
          <w:b/>
          <w:sz w:val="24"/>
          <w:szCs w:val="24"/>
        </w:rPr>
      </w:pPr>
    </w:p>
    <w:p w14:paraId="59BBFEED" w14:textId="77777777" w:rsidR="00466F0E" w:rsidRPr="003C14B3" w:rsidRDefault="00466F0E" w:rsidP="00991D43">
      <w:pPr>
        <w:spacing w:after="0" w:line="240" w:lineRule="auto"/>
        <w:jc w:val="right"/>
        <w:rPr>
          <w:rFonts w:ascii="Arial" w:hAnsi="Arial"/>
          <w:b/>
          <w:sz w:val="24"/>
          <w:szCs w:val="24"/>
        </w:rPr>
      </w:pPr>
    </w:p>
    <w:p w14:paraId="1C2FB0D4" w14:textId="77777777" w:rsidR="00991D43" w:rsidRPr="00301FC9" w:rsidRDefault="00966A0B" w:rsidP="00991D43">
      <w:pPr>
        <w:pStyle w:val="Title"/>
        <w:jc w:val="right"/>
        <w:rPr>
          <w:sz w:val="40"/>
          <w:szCs w:val="40"/>
        </w:rPr>
      </w:pPr>
      <w:r>
        <w:rPr>
          <w:sz w:val="40"/>
          <w:szCs w:val="40"/>
        </w:rPr>
        <w:t>July</w:t>
      </w:r>
      <w:r w:rsidR="00315430" w:rsidRPr="00EE0FFC">
        <w:rPr>
          <w:sz w:val="40"/>
          <w:szCs w:val="40"/>
        </w:rPr>
        <w:t xml:space="preserve"> 2</w:t>
      </w:r>
      <w:r w:rsidR="00315430">
        <w:rPr>
          <w:sz w:val="40"/>
          <w:szCs w:val="40"/>
        </w:rPr>
        <w:t>01</w:t>
      </w:r>
      <w:r w:rsidR="00AE5F55">
        <w:rPr>
          <w:sz w:val="40"/>
          <w:szCs w:val="40"/>
        </w:rPr>
        <w:t>9</w:t>
      </w:r>
    </w:p>
    <w:p w14:paraId="6C9F699D" w14:textId="77777777" w:rsidR="00DD2F1D" w:rsidRDefault="00DD2F1D" w:rsidP="00991D43">
      <w:pPr>
        <w:pStyle w:val="Title"/>
        <w:jc w:val="right"/>
        <w:rPr>
          <w:sz w:val="40"/>
          <w:szCs w:val="40"/>
        </w:rPr>
        <w:sectPr w:rsidR="00DD2F1D" w:rsidSect="00A82BF7">
          <w:headerReference w:type="default" r:id="rId10"/>
          <w:type w:val="continuous"/>
          <w:pgSz w:w="11906" w:h="16838" w:code="9"/>
          <w:pgMar w:top="1701" w:right="992" w:bottom="1559" w:left="1276" w:header="720" w:footer="927" w:gutter="0"/>
          <w:cols w:space="720"/>
          <w:docGrid w:linePitch="299"/>
        </w:sectPr>
      </w:pPr>
    </w:p>
    <w:p w14:paraId="3AA39982"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3144D23D" w14:textId="77777777" w:rsidR="000C4A2F" w:rsidRPr="00180D4B" w:rsidRDefault="000C4A2F" w:rsidP="000C4A2F">
      <w:pPr>
        <w:pStyle w:val="Title"/>
        <w:jc w:val="both"/>
        <w:rPr>
          <w:rFonts w:cs="Arial"/>
          <w:color w:val="008080"/>
          <w:szCs w:val="36"/>
        </w:rPr>
      </w:pPr>
    </w:p>
    <w:p w14:paraId="384248F9" w14:textId="77777777" w:rsidR="00F53AA9" w:rsidRDefault="000C4A2F">
      <w:pPr>
        <w:pStyle w:val="TOC1"/>
        <w:tabs>
          <w:tab w:val="left" w:pos="440"/>
          <w:tab w:val="right" w:leader="dot" w:pos="9628"/>
        </w:tabs>
        <w:rPr>
          <w:rFonts w:asciiTheme="minorHAnsi" w:eastAsiaTheme="minorEastAsia" w:hAnsiTheme="minorHAnsi" w:cstheme="minorBidi"/>
          <w:b w:val="0"/>
          <w:bCs w:val="0"/>
          <w:noProof/>
          <w:color w:val="auto"/>
          <w:sz w:val="22"/>
          <w:szCs w:val="22"/>
        </w:rPr>
      </w:pPr>
      <w:r>
        <w:fldChar w:fldCharType="begin"/>
      </w:r>
      <w:r>
        <w:instrText xml:space="preserve"> TOC \o "1-2" \h \z \u </w:instrText>
      </w:r>
      <w:r>
        <w:fldChar w:fldCharType="separate"/>
      </w:r>
      <w:hyperlink w:anchor="_Toc528057853" w:history="1">
        <w:r w:rsidR="00F53AA9" w:rsidRPr="008A27D0">
          <w:rPr>
            <w:rStyle w:val="Hyperlink"/>
            <w:noProof/>
            <w14:scene3d>
              <w14:camera w14:prst="orthographicFront"/>
              <w14:lightRig w14:rig="threePt" w14:dir="t">
                <w14:rot w14:lat="0" w14:lon="0" w14:rev="0"/>
              </w14:lightRig>
            </w14:scene3d>
          </w:rPr>
          <w:t>1</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Introduction</w:t>
        </w:r>
        <w:r w:rsidR="00F53AA9">
          <w:rPr>
            <w:noProof/>
            <w:webHidden/>
          </w:rPr>
          <w:tab/>
        </w:r>
        <w:r w:rsidR="00F53AA9">
          <w:rPr>
            <w:noProof/>
            <w:webHidden/>
          </w:rPr>
          <w:fldChar w:fldCharType="begin"/>
        </w:r>
        <w:r w:rsidR="00F53AA9">
          <w:rPr>
            <w:noProof/>
            <w:webHidden/>
          </w:rPr>
          <w:instrText xml:space="preserve"> PAGEREF _Toc528057853 \h </w:instrText>
        </w:r>
        <w:r w:rsidR="00F53AA9">
          <w:rPr>
            <w:noProof/>
            <w:webHidden/>
          </w:rPr>
        </w:r>
        <w:r w:rsidR="00F53AA9">
          <w:rPr>
            <w:noProof/>
            <w:webHidden/>
          </w:rPr>
          <w:fldChar w:fldCharType="separate"/>
        </w:r>
        <w:r w:rsidR="00F53AA9">
          <w:rPr>
            <w:noProof/>
            <w:webHidden/>
          </w:rPr>
          <w:t>3</w:t>
        </w:r>
        <w:r w:rsidR="00F53AA9">
          <w:rPr>
            <w:noProof/>
            <w:webHidden/>
          </w:rPr>
          <w:fldChar w:fldCharType="end"/>
        </w:r>
      </w:hyperlink>
    </w:p>
    <w:p w14:paraId="61F657FD"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4" w:history="1">
        <w:r w:rsidR="00F53AA9" w:rsidRPr="008A27D0">
          <w:rPr>
            <w:rStyle w:val="Hyperlink"/>
            <w:noProof/>
            <w14:scene3d>
              <w14:camera w14:prst="orthographicFront"/>
              <w14:lightRig w14:rig="threePt" w14:dir="t">
                <w14:rot w14:lat="0" w14:lon="0" w14:rev="0"/>
              </w14:lightRig>
            </w14:scene3d>
          </w:rPr>
          <w:t>2</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Timing</w:t>
        </w:r>
        <w:r w:rsidR="00F53AA9">
          <w:rPr>
            <w:noProof/>
            <w:webHidden/>
          </w:rPr>
          <w:tab/>
        </w:r>
        <w:r w:rsidR="00F53AA9">
          <w:rPr>
            <w:noProof/>
            <w:webHidden/>
          </w:rPr>
          <w:fldChar w:fldCharType="begin"/>
        </w:r>
        <w:r w:rsidR="00F53AA9">
          <w:rPr>
            <w:noProof/>
            <w:webHidden/>
          </w:rPr>
          <w:instrText xml:space="preserve"> PAGEREF _Toc528057854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29A7574"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5" w:history="1">
        <w:r w:rsidR="00F53AA9" w:rsidRPr="008A27D0">
          <w:rPr>
            <w:rStyle w:val="Hyperlink"/>
            <w:noProof/>
            <w14:scene3d>
              <w14:camera w14:prst="orthographicFront"/>
              <w14:lightRig w14:rig="threePt" w14:dir="t">
                <w14:rot w14:lat="0" w14:lon="0" w14:rev="0"/>
              </w14:lightRig>
            </w14:scene3d>
          </w:rPr>
          <w:t>3</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Structure of Annual Report</w:t>
        </w:r>
        <w:r w:rsidR="00F53AA9">
          <w:rPr>
            <w:noProof/>
            <w:webHidden/>
          </w:rPr>
          <w:tab/>
        </w:r>
        <w:r w:rsidR="00F53AA9">
          <w:rPr>
            <w:noProof/>
            <w:webHidden/>
          </w:rPr>
          <w:fldChar w:fldCharType="begin"/>
        </w:r>
        <w:r w:rsidR="00F53AA9">
          <w:rPr>
            <w:noProof/>
            <w:webHidden/>
          </w:rPr>
          <w:instrText xml:space="preserve"> PAGEREF _Toc528057855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3A98B63D"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6" w:history="1">
        <w:r w:rsidR="00F53AA9" w:rsidRPr="008A27D0">
          <w:rPr>
            <w:rStyle w:val="Hyperlink"/>
            <w:noProof/>
          </w:rPr>
          <w:t>Contact Information</w:t>
        </w:r>
        <w:r w:rsidR="00F53AA9">
          <w:rPr>
            <w:noProof/>
            <w:webHidden/>
          </w:rPr>
          <w:tab/>
        </w:r>
        <w:r w:rsidR="00F53AA9">
          <w:rPr>
            <w:noProof/>
            <w:webHidden/>
          </w:rPr>
          <w:fldChar w:fldCharType="begin"/>
        </w:r>
        <w:r w:rsidR="00F53AA9">
          <w:rPr>
            <w:noProof/>
            <w:webHidden/>
          </w:rPr>
          <w:instrText xml:space="preserve"> PAGEREF _Toc528057856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0F94067F"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7" w:history="1">
        <w:r w:rsidR="00F53AA9" w:rsidRPr="008A27D0">
          <w:rPr>
            <w:rStyle w:val="Hyperlink"/>
            <w:noProof/>
          </w:rPr>
          <w:t>Scheme Details</w:t>
        </w:r>
        <w:r w:rsidR="00F53AA9">
          <w:rPr>
            <w:noProof/>
            <w:webHidden/>
          </w:rPr>
          <w:tab/>
        </w:r>
        <w:r w:rsidR="00F53AA9">
          <w:rPr>
            <w:noProof/>
            <w:webHidden/>
          </w:rPr>
          <w:fldChar w:fldCharType="begin"/>
        </w:r>
        <w:r w:rsidR="00F53AA9">
          <w:rPr>
            <w:noProof/>
            <w:webHidden/>
          </w:rPr>
          <w:instrText xml:space="preserve"> PAGEREF _Toc528057857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3CCA02CA"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8" w:history="1">
        <w:r w:rsidR="00F53AA9" w:rsidRPr="008A27D0">
          <w:rPr>
            <w:rStyle w:val="Hyperlink"/>
            <w:noProof/>
            <w14:scene3d>
              <w14:camera w14:prst="orthographicFront"/>
              <w14:lightRig w14:rig="threePt" w14:dir="t">
                <w14:rot w14:lat="0" w14:lon="0" w14:rev="0"/>
              </w14:lightRig>
            </w14:scene3d>
          </w:rPr>
          <w:t>4</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Templates</w:t>
        </w:r>
        <w:r w:rsidR="00F53AA9">
          <w:rPr>
            <w:noProof/>
            <w:webHidden/>
          </w:rPr>
          <w:tab/>
        </w:r>
        <w:r w:rsidR="00F53AA9">
          <w:rPr>
            <w:noProof/>
            <w:webHidden/>
          </w:rPr>
          <w:fldChar w:fldCharType="begin"/>
        </w:r>
        <w:r w:rsidR="00F53AA9">
          <w:rPr>
            <w:noProof/>
            <w:webHidden/>
          </w:rPr>
          <w:instrText xml:space="preserve"> PAGEREF _Toc528057858 \h </w:instrText>
        </w:r>
        <w:r w:rsidR="00F53AA9">
          <w:rPr>
            <w:noProof/>
            <w:webHidden/>
          </w:rPr>
        </w:r>
        <w:r w:rsidR="00F53AA9">
          <w:rPr>
            <w:noProof/>
            <w:webHidden/>
          </w:rPr>
          <w:fldChar w:fldCharType="separate"/>
        </w:r>
        <w:r w:rsidR="00F53AA9">
          <w:rPr>
            <w:noProof/>
            <w:webHidden/>
          </w:rPr>
          <w:t>6</w:t>
        </w:r>
        <w:r w:rsidR="00F53AA9">
          <w:rPr>
            <w:noProof/>
            <w:webHidden/>
          </w:rPr>
          <w:fldChar w:fldCharType="end"/>
        </w:r>
      </w:hyperlink>
    </w:p>
    <w:p w14:paraId="2CD9D241" w14:textId="77777777" w:rsidR="005950B3" w:rsidRDefault="000C4A2F" w:rsidP="00FA687E">
      <w:pPr>
        <w:pStyle w:val="TOC1"/>
        <w:tabs>
          <w:tab w:val="left" w:pos="440"/>
          <w:tab w:val="right" w:leader="dot" w:pos="9629"/>
        </w:tabs>
      </w:pPr>
      <w:r>
        <w:fldChar w:fldCharType="end"/>
      </w:r>
    </w:p>
    <w:p w14:paraId="3B63DD68" w14:textId="77777777" w:rsidR="008A7B8F" w:rsidRDefault="008A7B8F" w:rsidP="008A7B8F"/>
    <w:p w14:paraId="0131B7CD" w14:textId="77777777" w:rsidR="009A6C6E" w:rsidRDefault="009A6C6E" w:rsidP="008A7B8F"/>
    <w:p w14:paraId="6B64DEDB" w14:textId="77777777" w:rsidR="009A6C6E" w:rsidRDefault="009A6C6E" w:rsidP="008A7B8F"/>
    <w:p w14:paraId="17C657EC" w14:textId="77777777" w:rsidR="009A6C6E" w:rsidRDefault="009A6C6E" w:rsidP="008A7B8F"/>
    <w:p w14:paraId="2F27A804" w14:textId="77777777" w:rsidR="009A6C6E" w:rsidRDefault="009A6C6E" w:rsidP="008A7B8F"/>
    <w:p w14:paraId="1F656C89" w14:textId="77777777" w:rsidR="009A6C6E" w:rsidRDefault="009A6C6E" w:rsidP="008A7B8F"/>
    <w:p w14:paraId="11017766" w14:textId="77777777" w:rsidR="00125DF8" w:rsidRDefault="00125DF8" w:rsidP="00C40E5A">
      <w:pPr>
        <w:pStyle w:val="Heading1"/>
        <w:tabs>
          <w:tab w:val="clear" w:pos="2268"/>
          <w:tab w:val="num" w:pos="1134"/>
        </w:tabs>
        <w:spacing w:after="240"/>
        <w:ind w:hanging="2268"/>
        <w:rPr>
          <w:color w:val="009999"/>
        </w:rPr>
        <w:sectPr w:rsidR="00125DF8" w:rsidSect="00A82BF7">
          <w:headerReference w:type="even" r:id="rId11"/>
          <w:headerReference w:type="default" r:id="rId12"/>
          <w:footerReference w:type="default" r:id="rId13"/>
          <w:headerReference w:type="first" r:id="rId14"/>
          <w:pgSz w:w="11906" w:h="16838" w:code="9"/>
          <w:pgMar w:top="1701" w:right="992" w:bottom="1559" w:left="1276" w:header="720" w:footer="794" w:gutter="0"/>
          <w:cols w:space="720"/>
          <w:docGrid w:linePitch="299"/>
        </w:sectPr>
      </w:pPr>
    </w:p>
    <w:p w14:paraId="004E3D4E" w14:textId="77777777" w:rsidR="00C40E5A" w:rsidRPr="00C40E5A" w:rsidRDefault="00C40E5A" w:rsidP="00C40E5A">
      <w:pPr>
        <w:pStyle w:val="Heading1"/>
        <w:tabs>
          <w:tab w:val="clear" w:pos="2268"/>
          <w:tab w:val="num" w:pos="1134"/>
        </w:tabs>
        <w:spacing w:after="240"/>
        <w:ind w:hanging="2268"/>
        <w:rPr>
          <w:color w:val="009999"/>
        </w:rPr>
      </w:pPr>
      <w:bookmarkStart w:id="0" w:name="_Toc528057853"/>
      <w:r w:rsidRPr="00C40E5A">
        <w:rPr>
          <w:color w:val="009999"/>
        </w:rPr>
        <w:lastRenderedPageBreak/>
        <w:t>Introduction</w:t>
      </w:r>
      <w:bookmarkEnd w:id="0"/>
    </w:p>
    <w:p w14:paraId="5492841E" w14:textId="77777777" w:rsidR="00B5779C" w:rsidRPr="00B5779C" w:rsidRDefault="002E609A" w:rsidP="0018533E">
      <w:pPr>
        <w:pStyle w:val="Heading3"/>
        <w:tabs>
          <w:tab w:val="num" w:pos="1134"/>
          <w:tab w:val="num" w:pos="1390"/>
        </w:tabs>
        <w:ind w:left="1134" w:hanging="1134"/>
      </w:pPr>
      <w:r w:rsidRPr="00B5779C">
        <w:rPr>
          <w:rFonts w:cs="Arial"/>
          <w:szCs w:val="24"/>
        </w:rPr>
        <w:t xml:space="preserve">In line with the </w:t>
      </w:r>
      <w:r w:rsidR="00C91800" w:rsidRPr="00B5779C">
        <w:rPr>
          <w:rFonts w:cs="Arial"/>
          <w:szCs w:val="24"/>
        </w:rPr>
        <w:t xml:space="preserve">Local Transport </w:t>
      </w:r>
      <w:r w:rsidR="0018533E" w:rsidRPr="00B5779C">
        <w:rPr>
          <w:rFonts w:cs="Arial"/>
          <w:szCs w:val="24"/>
        </w:rPr>
        <w:t>Grants</w:t>
      </w:r>
      <w:r w:rsidR="00C91800" w:rsidRPr="00B5779C">
        <w:rPr>
          <w:rFonts w:cs="Arial"/>
          <w:szCs w:val="24"/>
        </w:rPr>
        <w:t xml:space="preserve"> </w:t>
      </w:r>
      <w:r w:rsidRPr="00B5779C">
        <w:rPr>
          <w:rFonts w:cs="Arial"/>
          <w:szCs w:val="24"/>
        </w:rPr>
        <w:t xml:space="preserve">Award Letter </w:t>
      </w:r>
      <w:r w:rsidR="00FC2B75" w:rsidRPr="00B5779C">
        <w:rPr>
          <w:rFonts w:cs="Arial"/>
          <w:szCs w:val="24"/>
        </w:rPr>
        <w:t xml:space="preserve">(Schedule 2) dated </w:t>
      </w:r>
      <w:r w:rsidR="00FE0546" w:rsidRPr="00B5779C">
        <w:rPr>
          <w:rFonts w:cs="Arial"/>
          <w:szCs w:val="24"/>
        </w:rPr>
        <w:t>22</w:t>
      </w:r>
      <w:r w:rsidR="00B24BC5" w:rsidRPr="00B5779C">
        <w:rPr>
          <w:rFonts w:cs="Arial"/>
          <w:szCs w:val="24"/>
        </w:rPr>
        <w:t xml:space="preserve"> March</w:t>
      </w:r>
      <w:r w:rsidRPr="00B5779C">
        <w:rPr>
          <w:rFonts w:cs="Arial"/>
          <w:szCs w:val="24"/>
        </w:rPr>
        <w:t xml:space="preserve"> 201</w:t>
      </w:r>
      <w:r w:rsidR="00966A0B">
        <w:rPr>
          <w:rFonts w:cs="Arial"/>
          <w:szCs w:val="24"/>
        </w:rPr>
        <w:t>8</w:t>
      </w:r>
      <w:r w:rsidRPr="00B5779C">
        <w:rPr>
          <w:rFonts w:cs="Arial"/>
          <w:szCs w:val="24"/>
        </w:rPr>
        <w:t xml:space="preserve">, you are required to provide us </w:t>
      </w:r>
      <w:r w:rsidR="00E85A34" w:rsidRPr="00B5779C">
        <w:rPr>
          <w:rFonts w:cs="Arial"/>
          <w:szCs w:val="24"/>
        </w:rPr>
        <w:t xml:space="preserve">on an annual basis </w:t>
      </w:r>
      <w:r w:rsidRPr="00B5779C">
        <w:rPr>
          <w:rFonts w:cs="Arial"/>
          <w:szCs w:val="24"/>
        </w:rPr>
        <w:t xml:space="preserve">with </w:t>
      </w:r>
      <w:r w:rsidR="0015197E">
        <w:rPr>
          <w:rFonts w:cs="Arial"/>
          <w:b/>
          <w:szCs w:val="24"/>
        </w:rPr>
        <w:t>data</w:t>
      </w:r>
      <w:r w:rsidRPr="00B5779C">
        <w:rPr>
          <w:rFonts w:cs="Arial"/>
          <w:b/>
          <w:szCs w:val="24"/>
        </w:rPr>
        <w:t xml:space="preserve"> on</w:t>
      </w:r>
      <w:r w:rsidR="00B360C8" w:rsidRPr="00B5779C">
        <w:rPr>
          <w:rFonts w:cs="Arial"/>
          <w:b/>
          <w:szCs w:val="24"/>
        </w:rPr>
        <w:t xml:space="preserve"> </w:t>
      </w:r>
      <w:r w:rsidRPr="00B5779C">
        <w:rPr>
          <w:rFonts w:cs="Arial"/>
          <w:b/>
          <w:szCs w:val="24"/>
        </w:rPr>
        <w:t xml:space="preserve">scheme </w:t>
      </w:r>
      <w:r w:rsidR="0015197E">
        <w:rPr>
          <w:rFonts w:cs="Arial"/>
          <w:b/>
          <w:szCs w:val="24"/>
        </w:rPr>
        <w:t xml:space="preserve">outcomes </w:t>
      </w:r>
      <w:r w:rsidRPr="00B5779C">
        <w:rPr>
          <w:rFonts w:cs="Arial"/>
          <w:b/>
          <w:szCs w:val="24"/>
        </w:rPr>
        <w:t xml:space="preserve">for a period of 3 years following completion of </w:t>
      </w:r>
      <w:r w:rsidR="00E85A34" w:rsidRPr="00B5779C">
        <w:rPr>
          <w:rFonts w:cs="Arial"/>
          <w:b/>
          <w:szCs w:val="24"/>
        </w:rPr>
        <w:t>each</w:t>
      </w:r>
      <w:r w:rsidRPr="00B5779C">
        <w:rPr>
          <w:rFonts w:cs="Arial"/>
          <w:b/>
          <w:szCs w:val="24"/>
        </w:rPr>
        <w:t xml:space="preserve"> scheme</w:t>
      </w:r>
      <w:r w:rsidRPr="00B5779C">
        <w:rPr>
          <w:rFonts w:cs="Arial"/>
          <w:szCs w:val="24"/>
        </w:rPr>
        <w:t xml:space="preserve">. </w:t>
      </w:r>
      <w:r w:rsidR="00777982">
        <w:rPr>
          <w:rFonts w:cs="Arial"/>
          <w:szCs w:val="24"/>
        </w:rPr>
        <w:t xml:space="preserve">This is a requirement for all Local Transport Grants including Local Transport Fund (LTF), Local Transport Network Fund (LTNF), </w:t>
      </w:r>
      <w:r w:rsidR="005B1E07">
        <w:rPr>
          <w:rFonts w:cs="Arial"/>
          <w:szCs w:val="24"/>
        </w:rPr>
        <w:t xml:space="preserve">Active Travel Fund (ATF), </w:t>
      </w:r>
      <w:r w:rsidR="00777982">
        <w:rPr>
          <w:rFonts w:cs="Arial"/>
          <w:szCs w:val="24"/>
        </w:rPr>
        <w:t xml:space="preserve">Safe Routes in Communities </w:t>
      </w:r>
      <w:r w:rsidR="009C18D0">
        <w:rPr>
          <w:rFonts w:cs="Arial"/>
          <w:szCs w:val="24"/>
        </w:rPr>
        <w:t>(</w:t>
      </w:r>
      <w:proofErr w:type="spellStart"/>
      <w:r w:rsidR="009C18D0">
        <w:rPr>
          <w:rFonts w:cs="Arial"/>
          <w:szCs w:val="24"/>
        </w:rPr>
        <w:t>SRiC</w:t>
      </w:r>
      <w:proofErr w:type="spellEnd"/>
      <w:r w:rsidR="009C18D0">
        <w:rPr>
          <w:rFonts w:cs="Arial"/>
          <w:szCs w:val="24"/>
        </w:rPr>
        <w:t>), Road Safety Capital (RSC). Road Safety Revenue &amp;</w:t>
      </w:r>
      <w:r w:rsidR="00777982">
        <w:rPr>
          <w:rFonts w:cs="Arial"/>
          <w:szCs w:val="24"/>
        </w:rPr>
        <w:t xml:space="preserve"> </w:t>
      </w:r>
      <w:r w:rsidRPr="00B5779C">
        <w:rPr>
          <w:rFonts w:cs="Arial"/>
          <w:szCs w:val="24"/>
        </w:rPr>
        <w:t xml:space="preserve">Active Travel </w:t>
      </w:r>
      <w:r w:rsidR="00A06788" w:rsidRPr="00B5779C">
        <w:rPr>
          <w:rFonts w:cs="Arial"/>
          <w:szCs w:val="24"/>
        </w:rPr>
        <w:t xml:space="preserve">Mapping </w:t>
      </w:r>
      <w:r w:rsidR="009C18D0">
        <w:rPr>
          <w:rFonts w:cs="Arial"/>
          <w:szCs w:val="24"/>
        </w:rPr>
        <w:t>are</w:t>
      </w:r>
      <w:r w:rsidRPr="00B5779C">
        <w:rPr>
          <w:rFonts w:cs="Arial"/>
          <w:szCs w:val="24"/>
        </w:rPr>
        <w:t xml:space="preserve"> excluded from this Annual Report.</w:t>
      </w:r>
    </w:p>
    <w:p w14:paraId="13E3683E" w14:textId="77777777" w:rsidR="00777982" w:rsidRDefault="00E838FF" w:rsidP="0018533E">
      <w:pPr>
        <w:pStyle w:val="Heading3"/>
        <w:tabs>
          <w:tab w:val="num" w:pos="1134"/>
          <w:tab w:val="num" w:pos="1390"/>
        </w:tabs>
        <w:ind w:left="1134" w:hanging="1134"/>
      </w:pPr>
      <w:r>
        <w:t xml:space="preserve">Guidance was not issued for 2017-18, as it was being updated to reflect the new </w:t>
      </w:r>
      <w:proofErr w:type="spellStart"/>
      <w:r>
        <w:t>WelTAG</w:t>
      </w:r>
      <w:proofErr w:type="spellEnd"/>
      <w:r>
        <w:t xml:space="preserve"> process. As such, t</w:t>
      </w:r>
      <w:r w:rsidR="00C40E5A" w:rsidRPr="002E609A">
        <w:t>his gu</w:t>
      </w:r>
      <w:r w:rsidR="00830495">
        <w:t>idance note sets out the timing</w:t>
      </w:r>
      <w:r w:rsidR="00C40E5A" w:rsidRPr="002E609A">
        <w:t xml:space="preserve"> and </w:t>
      </w:r>
      <w:r w:rsidR="00830495">
        <w:t>content</w:t>
      </w:r>
      <w:r w:rsidR="00C40E5A" w:rsidRPr="002E609A">
        <w:t xml:space="preserve"> of the </w:t>
      </w:r>
      <w:r w:rsidR="0018533E" w:rsidRPr="00777982">
        <w:rPr>
          <w:rFonts w:cs="Arial"/>
          <w:szCs w:val="24"/>
        </w:rPr>
        <w:t xml:space="preserve">Annual Report for </w:t>
      </w:r>
      <w:r w:rsidR="00C40E5A" w:rsidRPr="002E609A">
        <w:t xml:space="preserve">Local Transport </w:t>
      </w:r>
      <w:r w:rsidR="0015197E">
        <w:t xml:space="preserve">Grants </w:t>
      </w:r>
      <w:r w:rsidR="00C40E5A" w:rsidRPr="002E609A">
        <w:t xml:space="preserve">for </w:t>
      </w:r>
      <w:r w:rsidR="0015197E">
        <w:t xml:space="preserve">schemes completed in </w:t>
      </w:r>
      <w:r>
        <w:t xml:space="preserve">the following 4 years: </w:t>
      </w:r>
      <w:r w:rsidR="00966A0B">
        <w:t>2015-</w:t>
      </w:r>
      <w:r w:rsidR="00FD7539">
        <w:t xml:space="preserve">16, </w:t>
      </w:r>
      <w:r w:rsidR="00966A0B">
        <w:t>2016-</w:t>
      </w:r>
      <w:r w:rsidR="0015197E">
        <w:t>17</w:t>
      </w:r>
      <w:r w:rsidR="00966A0B">
        <w:t xml:space="preserve">, </w:t>
      </w:r>
      <w:r w:rsidR="00C40E5A" w:rsidRPr="002E609A">
        <w:t>201</w:t>
      </w:r>
      <w:r w:rsidR="00FE0546">
        <w:t>7</w:t>
      </w:r>
      <w:r w:rsidR="00966A0B">
        <w:t>-</w:t>
      </w:r>
      <w:r w:rsidR="00C40E5A" w:rsidRPr="002E609A">
        <w:t>1</w:t>
      </w:r>
      <w:r w:rsidR="00FE0546">
        <w:t>8</w:t>
      </w:r>
      <w:r w:rsidR="00966A0B">
        <w:t xml:space="preserve"> and 2018-19</w:t>
      </w:r>
      <w:r w:rsidR="00C40E5A" w:rsidRPr="001C24F4">
        <w:t xml:space="preserve">. </w:t>
      </w:r>
      <w:r w:rsidR="00777982">
        <w:t>The Annual Report reports</w:t>
      </w:r>
      <w:r w:rsidR="00C40E5A" w:rsidRPr="00EE0FFC">
        <w:t xml:space="preserve"> will</w:t>
      </w:r>
      <w:r w:rsidR="00777982">
        <w:t>:</w:t>
      </w:r>
    </w:p>
    <w:p w14:paraId="1622BF42" w14:textId="77777777" w:rsidR="00777982" w:rsidRDefault="00777982" w:rsidP="00777982">
      <w:pPr>
        <w:pStyle w:val="Heading3"/>
        <w:numPr>
          <w:ilvl w:val="0"/>
          <w:numId w:val="8"/>
        </w:numPr>
        <w:tabs>
          <w:tab w:val="num" w:pos="2268"/>
        </w:tabs>
        <w:spacing w:after="0" w:line="240" w:lineRule="auto"/>
        <w:ind w:left="1797" w:hanging="357"/>
        <w:jc w:val="left"/>
        <w:rPr>
          <w:rFonts w:cs="Arial"/>
          <w:szCs w:val="24"/>
        </w:rPr>
      </w:pPr>
      <w:r w:rsidRPr="00AF141B">
        <w:rPr>
          <w:rFonts w:cs="Arial"/>
          <w:szCs w:val="24"/>
        </w:rPr>
        <w:t>Allow for the effectiveness of individual schemes to be evaluated;</w:t>
      </w:r>
    </w:p>
    <w:p w14:paraId="4E100B50" w14:textId="77777777" w:rsidR="00777982" w:rsidRPr="00AF141B" w:rsidRDefault="00777982" w:rsidP="00777982">
      <w:pPr>
        <w:pStyle w:val="Heading3"/>
        <w:numPr>
          <w:ilvl w:val="0"/>
          <w:numId w:val="0"/>
        </w:numPr>
        <w:spacing w:after="0" w:line="240" w:lineRule="auto"/>
        <w:ind w:left="1797"/>
        <w:jc w:val="left"/>
        <w:rPr>
          <w:rFonts w:cs="Arial"/>
          <w:szCs w:val="24"/>
        </w:rPr>
      </w:pPr>
    </w:p>
    <w:p w14:paraId="588EC8B7"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Allow for local authorities to reflect on the appropriateness and effectiveness of engineering approaches and consider lessons learnt in designing future schemes;</w:t>
      </w:r>
    </w:p>
    <w:p w14:paraId="78B6E759" w14:textId="77777777" w:rsidR="00777982" w:rsidRPr="00AF141B" w:rsidRDefault="00777982" w:rsidP="00777982">
      <w:pPr>
        <w:pStyle w:val="Heading3"/>
        <w:numPr>
          <w:ilvl w:val="0"/>
          <w:numId w:val="0"/>
        </w:numPr>
        <w:spacing w:after="0" w:line="240" w:lineRule="auto"/>
        <w:jc w:val="left"/>
        <w:rPr>
          <w:rFonts w:cs="Arial"/>
          <w:szCs w:val="24"/>
        </w:rPr>
      </w:pPr>
    </w:p>
    <w:p w14:paraId="1BD63D7E"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Provide the Welsh Government with information to inform the grant appraisal process for future years;</w:t>
      </w:r>
    </w:p>
    <w:p w14:paraId="0501BD81" w14:textId="77777777" w:rsidR="00777982" w:rsidRPr="00AF141B" w:rsidRDefault="00777982" w:rsidP="00777982">
      <w:pPr>
        <w:pStyle w:val="Heading3"/>
        <w:numPr>
          <w:ilvl w:val="0"/>
          <w:numId w:val="0"/>
        </w:numPr>
        <w:spacing w:after="0" w:line="240" w:lineRule="auto"/>
        <w:jc w:val="left"/>
        <w:rPr>
          <w:rFonts w:cs="Arial"/>
          <w:szCs w:val="24"/>
        </w:rPr>
      </w:pPr>
    </w:p>
    <w:p w14:paraId="2ECFB037" w14:textId="77777777" w:rsidR="00777982" w:rsidRDefault="00777982" w:rsidP="00777982">
      <w:pPr>
        <w:pStyle w:val="Heading3"/>
        <w:numPr>
          <w:ilvl w:val="0"/>
          <w:numId w:val="8"/>
        </w:numPr>
        <w:tabs>
          <w:tab w:val="num" w:pos="1532"/>
        </w:tabs>
        <w:spacing w:after="0" w:line="240" w:lineRule="auto"/>
        <w:ind w:left="1797" w:hanging="357"/>
        <w:jc w:val="left"/>
        <w:rPr>
          <w:rFonts w:cs="Arial"/>
          <w:szCs w:val="24"/>
        </w:rPr>
      </w:pPr>
      <w:r w:rsidRPr="00AF141B">
        <w:rPr>
          <w:rFonts w:cs="Arial"/>
          <w:szCs w:val="24"/>
        </w:rPr>
        <w:t xml:space="preserve">Provide a source of peer to peer advice for other </w:t>
      </w:r>
      <w:r>
        <w:rPr>
          <w:rFonts w:cs="Arial"/>
          <w:szCs w:val="24"/>
        </w:rPr>
        <w:t>project managers</w:t>
      </w:r>
      <w:r w:rsidRPr="00AF141B">
        <w:rPr>
          <w:rFonts w:cs="Arial"/>
          <w:szCs w:val="24"/>
        </w:rPr>
        <w:t xml:space="preserve">.  </w:t>
      </w:r>
    </w:p>
    <w:p w14:paraId="70A80A37" w14:textId="77777777" w:rsidR="00777982" w:rsidRPr="00777982" w:rsidRDefault="00777982" w:rsidP="00777982">
      <w:pPr>
        <w:pStyle w:val="Heading3"/>
        <w:numPr>
          <w:ilvl w:val="0"/>
          <w:numId w:val="0"/>
        </w:numPr>
        <w:tabs>
          <w:tab w:val="num" w:pos="1532"/>
        </w:tabs>
        <w:spacing w:after="0" w:line="240" w:lineRule="auto"/>
        <w:jc w:val="left"/>
        <w:rPr>
          <w:rFonts w:cs="Arial"/>
          <w:szCs w:val="24"/>
        </w:rPr>
      </w:pPr>
    </w:p>
    <w:p w14:paraId="799CD0D2"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general public, service users and other stakeholders.  </w:t>
      </w:r>
    </w:p>
    <w:p w14:paraId="1003F769" w14:textId="77777777" w:rsidR="0015197E" w:rsidRDefault="0015197E" w:rsidP="00C40E5A">
      <w:pPr>
        <w:pStyle w:val="Heading3"/>
        <w:tabs>
          <w:tab w:val="num" w:pos="1134"/>
          <w:tab w:val="num" w:pos="1390"/>
        </w:tabs>
        <w:ind w:left="1134" w:hanging="1134"/>
        <w:rPr>
          <w:rFonts w:cs="Arial"/>
          <w:szCs w:val="24"/>
        </w:rPr>
      </w:pPr>
      <w:r>
        <w:rPr>
          <w:rFonts w:cs="Arial"/>
          <w:szCs w:val="24"/>
        </w:rPr>
        <w:t>Packages of schemes that are ongoing should report on the individual projects that have been completed as part of the package.</w:t>
      </w:r>
    </w:p>
    <w:p w14:paraId="03373903" w14:textId="77777777" w:rsidR="002177A8" w:rsidRPr="006F2A70" w:rsidRDefault="002177A8" w:rsidP="00C40E5A">
      <w:pPr>
        <w:pStyle w:val="Heading3"/>
        <w:tabs>
          <w:tab w:val="num" w:pos="1134"/>
          <w:tab w:val="num" w:pos="1390"/>
        </w:tabs>
        <w:ind w:left="1134" w:hanging="1134"/>
        <w:rPr>
          <w:rFonts w:cs="Arial"/>
          <w:szCs w:val="24"/>
        </w:rPr>
      </w:pPr>
      <w:proofErr w:type="spellStart"/>
      <w:r w:rsidRPr="006F2A70">
        <w:rPr>
          <w:rFonts w:cs="Arial"/>
          <w:szCs w:val="24"/>
        </w:rPr>
        <w:t>WelTAG</w:t>
      </w:r>
      <w:proofErr w:type="spellEnd"/>
      <w:r w:rsidRPr="006F2A70">
        <w:rPr>
          <w:rFonts w:cs="Arial"/>
          <w:szCs w:val="24"/>
        </w:rPr>
        <w:t xml:space="preserve"> 2017 states that schemes should use the new </w:t>
      </w:r>
      <w:proofErr w:type="spellStart"/>
      <w:r w:rsidRPr="006F2A70">
        <w:rPr>
          <w:rFonts w:cs="Arial"/>
          <w:szCs w:val="24"/>
        </w:rPr>
        <w:t>WelTAG</w:t>
      </w:r>
      <w:proofErr w:type="spellEnd"/>
      <w:r w:rsidRPr="006F2A70">
        <w:rPr>
          <w:rFonts w:cs="Arial"/>
          <w:szCs w:val="24"/>
        </w:rPr>
        <w:t xml:space="preserve"> document as an appropriate point. For schemes that have been delivered, this will be Stage Five. The Annual Report template is based on the requirements of Stage Five </w:t>
      </w:r>
      <w:proofErr w:type="spellStart"/>
      <w:r w:rsidRPr="006F2A70">
        <w:rPr>
          <w:rFonts w:cs="Arial"/>
          <w:szCs w:val="24"/>
        </w:rPr>
        <w:t>WelTAG</w:t>
      </w:r>
      <w:proofErr w:type="spellEnd"/>
      <w:r w:rsidRPr="006F2A70">
        <w:rPr>
          <w:rFonts w:cs="Arial"/>
          <w:szCs w:val="24"/>
        </w:rPr>
        <w:t>.</w:t>
      </w:r>
    </w:p>
    <w:p w14:paraId="7892CE9A"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A record of what was delivered</w:t>
      </w:r>
    </w:p>
    <w:p w14:paraId="330CD1B9"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Evaluation of the process of delivering the project</w:t>
      </w:r>
    </w:p>
    <w:p w14:paraId="0DD686A5"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 xml:space="preserve">Summary of any relevant events that occurred during and after implementation and any changes in context </w:t>
      </w:r>
      <w:proofErr w:type="spellStart"/>
      <w:r w:rsidRPr="006F2A70">
        <w:rPr>
          <w:rFonts w:ascii="Arial" w:hAnsi="Arial" w:cs="Arial"/>
          <w:sz w:val="24"/>
          <w:szCs w:val="24"/>
        </w:rPr>
        <w:t>eg</w:t>
      </w:r>
      <w:proofErr w:type="spellEnd"/>
      <w:r w:rsidRPr="006F2A70">
        <w:rPr>
          <w:rFonts w:ascii="Arial" w:hAnsi="Arial" w:cs="Arial"/>
          <w:sz w:val="24"/>
          <w:szCs w:val="24"/>
        </w:rPr>
        <w:t xml:space="preserve"> fuel prices, land-use or travel patter</w:t>
      </w:r>
      <w:r w:rsidR="00AF0E6C" w:rsidRPr="006F2A70">
        <w:rPr>
          <w:rFonts w:ascii="Arial" w:hAnsi="Arial" w:cs="Arial"/>
          <w:sz w:val="24"/>
          <w:szCs w:val="24"/>
        </w:rPr>
        <w:t>n</w:t>
      </w:r>
      <w:r w:rsidR="00B1627E">
        <w:rPr>
          <w:rFonts w:ascii="Arial" w:hAnsi="Arial" w:cs="Arial"/>
          <w:sz w:val="24"/>
          <w:szCs w:val="24"/>
        </w:rPr>
        <w:t>s</w:t>
      </w:r>
    </w:p>
    <w:p w14:paraId="79F812A6"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Explanation of how these changes affected the scheme</w:t>
      </w:r>
    </w:p>
    <w:p w14:paraId="3CF058AD" w14:textId="77777777" w:rsidR="00FA4618" w:rsidRPr="00EE356F" w:rsidRDefault="00FA4618" w:rsidP="005B1E07">
      <w:pPr>
        <w:pStyle w:val="Heading5"/>
        <w:numPr>
          <w:ilvl w:val="4"/>
          <w:numId w:val="7"/>
        </w:numPr>
        <w:spacing w:line="240" w:lineRule="auto"/>
        <w:rPr>
          <w:rFonts w:ascii="Arial" w:hAnsi="Arial" w:cs="Arial"/>
          <w:sz w:val="24"/>
          <w:szCs w:val="24"/>
        </w:rPr>
      </w:pPr>
      <w:r w:rsidRPr="00EE356F">
        <w:rPr>
          <w:rFonts w:ascii="Arial" w:hAnsi="Arial" w:cs="Arial"/>
          <w:sz w:val="24"/>
          <w:szCs w:val="24"/>
        </w:rPr>
        <w:t>Comparison of outturn events to those anticipated</w:t>
      </w:r>
      <w:r w:rsidRPr="00EE356F">
        <w:rPr>
          <w:rFonts w:ascii="Arial" w:hAnsi="Arial" w:cs="Arial"/>
          <w:sz w:val="24"/>
          <w:szCs w:val="24"/>
        </w:rPr>
        <w:br w:type="page"/>
      </w:r>
    </w:p>
    <w:p w14:paraId="6B86ADC0" w14:textId="77777777" w:rsidR="00C40E5A" w:rsidRPr="00C40E5A" w:rsidRDefault="00C40E5A" w:rsidP="00C40E5A">
      <w:pPr>
        <w:pStyle w:val="Heading1"/>
        <w:tabs>
          <w:tab w:val="clear" w:pos="2268"/>
          <w:tab w:val="num" w:pos="1134"/>
        </w:tabs>
        <w:spacing w:after="240"/>
        <w:ind w:hanging="2268"/>
        <w:rPr>
          <w:color w:val="009999"/>
        </w:rPr>
      </w:pPr>
      <w:bookmarkStart w:id="1" w:name="_Toc528057854"/>
      <w:r w:rsidRPr="00C40E5A">
        <w:rPr>
          <w:color w:val="009999"/>
        </w:rPr>
        <w:lastRenderedPageBreak/>
        <w:t>Timing</w:t>
      </w:r>
      <w:bookmarkEnd w:id="1"/>
    </w:p>
    <w:p w14:paraId="28C494D7"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 xml:space="preserve">The Annual Report should be submitted to the Welsh Government no later than </w:t>
      </w:r>
      <w:r w:rsidRPr="00EE0FFC">
        <w:rPr>
          <w:rFonts w:cs="Arial"/>
          <w:szCs w:val="24"/>
        </w:rPr>
        <w:t xml:space="preserve">the </w:t>
      </w:r>
      <w:r w:rsidR="00966A0B">
        <w:rPr>
          <w:rFonts w:cs="Arial"/>
          <w:szCs w:val="24"/>
        </w:rPr>
        <w:t>30</w:t>
      </w:r>
      <w:r w:rsidR="00AE5F55">
        <w:rPr>
          <w:rFonts w:cs="Arial"/>
          <w:szCs w:val="24"/>
        </w:rPr>
        <w:t xml:space="preserve"> </w:t>
      </w:r>
      <w:r w:rsidR="00966A0B">
        <w:rPr>
          <w:rFonts w:cs="Arial"/>
          <w:szCs w:val="24"/>
        </w:rPr>
        <w:t>September</w:t>
      </w:r>
      <w:r w:rsidRPr="00C40E5A">
        <w:rPr>
          <w:rFonts w:cs="Arial"/>
          <w:szCs w:val="24"/>
        </w:rPr>
        <w:t xml:space="preserve"> 201</w:t>
      </w:r>
      <w:r w:rsidR="000073BB">
        <w:rPr>
          <w:rFonts w:cs="Arial"/>
          <w:szCs w:val="24"/>
        </w:rPr>
        <w:t>9</w:t>
      </w:r>
      <w:r w:rsidRPr="00C40E5A">
        <w:rPr>
          <w:rFonts w:cs="Arial"/>
          <w:szCs w:val="24"/>
        </w:rPr>
        <w:t xml:space="preserve">.  </w:t>
      </w:r>
    </w:p>
    <w:p w14:paraId="188EB9C6" w14:textId="77777777" w:rsidR="00C40E5A" w:rsidRPr="00C40E5A" w:rsidRDefault="00C40E5A" w:rsidP="00C40E5A">
      <w:pPr>
        <w:pStyle w:val="Heading1"/>
        <w:tabs>
          <w:tab w:val="clear" w:pos="2268"/>
          <w:tab w:val="num" w:pos="1134"/>
        </w:tabs>
        <w:spacing w:after="240"/>
        <w:ind w:hanging="2268"/>
        <w:rPr>
          <w:color w:val="009999"/>
        </w:rPr>
      </w:pPr>
      <w:bookmarkStart w:id="2" w:name="_Toc528057855"/>
      <w:r w:rsidRPr="00C40E5A">
        <w:rPr>
          <w:color w:val="009999"/>
        </w:rPr>
        <w:t>Structure of Annual Report</w:t>
      </w:r>
      <w:bookmarkEnd w:id="2"/>
    </w:p>
    <w:p w14:paraId="3679A737" w14:textId="77777777" w:rsidR="00C91800" w:rsidRDefault="00C40E5A" w:rsidP="006F2A9E">
      <w:pPr>
        <w:pStyle w:val="Heading3"/>
        <w:tabs>
          <w:tab w:val="num" w:pos="1134"/>
          <w:tab w:val="num" w:pos="1390"/>
        </w:tabs>
        <w:spacing w:before="120" w:after="80" w:line="240" w:lineRule="auto"/>
        <w:ind w:left="1134" w:hanging="1134"/>
      </w:pPr>
      <w:r w:rsidRPr="00097386">
        <w:t xml:space="preserve">The Annual Report should be </w:t>
      </w:r>
      <w:r w:rsidR="00C91800" w:rsidRPr="00097386">
        <w:t xml:space="preserve">compiled using the attached template form and </w:t>
      </w:r>
      <w:r w:rsidR="00F404D4" w:rsidRPr="00097386">
        <w:t xml:space="preserve">submitted as a Word document </w:t>
      </w:r>
      <w:r w:rsidRPr="00097386">
        <w:t xml:space="preserve">to the </w:t>
      </w:r>
      <w:r w:rsidR="00F404D4" w:rsidRPr="00097386">
        <w:t xml:space="preserve">Welsh Government </w:t>
      </w:r>
      <w:r w:rsidRPr="00097386">
        <w:t xml:space="preserve">Transport Planning email inbox – </w:t>
      </w:r>
      <w:proofErr w:type="spellStart"/>
      <w:r w:rsidR="00097386" w:rsidRPr="00097386">
        <w:t>TransportPlanning@gov.wales</w:t>
      </w:r>
      <w:proofErr w:type="spellEnd"/>
      <w:r w:rsidR="00B1627E">
        <w:t>.</w:t>
      </w:r>
    </w:p>
    <w:p w14:paraId="7410AAFD" w14:textId="77777777" w:rsidR="000073BB" w:rsidRDefault="000073BB" w:rsidP="006F2A9E">
      <w:pPr>
        <w:pStyle w:val="WelTAGsubheading"/>
        <w:spacing w:line="240" w:lineRule="auto"/>
      </w:pPr>
    </w:p>
    <w:p w14:paraId="3E7CAD16" w14:textId="77777777" w:rsidR="006F2A9E" w:rsidRDefault="00F53B17" w:rsidP="006F2A9E">
      <w:pPr>
        <w:pStyle w:val="WelTAGsubheading"/>
        <w:spacing w:line="240" w:lineRule="auto"/>
      </w:pPr>
      <w:bookmarkStart w:id="3" w:name="_Toc528057856"/>
      <w:r>
        <w:t>Contact I</w:t>
      </w:r>
      <w:r w:rsidR="006F2A9E">
        <w:t>nformation</w:t>
      </w:r>
      <w:bookmarkEnd w:id="3"/>
      <w:r w:rsidR="006F2A9E">
        <w:t xml:space="preserve"> </w:t>
      </w:r>
    </w:p>
    <w:p w14:paraId="50090486" w14:textId="77777777" w:rsidR="006F2A9E" w:rsidRPr="009A6C6E" w:rsidRDefault="006F2A9E" w:rsidP="006F2A9E">
      <w:pPr>
        <w:pStyle w:val="Heading3"/>
        <w:numPr>
          <w:ilvl w:val="0"/>
          <w:numId w:val="0"/>
        </w:numPr>
        <w:tabs>
          <w:tab w:val="num" w:pos="1532"/>
          <w:tab w:val="num" w:pos="2268"/>
        </w:tabs>
        <w:spacing w:after="0" w:line="240" w:lineRule="auto"/>
        <w:ind w:left="1134"/>
      </w:pPr>
    </w:p>
    <w:p w14:paraId="04FF793A" w14:textId="77777777" w:rsidR="006F2A9E" w:rsidRDefault="006F2A9E" w:rsidP="006F2A9E">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57DA52CD" w14:textId="77777777" w:rsidR="00B65BB0" w:rsidRDefault="00B65BB0" w:rsidP="0081416B">
      <w:pPr>
        <w:pStyle w:val="WelTAGsubheading"/>
        <w:spacing w:line="240" w:lineRule="auto"/>
        <w:ind w:left="0"/>
      </w:pPr>
    </w:p>
    <w:p w14:paraId="6DA76D2B" w14:textId="77777777" w:rsidR="009A6C6E" w:rsidRDefault="00E771BD" w:rsidP="00BA721C">
      <w:pPr>
        <w:pStyle w:val="WelTAGsubheading"/>
        <w:spacing w:line="240" w:lineRule="auto"/>
      </w:pPr>
      <w:bookmarkStart w:id="4" w:name="_Toc528057857"/>
      <w:r>
        <w:t>Scheme</w:t>
      </w:r>
      <w:r w:rsidR="00F53B17">
        <w:t xml:space="preserve"> </w:t>
      </w:r>
      <w:r>
        <w:t>Details</w:t>
      </w:r>
      <w:bookmarkEnd w:id="4"/>
      <w:r w:rsidR="009A6C6E">
        <w:t xml:space="preserve"> </w:t>
      </w:r>
    </w:p>
    <w:p w14:paraId="4B13FDA3" w14:textId="77777777" w:rsidR="009A6C6E" w:rsidRPr="009A6C6E" w:rsidRDefault="009A6C6E" w:rsidP="00BA721C">
      <w:pPr>
        <w:pStyle w:val="Heading3"/>
        <w:numPr>
          <w:ilvl w:val="0"/>
          <w:numId w:val="0"/>
        </w:numPr>
        <w:tabs>
          <w:tab w:val="num" w:pos="1532"/>
          <w:tab w:val="num" w:pos="2268"/>
        </w:tabs>
        <w:spacing w:after="0" w:line="240" w:lineRule="auto"/>
        <w:ind w:left="1134"/>
      </w:pPr>
    </w:p>
    <w:p w14:paraId="58F62929" w14:textId="77777777" w:rsidR="00BA721C" w:rsidRDefault="000E48D1" w:rsidP="002E19CA">
      <w:pPr>
        <w:pStyle w:val="Heading3"/>
        <w:tabs>
          <w:tab w:val="clear" w:pos="1532"/>
          <w:tab w:val="num" w:pos="1134"/>
        </w:tabs>
        <w:ind w:left="1134" w:hanging="1134"/>
        <w:rPr>
          <w:rStyle w:val="Heading3Char"/>
        </w:rPr>
      </w:pPr>
      <w:r w:rsidRPr="00A06788">
        <w:t xml:space="preserve">Please complete Table </w:t>
      </w:r>
      <w:r w:rsidR="00C91800" w:rsidRPr="00A06788">
        <w:t>2</w:t>
      </w:r>
      <w:r w:rsidRPr="00A06788">
        <w:t xml:space="preserve"> </w:t>
      </w:r>
      <w:r w:rsidR="00C40E5A" w:rsidRPr="00FD5A3F">
        <w:t xml:space="preserve">outlining </w:t>
      </w:r>
      <w:r w:rsidR="0087567C">
        <w:t xml:space="preserve">all </w:t>
      </w:r>
      <w:r w:rsidR="00C40E5A" w:rsidRPr="00FD5A3F">
        <w:t xml:space="preserve">Local Transport </w:t>
      </w:r>
      <w:r w:rsidR="0081416B">
        <w:t xml:space="preserve">Grants </w:t>
      </w:r>
      <w:r w:rsidR="0087567C">
        <w:t xml:space="preserve">capital </w:t>
      </w:r>
      <w:r w:rsidR="0081416B" w:rsidRPr="00E771BD">
        <w:rPr>
          <w:b/>
        </w:rPr>
        <w:t xml:space="preserve">scheme details for schemes completed in </w:t>
      </w:r>
      <w:r w:rsidR="000073BB">
        <w:rPr>
          <w:b/>
        </w:rPr>
        <w:t>2015-16, 2016-17</w:t>
      </w:r>
      <w:r w:rsidR="00966A0B">
        <w:rPr>
          <w:b/>
        </w:rPr>
        <w:t>, 2017-18</w:t>
      </w:r>
      <w:r w:rsidR="000073BB">
        <w:rPr>
          <w:b/>
        </w:rPr>
        <w:t xml:space="preserve"> and </w:t>
      </w:r>
      <w:r w:rsidR="0081416B" w:rsidRPr="00E771BD">
        <w:rPr>
          <w:b/>
        </w:rPr>
        <w:t>201</w:t>
      </w:r>
      <w:r w:rsidR="00966A0B">
        <w:rPr>
          <w:b/>
        </w:rPr>
        <w:t>8</w:t>
      </w:r>
      <w:r w:rsidR="000073BB">
        <w:rPr>
          <w:b/>
        </w:rPr>
        <w:t>-</w:t>
      </w:r>
      <w:r w:rsidR="0081416B" w:rsidRPr="00E771BD">
        <w:rPr>
          <w:b/>
        </w:rPr>
        <w:t>1</w:t>
      </w:r>
      <w:r w:rsidR="00966A0B">
        <w:rPr>
          <w:b/>
        </w:rPr>
        <w:t>9</w:t>
      </w:r>
      <w:r w:rsidR="0081416B">
        <w:t>, including individual projects completed within packages</w:t>
      </w:r>
      <w:r w:rsidR="0016126C">
        <w:rPr>
          <w:rStyle w:val="Heading3Char"/>
        </w:rPr>
        <w:t>.</w:t>
      </w:r>
      <w:r w:rsidR="0081416B">
        <w:rPr>
          <w:rStyle w:val="Heading3Char"/>
        </w:rPr>
        <w:t xml:space="preserve"> Please complete one form per scheme/ project.</w:t>
      </w:r>
    </w:p>
    <w:p w14:paraId="7695E6A7"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t>Road Safety Capital</w:t>
      </w:r>
    </w:p>
    <w:p w14:paraId="6FBE8FEC" w14:textId="77777777" w:rsidR="002E19CA" w:rsidRDefault="002E19CA" w:rsidP="002E19CA">
      <w:pPr>
        <w:pStyle w:val="Heading3"/>
        <w:tabs>
          <w:tab w:val="clear" w:pos="1532"/>
          <w:tab w:val="num" w:pos="1134"/>
        </w:tabs>
        <w:ind w:left="1134" w:hanging="1134"/>
      </w:pPr>
      <w:r>
        <w:rPr>
          <w:rFonts w:cs="Arial"/>
          <w:szCs w:val="24"/>
        </w:rPr>
        <w:t>Road Safety Grants are awarded to Local Authorities to assist them in contributing to achieving the actions and targets within the Road Safety Framework for Wales.</w:t>
      </w:r>
    </w:p>
    <w:p w14:paraId="7CA4494A" w14:textId="77777777" w:rsidR="002E19CA" w:rsidRDefault="002E19CA" w:rsidP="002E19CA">
      <w:pPr>
        <w:pStyle w:val="Heading3"/>
        <w:tabs>
          <w:tab w:val="clear" w:pos="1532"/>
          <w:tab w:val="num" w:pos="1134"/>
        </w:tabs>
        <w:ind w:left="1134" w:hanging="1134"/>
      </w:pPr>
      <w:r w:rsidRPr="002E19CA">
        <w:rPr>
          <w:rFonts w:cs="Arial"/>
          <w:szCs w:val="24"/>
        </w:rPr>
        <w:t>The Framework put in place an outcome based approach to road safety interventions, stressing the importance of using data and evidence to develop road safety schemes and establishing the principle that all engineering activity should be evaluated for effectiveness in reducing casualties and collisions.</w:t>
      </w:r>
    </w:p>
    <w:p w14:paraId="459CA620" w14:textId="77777777" w:rsidR="002E19CA" w:rsidRPr="002E19CA" w:rsidRDefault="002E19CA" w:rsidP="002E19CA">
      <w:pPr>
        <w:pStyle w:val="Heading3"/>
        <w:tabs>
          <w:tab w:val="clear" w:pos="1532"/>
          <w:tab w:val="num" w:pos="1134"/>
        </w:tabs>
        <w:ind w:left="1134" w:hanging="1134"/>
      </w:pPr>
      <w:r w:rsidRPr="002E19CA">
        <w:rPr>
          <w:rFonts w:cs="Arial"/>
          <w:szCs w:val="24"/>
        </w:rPr>
        <w:t>In June 201</w:t>
      </w:r>
      <w:r w:rsidR="005E7DB7">
        <w:rPr>
          <w:rFonts w:cs="Arial"/>
          <w:szCs w:val="24"/>
        </w:rPr>
        <w:t>9</w:t>
      </w:r>
      <w:r w:rsidRPr="002E19CA">
        <w:rPr>
          <w:rFonts w:cs="Arial"/>
          <w:szCs w:val="24"/>
        </w:rPr>
        <w:t>, Police recorded road traffic collision and casualty data for 201</w:t>
      </w:r>
      <w:r w:rsidR="005E7DB7">
        <w:rPr>
          <w:rFonts w:cs="Arial"/>
          <w:szCs w:val="24"/>
        </w:rPr>
        <w:t>8</w:t>
      </w:r>
      <w:r w:rsidRPr="002E19CA">
        <w:rPr>
          <w:rFonts w:cs="Arial"/>
          <w:szCs w:val="24"/>
        </w:rPr>
        <w:t xml:space="preserve"> was published. This allows Authorities that completed road safety capital schemes in the </w:t>
      </w:r>
      <w:r w:rsidR="005E7DB7">
        <w:rPr>
          <w:rFonts w:cs="Arial"/>
          <w:szCs w:val="24"/>
        </w:rPr>
        <w:t>financial year ending March 2017</w:t>
      </w:r>
      <w:r w:rsidRPr="002E19CA">
        <w:rPr>
          <w:rFonts w:cs="Arial"/>
          <w:szCs w:val="24"/>
        </w:rPr>
        <w:t xml:space="preserve"> to provide first year reporting on the effectiveness of those schemes. </w:t>
      </w:r>
    </w:p>
    <w:p w14:paraId="259DF869" w14:textId="77777777" w:rsidR="002F4F55" w:rsidRDefault="002E19CA" w:rsidP="00F53AA9">
      <w:pPr>
        <w:pStyle w:val="Heading3"/>
        <w:tabs>
          <w:tab w:val="clear" w:pos="1532"/>
          <w:tab w:val="num" w:pos="1134"/>
        </w:tabs>
        <w:ind w:left="1134" w:hanging="1134"/>
        <w:rPr>
          <w:rStyle w:val="Heading3Char"/>
        </w:rPr>
      </w:pPr>
      <w:r>
        <w:rPr>
          <w:rStyle w:val="Heading3Char"/>
        </w:rPr>
        <w:t xml:space="preserve">Please complete Tables </w:t>
      </w:r>
      <w:r w:rsidR="0087567C">
        <w:rPr>
          <w:rStyle w:val="Heading3Char"/>
        </w:rPr>
        <w:t xml:space="preserve">2, </w:t>
      </w:r>
      <w:r>
        <w:rPr>
          <w:rStyle w:val="Heading3Char"/>
        </w:rPr>
        <w:t xml:space="preserve">3, 4 and 5 for </w:t>
      </w:r>
      <w:r w:rsidR="005E7DB7">
        <w:rPr>
          <w:rStyle w:val="Heading3Char"/>
        </w:rPr>
        <w:t>each Road Safety capital scheme</w:t>
      </w:r>
      <w:r w:rsidR="002C4033">
        <w:rPr>
          <w:rStyle w:val="Heading3Char"/>
        </w:rPr>
        <w:t>.</w:t>
      </w:r>
    </w:p>
    <w:p w14:paraId="384FA55E" w14:textId="77777777" w:rsidR="002C4033" w:rsidRDefault="002C4033" w:rsidP="002E19CA">
      <w:pPr>
        <w:pStyle w:val="Heading3"/>
        <w:numPr>
          <w:ilvl w:val="0"/>
          <w:numId w:val="0"/>
        </w:numPr>
        <w:ind w:left="982" w:firstLine="152"/>
        <w:rPr>
          <w:rStyle w:val="Heading3Char"/>
          <w:b/>
          <w:color w:val="31849B" w:themeColor="accent5" w:themeShade="BF"/>
        </w:rPr>
      </w:pPr>
    </w:p>
    <w:p w14:paraId="6287DD17" w14:textId="77777777" w:rsidR="002C4033" w:rsidRDefault="002C4033" w:rsidP="002E19CA">
      <w:pPr>
        <w:pStyle w:val="Heading3"/>
        <w:numPr>
          <w:ilvl w:val="0"/>
          <w:numId w:val="0"/>
        </w:numPr>
        <w:ind w:left="982" w:firstLine="152"/>
        <w:rPr>
          <w:rStyle w:val="Heading3Char"/>
          <w:b/>
          <w:color w:val="31849B" w:themeColor="accent5" w:themeShade="BF"/>
        </w:rPr>
      </w:pPr>
    </w:p>
    <w:p w14:paraId="1139A24F" w14:textId="77777777" w:rsidR="005B1E07" w:rsidRDefault="005B1E07">
      <w:pPr>
        <w:spacing w:after="0" w:line="240" w:lineRule="auto"/>
        <w:rPr>
          <w:rStyle w:val="Heading3Char"/>
          <w:b/>
          <w:color w:val="31849B" w:themeColor="accent5" w:themeShade="BF"/>
        </w:rPr>
      </w:pPr>
      <w:r>
        <w:rPr>
          <w:rStyle w:val="Heading3Char"/>
          <w:b/>
          <w:color w:val="31849B" w:themeColor="accent5" w:themeShade="BF"/>
        </w:rPr>
        <w:br w:type="page"/>
      </w:r>
    </w:p>
    <w:p w14:paraId="6B147A34"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lastRenderedPageBreak/>
        <w:t xml:space="preserve">Road Safety Revenue </w:t>
      </w:r>
    </w:p>
    <w:p w14:paraId="0BA0FE00" w14:textId="77777777" w:rsidR="00726B62" w:rsidRPr="00F53AA9" w:rsidRDefault="00726B62" w:rsidP="00F53AA9">
      <w:pPr>
        <w:pStyle w:val="Heading3"/>
        <w:tabs>
          <w:tab w:val="clear" w:pos="1532"/>
          <w:tab w:val="num" w:pos="1134"/>
        </w:tabs>
        <w:ind w:left="1134" w:hanging="1134"/>
      </w:pPr>
      <w:r w:rsidRPr="00F53AA9">
        <w:t xml:space="preserve">Monitoring of Road Safety Revenue schemes </w:t>
      </w:r>
      <w:r w:rsidR="00F53AA9" w:rsidRPr="00F53AA9">
        <w:t>is</w:t>
      </w:r>
      <w:r w:rsidRPr="00F53AA9">
        <w:t xml:space="preserve"> </w:t>
      </w:r>
      <w:r w:rsidR="00C5689B" w:rsidRPr="00F53AA9">
        <w:t xml:space="preserve">dealt with separately during the </w:t>
      </w:r>
      <w:r w:rsidR="00D54249" w:rsidRPr="00F53AA9">
        <w:t xml:space="preserve">grant </w:t>
      </w:r>
      <w:r w:rsidR="00C5689B" w:rsidRPr="00F53AA9">
        <w:t xml:space="preserve">application </w:t>
      </w:r>
      <w:r w:rsidR="00F53AA9" w:rsidRPr="00F53AA9">
        <w:t>and in-</w:t>
      </w:r>
      <w:r w:rsidR="00C5689B" w:rsidRPr="00F53AA9">
        <w:t>year monitoring</w:t>
      </w:r>
      <w:r w:rsidR="00D54249" w:rsidRPr="00F53AA9">
        <w:t xml:space="preserve"> and evaluation</w:t>
      </w:r>
      <w:r w:rsidR="00C5689B" w:rsidRPr="00F53AA9">
        <w:t xml:space="preserve"> process</w:t>
      </w:r>
      <w:r w:rsidR="00D54249" w:rsidRPr="00F53AA9">
        <w:t>es</w:t>
      </w:r>
      <w:r w:rsidR="00C5689B" w:rsidRPr="00F53AA9">
        <w:t>.  Separate information is not</w:t>
      </w:r>
      <w:r w:rsidRPr="00F53AA9">
        <w:t xml:space="preserve"> required </w:t>
      </w:r>
      <w:r w:rsidR="00C5689B" w:rsidRPr="00F53AA9">
        <w:t xml:space="preserve">under this reporting structure. </w:t>
      </w:r>
      <w:r w:rsidRPr="00F53AA9">
        <w:t xml:space="preserve"> </w:t>
      </w:r>
    </w:p>
    <w:p w14:paraId="3A3D0910" w14:textId="77777777" w:rsidR="002E19CA" w:rsidRPr="00F53AA9" w:rsidRDefault="00726B62" w:rsidP="00F53AA9">
      <w:pPr>
        <w:pStyle w:val="Heading3"/>
        <w:tabs>
          <w:tab w:val="clear" w:pos="1532"/>
          <w:tab w:val="num" w:pos="1134"/>
        </w:tabs>
        <w:ind w:left="1134" w:hanging="1134"/>
      </w:pPr>
      <w:r w:rsidRPr="00F53AA9">
        <w:t>Education and training interventions that are already a</w:t>
      </w:r>
      <w:r w:rsidR="00A105B2" w:rsidRPr="00F53AA9">
        <w:rPr>
          <w:rFonts w:cs="Arial"/>
          <w:szCs w:val="24"/>
        </w:rPr>
        <w:t xml:space="preserve">pproved </w:t>
      </w:r>
      <w:r w:rsidRPr="00F53AA9">
        <w:rPr>
          <w:rFonts w:cs="Arial"/>
          <w:szCs w:val="24"/>
        </w:rPr>
        <w:t xml:space="preserve">are </w:t>
      </w:r>
      <w:r w:rsidR="00D54249" w:rsidRPr="00F53AA9">
        <w:rPr>
          <w:rFonts w:cs="Arial"/>
          <w:szCs w:val="24"/>
        </w:rPr>
        <w:t>monitored locally</w:t>
      </w:r>
      <w:r w:rsidR="00A105B2" w:rsidRPr="00F53AA9">
        <w:rPr>
          <w:rFonts w:cs="Arial"/>
          <w:szCs w:val="24"/>
        </w:rPr>
        <w:t xml:space="preserve">.  </w:t>
      </w:r>
      <w:r w:rsidR="00982F31" w:rsidRPr="00F53AA9">
        <w:rPr>
          <w:rFonts w:cs="Arial"/>
          <w:szCs w:val="24"/>
        </w:rPr>
        <w:t>New i</w:t>
      </w:r>
      <w:r w:rsidR="00A105B2" w:rsidRPr="00F53AA9">
        <w:rPr>
          <w:rFonts w:cs="Arial"/>
          <w:szCs w:val="24"/>
        </w:rPr>
        <w:t>nterventions that are piloted</w:t>
      </w:r>
      <w:r w:rsidRPr="00F53AA9">
        <w:rPr>
          <w:rFonts w:cs="Arial"/>
          <w:szCs w:val="24"/>
        </w:rPr>
        <w:t xml:space="preserve"> through the grant</w:t>
      </w:r>
      <w:r w:rsidR="00A105B2" w:rsidRPr="00F53AA9">
        <w:rPr>
          <w:rFonts w:cs="Arial"/>
          <w:szCs w:val="24"/>
        </w:rPr>
        <w:t xml:space="preserve"> include </w:t>
      </w:r>
      <w:r w:rsidR="00C5689B" w:rsidRPr="00F53AA9">
        <w:rPr>
          <w:rFonts w:cs="Arial"/>
          <w:szCs w:val="24"/>
        </w:rPr>
        <w:t>a requirement</w:t>
      </w:r>
      <w:r w:rsidR="00A105B2" w:rsidRPr="00F53AA9">
        <w:rPr>
          <w:rFonts w:cs="Arial"/>
          <w:szCs w:val="24"/>
        </w:rPr>
        <w:t xml:space="preserve"> for monitoring and evaluation</w:t>
      </w:r>
      <w:r w:rsidR="002F4F55" w:rsidRPr="00F53AA9">
        <w:rPr>
          <w:rFonts w:cs="Arial"/>
          <w:szCs w:val="24"/>
        </w:rPr>
        <w:t xml:space="preserve"> at the end</w:t>
      </w:r>
      <w:r w:rsidR="00C5689B" w:rsidRPr="00F53AA9">
        <w:rPr>
          <w:rFonts w:cs="Arial"/>
          <w:szCs w:val="24"/>
        </w:rPr>
        <w:t xml:space="preserve"> of the first year trail period and r</w:t>
      </w:r>
      <w:r w:rsidR="002F4F55" w:rsidRPr="00F53AA9">
        <w:rPr>
          <w:rFonts w:cs="Arial"/>
          <w:szCs w:val="24"/>
        </w:rPr>
        <w:t>evenue s</w:t>
      </w:r>
      <w:r w:rsidR="00A105B2" w:rsidRPr="00F53AA9">
        <w:rPr>
          <w:rFonts w:cs="Arial"/>
          <w:szCs w:val="24"/>
        </w:rPr>
        <w:t>chemes outside of the approved areas must be supported by evaluations of scheme effectiveness.</w:t>
      </w:r>
    </w:p>
    <w:p w14:paraId="52917417" w14:textId="77777777" w:rsidR="002E19CA" w:rsidRDefault="002E19CA" w:rsidP="00FD5A3F">
      <w:pPr>
        <w:pStyle w:val="Heading3"/>
        <w:numPr>
          <w:ilvl w:val="0"/>
          <w:numId w:val="0"/>
        </w:numPr>
        <w:tabs>
          <w:tab w:val="num" w:pos="1390"/>
        </w:tabs>
        <w:spacing w:after="0" w:line="240" w:lineRule="auto"/>
        <w:ind w:left="1134" w:hanging="1134"/>
        <w:rPr>
          <w:rStyle w:val="Heading3Char"/>
        </w:rPr>
      </w:pPr>
    </w:p>
    <w:p w14:paraId="311F88EC" w14:textId="77777777" w:rsidR="00830495" w:rsidRPr="002E19CA" w:rsidRDefault="002E19CA" w:rsidP="002E19CA">
      <w:pPr>
        <w:pStyle w:val="Heading3"/>
        <w:numPr>
          <w:ilvl w:val="0"/>
          <w:numId w:val="0"/>
        </w:numPr>
        <w:tabs>
          <w:tab w:val="num" w:pos="1390"/>
        </w:tabs>
        <w:spacing w:after="0" w:line="240" w:lineRule="auto"/>
        <w:ind w:left="1134" w:hanging="1134"/>
        <w:rPr>
          <w:b/>
        </w:rPr>
      </w:pPr>
      <w:r>
        <w:rPr>
          <w:rStyle w:val="Heading3Char"/>
        </w:rPr>
        <w:tab/>
      </w:r>
      <w:r w:rsidR="00F53B17" w:rsidRPr="002E19CA">
        <w:rPr>
          <w:b/>
          <w:color w:val="31849B" w:themeColor="accent5" w:themeShade="BF"/>
        </w:rPr>
        <w:t>Supporting I</w:t>
      </w:r>
      <w:r w:rsidR="00830495" w:rsidRPr="002E19CA">
        <w:rPr>
          <w:b/>
          <w:color w:val="31849B" w:themeColor="accent5" w:themeShade="BF"/>
        </w:rPr>
        <w:t xml:space="preserve">nformation  </w:t>
      </w:r>
    </w:p>
    <w:p w14:paraId="21D49529" w14:textId="77777777" w:rsidR="00830495" w:rsidRDefault="00830495" w:rsidP="00830495">
      <w:pPr>
        <w:pStyle w:val="WelTAGsubheading"/>
        <w:spacing w:line="240" w:lineRule="auto"/>
      </w:pPr>
    </w:p>
    <w:p w14:paraId="736B0E0C" w14:textId="77777777" w:rsidR="009A60FA" w:rsidRPr="009A60FA" w:rsidRDefault="009A60FA" w:rsidP="009A60FA">
      <w:pPr>
        <w:pStyle w:val="Heading3"/>
        <w:tabs>
          <w:tab w:val="clear" w:pos="1532"/>
          <w:tab w:val="num" w:pos="1134"/>
        </w:tabs>
        <w:ind w:left="1134" w:hanging="1134"/>
        <w:rPr>
          <w:rFonts w:cs="Arial"/>
          <w:szCs w:val="24"/>
        </w:rPr>
      </w:pPr>
      <w:r w:rsidRPr="009A60FA">
        <w:rPr>
          <w:rFonts w:cs="Arial"/>
          <w:szCs w:val="24"/>
        </w:rPr>
        <w:t xml:space="preserve">Include any additional tables and charts demonstrating progress against Local Transport </w:t>
      </w:r>
      <w:r w:rsidR="0092361C">
        <w:rPr>
          <w:rFonts w:cs="Arial"/>
          <w:szCs w:val="24"/>
        </w:rPr>
        <w:t xml:space="preserve">Grant </w:t>
      </w:r>
      <w:r w:rsidRPr="009A60FA">
        <w:rPr>
          <w:rFonts w:cs="Arial"/>
          <w:szCs w:val="24"/>
        </w:rPr>
        <w:t>targets, including evidence from before and after monitoring.</w:t>
      </w:r>
    </w:p>
    <w:p w14:paraId="6D06DF7D" w14:textId="77777777" w:rsidR="002E19CA" w:rsidRPr="002E19CA" w:rsidRDefault="00830495" w:rsidP="002E19CA">
      <w:pPr>
        <w:pStyle w:val="Heading3"/>
        <w:numPr>
          <w:ilvl w:val="0"/>
          <w:numId w:val="0"/>
        </w:numPr>
        <w:tabs>
          <w:tab w:val="num" w:pos="1134"/>
          <w:tab w:val="num" w:pos="1390"/>
          <w:tab w:val="num" w:pos="1418"/>
        </w:tabs>
        <w:spacing w:line="240" w:lineRule="auto"/>
        <w:ind w:left="1134" w:hanging="1134"/>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r w:rsidR="00C40E5A" w:rsidRPr="00830495">
        <w:rPr>
          <w:rFonts w:cs="Arial"/>
          <w:szCs w:val="24"/>
        </w:rPr>
        <w:t>photographs</w:t>
      </w:r>
      <w:r w:rsidR="00120471" w:rsidRPr="00830495">
        <w:rPr>
          <w:rFonts w:cs="Arial"/>
          <w:szCs w:val="24"/>
        </w:rPr>
        <w:t>;</w:t>
      </w:r>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 xml:space="preserve">g </w:t>
      </w:r>
      <w:proofErr w:type="spellStart"/>
      <w:r>
        <w:rPr>
          <w:rFonts w:cs="Arial"/>
          <w:szCs w:val="24"/>
        </w:rPr>
        <w:t>Wales’</w:t>
      </w:r>
      <w:proofErr w:type="spellEnd"/>
      <w:r>
        <w:rPr>
          <w:rFonts w:cs="Arial"/>
          <w:szCs w:val="24"/>
        </w:rPr>
        <w:t xml:space="preserve"> economic </w:t>
      </w:r>
      <w:proofErr w:type="spellStart"/>
      <w:r>
        <w:rPr>
          <w:rFonts w:cs="Arial"/>
          <w:szCs w:val="24"/>
        </w:rPr>
        <w:t>competiveness</w:t>
      </w:r>
      <w:proofErr w:type="spellEnd"/>
      <w:r>
        <w:rPr>
          <w:rFonts w:cs="Arial"/>
          <w:szCs w:val="24"/>
        </w:rPr>
        <w:t>.</w:t>
      </w:r>
      <w:r w:rsidR="002E19CA">
        <w:rPr>
          <w:rFonts w:cs="Arial"/>
          <w:szCs w:val="24"/>
        </w:rPr>
        <w:t xml:space="preserve"> </w:t>
      </w:r>
    </w:p>
    <w:p w14:paraId="3BB8A570" w14:textId="77777777" w:rsidR="0052349B"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p>
    <w:p w14:paraId="35AF8A3D" w14:textId="77777777" w:rsidR="0052349B" w:rsidRPr="0052349B" w:rsidRDefault="0052349B" w:rsidP="0052349B">
      <w:pPr>
        <w:pStyle w:val="Heading1"/>
        <w:tabs>
          <w:tab w:val="clear" w:pos="2268"/>
        </w:tabs>
        <w:spacing w:after="360"/>
        <w:ind w:left="1134" w:hanging="992"/>
        <w:rPr>
          <w:color w:val="31849B" w:themeColor="accent5" w:themeShade="BF"/>
        </w:rPr>
      </w:pPr>
      <w:bookmarkStart w:id="5" w:name="_Toc528057858"/>
      <w:r w:rsidRPr="0052349B">
        <w:rPr>
          <w:color w:val="31849B" w:themeColor="accent5" w:themeShade="BF"/>
        </w:rPr>
        <w:lastRenderedPageBreak/>
        <w:t>Templates</w:t>
      </w:r>
      <w:bookmarkEnd w:id="5"/>
    </w:p>
    <w:p w14:paraId="2A5703C1"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Pr>
          <w:rFonts w:cs="Arial"/>
          <w:b/>
          <w:szCs w:val="24"/>
        </w:rPr>
        <w:t>1</w:t>
      </w:r>
      <w:r w:rsidRPr="00175605">
        <w:rPr>
          <w:rFonts w:cs="Arial"/>
          <w:b/>
          <w:szCs w:val="24"/>
        </w:rPr>
        <w:t xml:space="preserve"> – </w:t>
      </w:r>
      <w:r w:rsidR="00120471">
        <w:rPr>
          <w:rFonts w:cs="Arial"/>
          <w:b/>
          <w:szCs w:val="24"/>
        </w:rPr>
        <w:t xml:space="preserve">Local Transport </w:t>
      </w:r>
      <w:r w:rsidR="00340171">
        <w:rPr>
          <w:rFonts w:cs="Arial"/>
          <w:b/>
          <w:szCs w:val="24"/>
        </w:rPr>
        <w:t xml:space="preserve">Grants </w:t>
      </w:r>
      <w:r w:rsidR="005F0819">
        <w:rPr>
          <w:rFonts w:cs="Arial"/>
          <w:b/>
          <w:szCs w:val="24"/>
        </w:rPr>
        <w:t>Contact I</w:t>
      </w:r>
      <w:r>
        <w:rPr>
          <w:rFonts w:cs="Arial"/>
          <w:b/>
          <w:szCs w:val="24"/>
        </w:rPr>
        <w:t>nformation</w:t>
      </w:r>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338"/>
        <w:gridCol w:w="6956"/>
      </w:tblGrid>
      <w:tr w:rsidR="00FA687E" w:rsidRPr="00B274A9" w14:paraId="3F7EBF28" w14:textId="77777777" w:rsidTr="009D6106">
        <w:trPr>
          <w:trHeight w:val="565"/>
          <w:jc w:val="center"/>
        </w:trPr>
        <w:tc>
          <w:tcPr>
            <w:tcW w:w="1258" w:type="pct"/>
            <w:shd w:val="clear" w:color="auto" w:fill="92CDDC" w:themeFill="accent5" w:themeFillTint="99"/>
            <w:vAlign w:val="center"/>
          </w:tcPr>
          <w:p w14:paraId="6737C26D" w14:textId="77777777" w:rsidR="00FA687E" w:rsidRPr="00D91C2C" w:rsidRDefault="00FA687E" w:rsidP="00D53E07">
            <w:pPr>
              <w:widowControl w:val="0"/>
              <w:rPr>
                <w:rFonts w:ascii="Arial" w:hAnsi="Arial" w:cs="Arial"/>
                <w:sz w:val="24"/>
                <w:szCs w:val="24"/>
              </w:rPr>
            </w:pPr>
            <w:r w:rsidRPr="00CD2BF0">
              <w:rPr>
                <w:rFonts w:ascii="Arial" w:hAnsi="Arial" w:cs="Arial"/>
                <w:b/>
                <w:sz w:val="24"/>
                <w:szCs w:val="24"/>
              </w:rPr>
              <w:t xml:space="preserve">Local </w:t>
            </w:r>
            <w:r>
              <w:rPr>
                <w:rFonts w:ascii="Arial" w:hAnsi="Arial" w:cs="Arial"/>
                <w:b/>
                <w:sz w:val="24"/>
                <w:szCs w:val="24"/>
              </w:rPr>
              <w:t>a</w:t>
            </w:r>
            <w:r w:rsidRPr="00CD2BF0">
              <w:rPr>
                <w:rFonts w:ascii="Arial" w:hAnsi="Arial" w:cs="Arial"/>
                <w:b/>
                <w:sz w:val="24"/>
                <w:szCs w:val="24"/>
              </w:rPr>
              <w:t>uthority</w:t>
            </w:r>
          </w:p>
        </w:tc>
        <w:tc>
          <w:tcPr>
            <w:tcW w:w="3742" w:type="pct"/>
            <w:vAlign w:val="center"/>
          </w:tcPr>
          <w:p w14:paraId="612ABC18" w14:textId="77777777" w:rsidR="00FA687E" w:rsidRPr="00B274A9" w:rsidRDefault="00857999" w:rsidP="00D53E07">
            <w:pPr>
              <w:widowControl w:val="0"/>
              <w:rPr>
                <w:rFonts w:ascii="Arial" w:hAnsi="Arial" w:cs="Arial"/>
                <w:sz w:val="24"/>
                <w:szCs w:val="24"/>
              </w:rPr>
            </w:pPr>
            <w:r>
              <w:rPr>
                <w:rFonts w:ascii="Arial" w:hAnsi="Arial" w:cs="Arial"/>
                <w:sz w:val="24"/>
                <w:szCs w:val="24"/>
              </w:rPr>
              <w:t>Flintshire County Council</w:t>
            </w:r>
          </w:p>
        </w:tc>
      </w:tr>
      <w:tr w:rsidR="00FA687E" w:rsidRPr="00B274A9" w14:paraId="2BE30545" w14:textId="77777777" w:rsidTr="009D6106">
        <w:trPr>
          <w:jc w:val="center"/>
        </w:trPr>
        <w:tc>
          <w:tcPr>
            <w:tcW w:w="1258" w:type="pct"/>
            <w:shd w:val="clear" w:color="auto" w:fill="92CDDC" w:themeFill="accent5" w:themeFillTint="99"/>
            <w:vAlign w:val="center"/>
          </w:tcPr>
          <w:p w14:paraId="7C784495" w14:textId="77777777" w:rsidR="00340171" w:rsidRDefault="00340171" w:rsidP="00D53E07">
            <w:pPr>
              <w:widowControl w:val="0"/>
              <w:rPr>
                <w:rFonts w:ascii="Arial" w:hAnsi="Arial" w:cs="Arial"/>
                <w:b/>
                <w:sz w:val="24"/>
                <w:szCs w:val="24"/>
              </w:rPr>
            </w:pPr>
            <w:r>
              <w:rPr>
                <w:rFonts w:ascii="Arial" w:hAnsi="Arial" w:cs="Arial"/>
                <w:b/>
                <w:sz w:val="24"/>
                <w:szCs w:val="24"/>
              </w:rPr>
              <w:t xml:space="preserve">Local Transport Fund </w:t>
            </w:r>
          </w:p>
          <w:p w14:paraId="2CEC0D47" w14:textId="77777777" w:rsidR="00FA687E" w:rsidRPr="00CD2BF0" w:rsidRDefault="00FA687E" w:rsidP="00340171">
            <w:pPr>
              <w:widowControl w:val="0"/>
              <w:rPr>
                <w:rFonts w:ascii="Arial" w:hAnsi="Arial" w:cs="Arial"/>
                <w:b/>
                <w:sz w:val="24"/>
                <w:szCs w:val="24"/>
              </w:rPr>
            </w:pPr>
            <w:r>
              <w:rPr>
                <w:rFonts w:ascii="Arial" w:hAnsi="Arial" w:cs="Arial"/>
                <w:b/>
                <w:sz w:val="24"/>
                <w:szCs w:val="24"/>
              </w:rPr>
              <w:t>Lead contact</w:t>
            </w:r>
            <w:r w:rsidR="00340171" w:rsidRPr="00CD2BF0">
              <w:rPr>
                <w:rFonts w:ascii="Arial" w:hAnsi="Arial" w:cs="Arial"/>
                <w:b/>
                <w:sz w:val="24"/>
                <w:szCs w:val="24"/>
              </w:rPr>
              <w:t xml:space="preserve"> </w:t>
            </w:r>
            <w:r w:rsidR="00340171">
              <w:rPr>
                <w:rFonts w:ascii="Arial" w:hAnsi="Arial" w:cs="Arial"/>
                <w:b/>
                <w:sz w:val="24"/>
                <w:szCs w:val="24"/>
              </w:rPr>
              <w:t xml:space="preserve">name, </w:t>
            </w:r>
            <w:r w:rsidR="00340171" w:rsidRPr="00CD2BF0">
              <w:rPr>
                <w:rFonts w:ascii="Arial" w:hAnsi="Arial" w:cs="Arial"/>
                <w:b/>
                <w:sz w:val="24"/>
                <w:szCs w:val="24"/>
              </w:rPr>
              <w:t>email</w:t>
            </w:r>
            <w:r w:rsidR="00340171">
              <w:rPr>
                <w:rFonts w:ascii="Arial" w:hAnsi="Arial" w:cs="Arial"/>
                <w:b/>
                <w:sz w:val="24"/>
                <w:szCs w:val="24"/>
              </w:rPr>
              <w:t>, t</w:t>
            </w:r>
            <w:r w:rsidR="00340171" w:rsidRPr="00CD2BF0">
              <w:rPr>
                <w:rFonts w:ascii="Arial" w:hAnsi="Arial" w:cs="Arial"/>
                <w:b/>
                <w:sz w:val="24"/>
                <w:szCs w:val="24"/>
              </w:rPr>
              <w:t>elephone</w:t>
            </w:r>
          </w:p>
        </w:tc>
        <w:tc>
          <w:tcPr>
            <w:tcW w:w="3742" w:type="pct"/>
            <w:vAlign w:val="center"/>
          </w:tcPr>
          <w:p w14:paraId="76C62E16" w14:textId="77777777" w:rsidR="00FA687E" w:rsidRPr="00B274A9" w:rsidRDefault="00B25E81" w:rsidP="00D53E07">
            <w:pPr>
              <w:widowControl w:val="0"/>
              <w:rPr>
                <w:rFonts w:ascii="Arial" w:hAnsi="Arial" w:cs="Arial"/>
                <w:sz w:val="24"/>
                <w:szCs w:val="24"/>
              </w:rPr>
            </w:pPr>
            <w:r>
              <w:rPr>
                <w:rFonts w:ascii="Arial" w:hAnsi="Arial" w:cs="Arial"/>
                <w:sz w:val="24"/>
                <w:szCs w:val="24"/>
              </w:rPr>
              <w:t>N/A</w:t>
            </w:r>
          </w:p>
        </w:tc>
      </w:tr>
      <w:tr w:rsidR="00FA687E" w:rsidRPr="00B274A9" w14:paraId="698DB5A5" w14:textId="77777777" w:rsidTr="009D6106">
        <w:trPr>
          <w:trHeight w:val="682"/>
          <w:jc w:val="center"/>
        </w:trPr>
        <w:tc>
          <w:tcPr>
            <w:tcW w:w="1258" w:type="pct"/>
            <w:shd w:val="clear" w:color="auto" w:fill="92CDDC" w:themeFill="accent5" w:themeFillTint="99"/>
            <w:vAlign w:val="center"/>
          </w:tcPr>
          <w:p w14:paraId="3F4DE489" w14:textId="77777777" w:rsidR="00340171" w:rsidRPr="00340171" w:rsidRDefault="00340171" w:rsidP="00340171">
            <w:pPr>
              <w:widowControl w:val="0"/>
              <w:rPr>
                <w:rFonts w:ascii="Arial" w:hAnsi="Arial" w:cs="Arial"/>
                <w:b/>
                <w:sz w:val="24"/>
                <w:szCs w:val="24"/>
              </w:rPr>
            </w:pPr>
            <w:r w:rsidRPr="00340171">
              <w:rPr>
                <w:rFonts w:ascii="Arial" w:hAnsi="Arial" w:cs="Arial"/>
                <w:b/>
                <w:sz w:val="24"/>
                <w:szCs w:val="24"/>
              </w:rPr>
              <w:t xml:space="preserve">Local Transport </w:t>
            </w:r>
            <w:r>
              <w:rPr>
                <w:rFonts w:ascii="Arial" w:hAnsi="Arial" w:cs="Arial"/>
                <w:b/>
                <w:sz w:val="24"/>
                <w:szCs w:val="24"/>
              </w:rPr>
              <w:t xml:space="preserve">Network </w:t>
            </w:r>
            <w:r w:rsidRPr="00340171">
              <w:rPr>
                <w:rFonts w:ascii="Arial" w:hAnsi="Arial" w:cs="Arial"/>
                <w:b/>
                <w:sz w:val="24"/>
                <w:szCs w:val="24"/>
              </w:rPr>
              <w:t xml:space="preserve">Fund </w:t>
            </w:r>
          </w:p>
          <w:p w14:paraId="2A4525A7"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39C22EE4" w14:textId="77777777" w:rsidR="00FA687E" w:rsidRPr="00B274A9" w:rsidRDefault="00B25E81" w:rsidP="00D53E07">
            <w:pPr>
              <w:widowControl w:val="0"/>
              <w:rPr>
                <w:rFonts w:ascii="Arial" w:hAnsi="Arial" w:cs="Arial"/>
                <w:sz w:val="24"/>
                <w:szCs w:val="24"/>
              </w:rPr>
            </w:pPr>
            <w:r>
              <w:rPr>
                <w:rFonts w:ascii="Arial" w:hAnsi="Arial" w:cs="Arial"/>
                <w:sz w:val="24"/>
                <w:szCs w:val="24"/>
              </w:rPr>
              <w:t>N/A</w:t>
            </w:r>
          </w:p>
        </w:tc>
      </w:tr>
      <w:tr w:rsidR="005B1E07" w:rsidRPr="00B274A9" w14:paraId="49F1E352" w14:textId="77777777" w:rsidTr="009D6106">
        <w:trPr>
          <w:trHeight w:val="682"/>
          <w:jc w:val="center"/>
        </w:trPr>
        <w:tc>
          <w:tcPr>
            <w:tcW w:w="1258" w:type="pct"/>
            <w:shd w:val="clear" w:color="auto" w:fill="92CDDC" w:themeFill="accent5" w:themeFillTint="99"/>
            <w:vAlign w:val="center"/>
          </w:tcPr>
          <w:p w14:paraId="7C7E6C74" w14:textId="77777777" w:rsidR="005B1E07" w:rsidRDefault="005B1E07" w:rsidP="00340171">
            <w:pPr>
              <w:widowControl w:val="0"/>
              <w:rPr>
                <w:rFonts w:ascii="Arial" w:hAnsi="Arial" w:cs="Arial"/>
                <w:b/>
                <w:sz w:val="24"/>
                <w:szCs w:val="24"/>
              </w:rPr>
            </w:pPr>
            <w:r>
              <w:rPr>
                <w:rFonts w:ascii="Arial" w:hAnsi="Arial" w:cs="Arial"/>
                <w:b/>
                <w:sz w:val="24"/>
                <w:szCs w:val="24"/>
              </w:rPr>
              <w:t>Active Travel Fund</w:t>
            </w:r>
          </w:p>
          <w:p w14:paraId="1913A577" w14:textId="77777777" w:rsidR="005B1E07" w:rsidRPr="00340171" w:rsidRDefault="005B1E07"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21BF7B82" w14:textId="77777777" w:rsidR="005B1E07" w:rsidRPr="00B274A9" w:rsidRDefault="00B25E81" w:rsidP="00D53E07">
            <w:pPr>
              <w:widowControl w:val="0"/>
              <w:rPr>
                <w:rFonts w:ascii="Arial" w:hAnsi="Arial" w:cs="Arial"/>
                <w:sz w:val="24"/>
                <w:szCs w:val="24"/>
              </w:rPr>
            </w:pPr>
            <w:r>
              <w:rPr>
                <w:rFonts w:ascii="Arial" w:hAnsi="Arial" w:cs="Arial"/>
                <w:sz w:val="24"/>
                <w:szCs w:val="24"/>
              </w:rPr>
              <w:t>N/A</w:t>
            </w:r>
          </w:p>
        </w:tc>
      </w:tr>
      <w:tr w:rsidR="00FA687E" w:rsidRPr="00B274A9" w14:paraId="0B63FEA2" w14:textId="77777777" w:rsidTr="009D6106">
        <w:trPr>
          <w:trHeight w:val="682"/>
          <w:jc w:val="center"/>
        </w:trPr>
        <w:tc>
          <w:tcPr>
            <w:tcW w:w="1258" w:type="pct"/>
            <w:shd w:val="clear" w:color="auto" w:fill="92CDDC" w:themeFill="accent5" w:themeFillTint="99"/>
            <w:vAlign w:val="center"/>
          </w:tcPr>
          <w:p w14:paraId="5FAAAA5D" w14:textId="77777777" w:rsidR="00340171" w:rsidRPr="00340171" w:rsidRDefault="00340171" w:rsidP="00340171">
            <w:pPr>
              <w:widowControl w:val="0"/>
              <w:rPr>
                <w:rFonts w:ascii="Arial" w:hAnsi="Arial" w:cs="Arial"/>
                <w:b/>
                <w:sz w:val="24"/>
                <w:szCs w:val="24"/>
              </w:rPr>
            </w:pPr>
            <w:r>
              <w:rPr>
                <w:rFonts w:ascii="Arial" w:hAnsi="Arial" w:cs="Arial"/>
                <w:b/>
                <w:sz w:val="24"/>
                <w:szCs w:val="24"/>
              </w:rPr>
              <w:t>Safe Routes in Communities</w:t>
            </w:r>
            <w:r w:rsidRPr="00340171">
              <w:rPr>
                <w:rFonts w:ascii="Arial" w:hAnsi="Arial" w:cs="Arial"/>
                <w:b/>
                <w:sz w:val="24"/>
                <w:szCs w:val="24"/>
              </w:rPr>
              <w:t xml:space="preserve"> </w:t>
            </w:r>
          </w:p>
          <w:p w14:paraId="31568901"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FD2AF52" w14:textId="77777777" w:rsidR="00FA687E" w:rsidRDefault="00857999" w:rsidP="00D53E07">
            <w:pPr>
              <w:widowControl w:val="0"/>
              <w:rPr>
                <w:rFonts w:ascii="Arial" w:hAnsi="Arial" w:cs="Arial"/>
                <w:sz w:val="24"/>
                <w:szCs w:val="24"/>
              </w:rPr>
            </w:pPr>
            <w:r>
              <w:rPr>
                <w:rFonts w:ascii="Arial" w:hAnsi="Arial" w:cs="Arial"/>
                <w:sz w:val="24"/>
                <w:szCs w:val="24"/>
              </w:rPr>
              <w:t>Mountain Lane, Buckley</w:t>
            </w:r>
          </w:p>
          <w:p w14:paraId="75F9E9C2" w14:textId="77777777" w:rsidR="00077A14" w:rsidRDefault="00077A14" w:rsidP="00077A14">
            <w:pPr>
              <w:pStyle w:val="PlainText"/>
            </w:pPr>
            <w:r>
              <w:t>[personal information redacted]</w:t>
            </w:r>
          </w:p>
          <w:p w14:paraId="309CD354" w14:textId="678860E4" w:rsidR="00857999" w:rsidRPr="00B274A9" w:rsidRDefault="00857999" w:rsidP="00D53E07">
            <w:pPr>
              <w:widowControl w:val="0"/>
              <w:rPr>
                <w:rFonts w:ascii="Arial" w:hAnsi="Arial" w:cs="Arial"/>
                <w:sz w:val="24"/>
                <w:szCs w:val="24"/>
              </w:rPr>
            </w:pPr>
          </w:p>
        </w:tc>
      </w:tr>
      <w:tr w:rsidR="00340171" w:rsidRPr="00B274A9" w14:paraId="47FB5D39" w14:textId="77777777" w:rsidTr="009D6106">
        <w:trPr>
          <w:trHeight w:val="682"/>
          <w:jc w:val="center"/>
        </w:trPr>
        <w:tc>
          <w:tcPr>
            <w:tcW w:w="1258" w:type="pct"/>
            <w:shd w:val="clear" w:color="auto" w:fill="92CDDC" w:themeFill="accent5" w:themeFillTint="99"/>
            <w:vAlign w:val="center"/>
          </w:tcPr>
          <w:p w14:paraId="162C3A69" w14:textId="77777777" w:rsidR="00340171" w:rsidRPr="00340171" w:rsidRDefault="00340171" w:rsidP="00340171">
            <w:pPr>
              <w:widowControl w:val="0"/>
              <w:rPr>
                <w:rFonts w:ascii="Arial" w:hAnsi="Arial" w:cs="Arial"/>
                <w:b/>
                <w:sz w:val="24"/>
                <w:szCs w:val="24"/>
              </w:rPr>
            </w:pPr>
            <w:r>
              <w:rPr>
                <w:rFonts w:ascii="Arial" w:hAnsi="Arial" w:cs="Arial"/>
                <w:b/>
                <w:sz w:val="24"/>
                <w:szCs w:val="24"/>
              </w:rPr>
              <w:t>Road Safety Capital</w:t>
            </w:r>
          </w:p>
          <w:p w14:paraId="39C99268" w14:textId="77777777" w:rsidR="00340171"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05026578" w14:textId="77777777" w:rsidR="00340171" w:rsidRPr="00B274A9" w:rsidRDefault="00B25E81" w:rsidP="00D53E07">
            <w:pPr>
              <w:widowControl w:val="0"/>
              <w:rPr>
                <w:rFonts w:ascii="Arial" w:hAnsi="Arial" w:cs="Arial"/>
                <w:sz w:val="24"/>
                <w:szCs w:val="24"/>
              </w:rPr>
            </w:pPr>
            <w:r>
              <w:rPr>
                <w:rFonts w:ascii="Arial" w:hAnsi="Arial" w:cs="Arial"/>
                <w:sz w:val="24"/>
                <w:szCs w:val="24"/>
              </w:rPr>
              <w:t>N/A</w:t>
            </w:r>
          </w:p>
        </w:tc>
      </w:tr>
    </w:tbl>
    <w:p w14:paraId="11342921" w14:textId="77777777" w:rsidR="00D00BFC" w:rsidRDefault="00000000" w:rsidP="00D00BFC">
      <w:pPr>
        <w:pStyle w:val="Heading3"/>
        <w:numPr>
          <w:ilvl w:val="0"/>
          <w:numId w:val="0"/>
        </w:numPr>
        <w:ind w:left="1532"/>
      </w:pPr>
      <w:hyperlink r:id="rId15" w:history="1">
        <w:r w:rsidR="00AB5824" w:rsidRPr="002050BE">
          <w:rPr>
            <w:rStyle w:val="Hyperlink"/>
          </w:rPr>
          <w:t>https://gov.wales/docs/caecd/publications/180516-privacy-notice-en.pdf</w:t>
        </w:r>
      </w:hyperlink>
    </w:p>
    <w:p w14:paraId="191A8D2A" w14:textId="77777777" w:rsidR="00D00BFC" w:rsidRPr="00D00BFC" w:rsidRDefault="00D00BFC" w:rsidP="00D00BFC">
      <w:pPr>
        <w:pStyle w:val="Heading3"/>
        <w:numPr>
          <w:ilvl w:val="0"/>
          <w:numId w:val="0"/>
        </w:numPr>
        <w:ind w:left="1532"/>
        <w:sectPr w:rsidR="00D00BFC" w:rsidRPr="00D00BFC" w:rsidSect="005B1E07">
          <w:footerReference w:type="default" r:id="rId16"/>
          <w:pgSz w:w="11906" w:h="16838" w:code="9"/>
          <w:pgMar w:top="1701" w:right="1276" w:bottom="567" w:left="1276" w:header="720" w:footer="516" w:gutter="0"/>
          <w:cols w:space="720"/>
          <w:docGrid w:linePitch="299"/>
        </w:sectPr>
      </w:pPr>
    </w:p>
    <w:p w14:paraId="2AA64440" w14:textId="77777777" w:rsidR="0092361C" w:rsidRDefault="005F0819" w:rsidP="005F0819">
      <w:pPr>
        <w:pStyle w:val="Heading3"/>
        <w:numPr>
          <w:ilvl w:val="0"/>
          <w:numId w:val="0"/>
        </w:numPr>
        <w:tabs>
          <w:tab w:val="num" w:pos="1418"/>
          <w:tab w:val="num" w:pos="1532"/>
          <w:tab w:val="num" w:pos="2268"/>
        </w:tabs>
        <w:jc w:val="center"/>
        <w:rPr>
          <w:rFonts w:cs="Arial"/>
          <w:b/>
          <w:szCs w:val="24"/>
        </w:rPr>
      </w:pPr>
      <w:r w:rsidRPr="005F0819">
        <w:rPr>
          <w:rFonts w:cs="Arial"/>
          <w:b/>
          <w:szCs w:val="24"/>
        </w:rPr>
        <w:lastRenderedPageBreak/>
        <w:t xml:space="preserve">Table 2 – </w:t>
      </w:r>
      <w:r>
        <w:rPr>
          <w:rFonts w:cs="Arial"/>
          <w:b/>
          <w:szCs w:val="24"/>
        </w:rPr>
        <w:t xml:space="preserve">Local Transport Grants </w:t>
      </w:r>
      <w:r w:rsidRPr="005F0819">
        <w:rPr>
          <w:rFonts w:cs="Arial"/>
          <w:b/>
          <w:szCs w:val="24"/>
        </w:rPr>
        <w:t>Scheme Details</w:t>
      </w:r>
      <w:r>
        <w:rPr>
          <w:rFonts w:cs="Arial"/>
          <w:b/>
          <w:szCs w:val="24"/>
        </w:rPr>
        <w:t xml:space="preserve"> </w:t>
      </w:r>
    </w:p>
    <w:tbl>
      <w:tblPr>
        <w:tblStyle w:val="TableGrid"/>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8"/>
        <w:gridCol w:w="1383"/>
        <w:gridCol w:w="1811"/>
        <w:gridCol w:w="1371"/>
        <w:gridCol w:w="1390"/>
        <w:gridCol w:w="1559"/>
      </w:tblGrid>
      <w:tr w:rsidR="000073BB" w:rsidRPr="00AF141B" w14:paraId="1AE0F1CF" w14:textId="77777777" w:rsidTr="000073BB">
        <w:trPr>
          <w:trHeight w:val="387"/>
        </w:trPr>
        <w:tc>
          <w:tcPr>
            <w:tcW w:w="1808" w:type="dxa"/>
            <w:shd w:val="clear" w:color="auto" w:fill="92CDDC" w:themeFill="accent5" w:themeFillTint="99"/>
          </w:tcPr>
          <w:p w14:paraId="4795035F"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Grant</w:t>
            </w:r>
            <w:r w:rsidR="009E5C6F">
              <w:rPr>
                <w:rFonts w:ascii="Arial" w:hAnsi="Arial" w:cs="Arial"/>
                <w:b/>
                <w:sz w:val="24"/>
                <w:szCs w:val="24"/>
              </w:rPr>
              <w:t>*</w:t>
            </w:r>
            <w:r>
              <w:rPr>
                <w:rFonts w:ascii="Arial" w:hAnsi="Arial" w:cs="Arial"/>
                <w:b/>
                <w:sz w:val="24"/>
                <w:szCs w:val="24"/>
              </w:rPr>
              <w:t xml:space="preserve"> </w:t>
            </w:r>
          </w:p>
        </w:tc>
        <w:tc>
          <w:tcPr>
            <w:tcW w:w="7514" w:type="dxa"/>
            <w:gridSpan w:val="5"/>
          </w:tcPr>
          <w:p w14:paraId="3AAF2F39" w14:textId="77777777" w:rsidR="005B1E07" w:rsidRDefault="000073BB" w:rsidP="000073BB">
            <w:pPr>
              <w:spacing w:after="0" w:line="240" w:lineRule="auto"/>
              <w:rPr>
                <w:rFonts w:ascii="Arial" w:hAnsi="Arial" w:cs="Arial"/>
                <w:sz w:val="24"/>
                <w:szCs w:val="24"/>
              </w:rPr>
            </w:pPr>
            <w:r w:rsidRPr="00A07C37">
              <w:rPr>
                <w:rFonts w:ascii="Arial" w:hAnsi="Arial" w:cs="Arial"/>
                <w:sz w:val="24"/>
                <w:szCs w:val="24"/>
              </w:rPr>
              <w:t xml:space="preserve">Safe Routes in Communities  </w:t>
            </w:r>
            <w:r w:rsidR="009E5C6F">
              <w:rPr>
                <w:rFonts w:ascii="Arial" w:hAnsi="Arial" w:cs="Arial"/>
                <w:sz w:val="24"/>
                <w:szCs w:val="24"/>
              </w:rPr>
              <w:t xml:space="preserve"> </w:t>
            </w:r>
          </w:p>
          <w:p w14:paraId="6DB38422" w14:textId="77777777" w:rsidR="000073BB" w:rsidRPr="00A07C37" w:rsidRDefault="000073BB" w:rsidP="000073BB">
            <w:pPr>
              <w:spacing w:after="0" w:line="240" w:lineRule="auto"/>
              <w:rPr>
                <w:rFonts w:ascii="Arial" w:hAnsi="Arial" w:cs="Arial"/>
                <w:sz w:val="24"/>
                <w:szCs w:val="24"/>
              </w:rPr>
            </w:pPr>
          </w:p>
        </w:tc>
      </w:tr>
      <w:tr w:rsidR="000073BB" w:rsidRPr="00AF141B" w14:paraId="728C65C4" w14:textId="77777777" w:rsidTr="000073BB">
        <w:trPr>
          <w:trHeight w:val="406"/>
        </w:trPr>
        <w:tc>
          <w:tcPr>
            <w:tcW w:w="1808" w:type="dxa"/>
            <w:shd w:val="clear" w:color="auto" w:fill="92CDDC" w:themeFill="accent5" w:themeFillTint="99"/>
          </w:tcPr>
          <w:p w14:paraId="42A9439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Scheme Name</w:t>
            </w:r>
          </w:p>
        </w:tc>
        <w:tc>
          <w:tcPr>
            <w:tcW w:w="7514" w:type="dxa"/>
            <w:gridSpan w:val="5"/>
          </w:tcPr>
          <w:p w14:paraId="72925323" w14:textId="77777777" w:rsidR="000073BB" w:rsidRPr="00AF141B" w:rsidRDefault="00857999" w:rsidP="000073BB">
            <w:pPr>
              <w:spacing w:after="0" w:line="240" w:lineRule="auto"/>
              <w:rPr>
                <w:rFonts w:ascii="Arial" w:hAnsi="Arial" w:cs="Arial"/>
                <w:b/>
                <w:sz w:val="24"/>
                <w:szCs w:val="24"/>
              </w:rPr>
            </w:pPr>
            <w:r>
              <w:rPr>
                <w:rFonts w:ascii="Arial" w:hAnsi="Arial" w:cs="Arial"/>
                <w:b/>
                <w:sz w:val="24"/>
                <w:szCs w:val="24"/>
              </w:rPr>
              <w:t>Mountain lane, Buckley</w:t>
            </w:r>
          </w:p>
        </w:tc>
      </w:tr>
      <w:tr w:rsidR="000073BB" w:rsidRPr="00AF141B" w14:paraId="2EEC7A8C" w14:textId="77777777" w:rsidTr="000073BB">
        <w:trPr>
          <w:trHeight w:val="406"/>
        </w:trPr>
        <w:tc>
          <w:tcPr>
            <w:tcW w:w="1808" w:type="dxa"/>
            <w:tcBorders>
              <w:bottom w:val="single" w:sz="6" w:space="0" w:color="auto"/>
            </w:tcBorders>
            <w:shd w:val="clear" w:color="auto" w:fill="92CDDC" w:themeFill="accent5" w:themeFillTint="99"/>
          </w:tcPr>
          <w:p w14:paraId="0F28FA61"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Year of Completion</w:t>
            </w:r>
            <w:r w:rsidR="009E5C6F">
              <w:rPr>
                <w:rFonts w:ascii="Arial" w:hAnsi="Arial" w:cs="Arial"/>
                <w:b/>
                <w:sz w:val="24"/>
                <w:szCs w:val="24"/>
              </w:rPr>
              <w:t>*</w:t>
            </w:r>
          </w:p>
        </w:tc>
        <w:tc>
          <w:tcPr>
            <w:tcW w:w="7514" w:type="dxa"/>
            <w:gridSpan w:val="5"/>
            <w:tcBorders>
              <w:bottom w:val="single" w:sz="6" w:space="0" w:color="auto"/>
            </w:tcBorders>
          </w:tcPr>
          <w:p w14:paraId="321A1D8D" w14:textId="77777777" w:rsidR="000073BB" w:rsidRPr="00A07C37" w:rsidRDefault="00966A0B" w:rsidP="000073BB">
            <w:pPr>
              <w:spacing w:after="0" w:line="240" w:lineRule="auto"/>
              <w:rPr>
                <w:rFonts w:ascii="Arial" w:hAnsi="Arial" w:cs="Arial"/>
                <w:sz w:val="24"/>
                <w:szCs w:val="24"/>
              </w:rPr>
            </w:pPr>
            <w:r>
              <w:rPr>
                <w:rFonts w:ascii="Arial" w:hAnsi="Arial" w:cs="Arial"/>
                <w:sz w:val="24"/>
                <w:szCs w:val="24"/>
              </w:rPr>
              <w:t xml:space="preserve"> 2018-19</w:t>
            </w:r>
            <w:r w:rsidR="009E5C6F">
              <w:rPr>
                <w:rFonts w:ascii="Arial" w:hAnsi="Arial" w:cs="Arial"/>
                <w:sz w:val="24"/>
                <w:szCs w:val="24"/>
              </w:rPr>
              <w:t xml:space="preserve"> </w:t>
            </w:r>
          </w:p>
        </w:tc>
      </w:tr>
      <w:tr w:rsidR="000073BB" w:rsidRPr="00AF141B" w14:paraId="6E098552" w14:textId="77777777" w:rsidTr="000073BB">
        <w:trPr>
          <w:trHeight w:val="406"/>
        </w:trPr>
        <w:tc>
          <w:tcPr>
            <w:tcW w:w="9322" w:type="dxa"/>
            <w:gridSpan w:val="6"/>
            <w:tcBorders>
              <w:top w:val="single" w:sz="6" w:space="0" w:color="auto"/>
              <w:bottom w:val="single" w:sz="6" w:space="0" w:color="auto"/>
            </w:tcBorders>
            <w:shd w:val="clear" w:color="auto" w:fill="92CDDC" w:themeFill="accent5" w:themeFillTint="99"/>
          </w:tcPr>
          <w:p w14:paraId="41261BE9" w14:textId="77777777" w:rsidR="000073BB" w:rsidRPr="00770429" w:rsidRDefault="000073BB" w:rsidP="000073BB">
            <w:pPr>
              <w:spacing w:after="0" w:line="240" w:lineRule="auto"/>
              <w:jc w:val="center"/>
              <w:rPr>
                <w:rFonts w:ascii="Arial" w:hAnsi="Arial" w:cs="Arial"/>
                <w:b/>
                <w:sz w:val="24"/>
                <w:szCs w:val="24"/>
              </w:rPr>
            </w:pPr>
            <w:r>
              <w:rPr>
                <w:rFonts w:ascii="Arial" w:hAnsi="Arial" w:cs="Arial"/>
                <w:b/>
                <w:sz w:val="24"/>
                <w:szCs w:val="24"/>
              </w:rPr>
              <w:t>SCHEME COSTS AND FUNDING</w:t>
            </w:r>
          </w:p>
        </w:tc>
      </w:tr>
      <w:tr w:rsidR="000073BB" w:rsidRPr="00AF141B" w14:paraId="53B0FA89" w14:textId="77777777" w:rsidTr="000073BB">
        <w:trPr>
          <w:trHeight w:val="1286"/>
        </w:trPr>
        <w:tc>
          <w:tcPr>
            <w:tcW w:w="1808" w:type="dxa"/>
            <w:tcBorders>
              <w:top w:val="single" w:sz="6" w:space="0" w:color="auto"/>
            </w:tcBorders>
            <w:shd w:val="clear" w:color="auto" w:fill="B6DDE8" w:themeFill="accent5" w:themeFillTint="66"/>
          </w:tcPr>
          <w:p w14:paraId="7E4C8628" w14:textId="77777777" w:rsidR="000073BB" w:rsidRPr="00AF141B" w:rsidRDefault="000073BB" w:rsidP="00F53AA9">
            <w:pPr>
              <w:spacing w:after="0" w:line="240" w:lineRule="auto"/>
              <w:rPr>
                <w:rFonts w:ascii="Arial" w:hAnsi="Arial" w:cs="Arial"/>
                <w:b/>
                <w:sz w:val="24"/>
                <w:szCs w:val="24"/>
              </w:rPr>
            </w:pPr>
            <w:r>
              <w:rPr>
                <w:rFonts w:ascii="Arial" w:hAnsi="Arial" w:cs="Arial"/>
                <w:b/>
                <w:sz w:val="24"/>
                <w:szCs w:val="24"/>
              </w:rPr>
              <w:t>Estimated total scheme cost at design stage</w:t>
            </w:r>
          </w:p>
        </w:tc>
        <w:tc>
          <w:tcPr>
            <w:tcW w:w="1383" w:type="dxa"/>
            <w:tcBorders>
              <w:top w:val="single" w:sz="6" w:space="0" w:color="auto"/>
            </w:tcBorders>
            <w:shd w:val="clear" w:color="auto" w:fill="FFFFFF" w:themeFill="background1"/>
          </w:tcPr>
          <w:p w14:paraId="58C3B7F9" w14:textId="77777777" w:rsidR="000073BB" w:rsidRPr="0040708C" w:rsidRDefault="00857999" w:rsidP="000073BB">
            <w:pPr>
              <w:spacing w:after="0" w:line="240" w:lineRule="auto"/>
              <w:rPr>
                <w:rFonts w:ascii="Arial" w:hAnsi="Arial" w:cs="Arial"/>
                <w:sz w:val="24"/>
                <w:szCs w:val="24"/>
              </w:rPr>
            </w:pPr>
            <w:r>
              <w:rPr>
                <w:rFonts w:ascii="Arial" w:hAnsi="Arial" w:cs="Arial"/>
                <w:sz w:val="24"/>
                <w:szCs w:val="24"/>
              </w:rPr>
              <w:t>£205,000</w:t>
            </w:r>
          </w:p>
        </w:tc>
        <w:tc>
          <w:tcPr>
            <w:tcW w:w="1811" w:type="dxa"/>
            <w:tcBorders>
              <w:top w:val="single" w:sz="6" w:space="0" w:color="auto"/>
            </w:tcBorders>
            <w:shd w:val="clear" w:color="auto" w:fill="B6DDE8" w:themeFill="accent5" w:themeFillTint="66"/>
          </w:tcPr>
          <w:p w14:paraId="6775A6A5"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Actual total scheme cost at scheme completion</w:t>
            </w:r>
          </w:p>
        </w:tc>
        <w:tc>
          <w:tcPr>
            <w:tcW w:w="1371" w:type="dxa"/>
            <w:tcBorders>
              <w:top w:val="single" w:sz="6" w:space="0" w:color="auto"/>
            </w:tcBorders>
            <w:shd w:val="clear" w:color="auto" w:fill="FFFFFF" w:themeFill="background1"/>
          </w:tcPr>
          <w:p w14:paraId="2786E3F5" w14:textId="77777777" w:rsidR="000073BB" w:rsidRPr="0040708C" w:rsidRDefault="000073BB" w:rsidP="000073BB">
            <w:pPr>
              <w:spacing w:after="0" w:line="240" w:lineRule="auto"/>
              <w:rPr>
                <w:rFonts w:ascii="Arial" w:hAnsi="Arial" w:cs="Arial"/>
                <w:sz w:val="24"/>
                <w:szCs w:val="24"/>
              </w:rPr>
            </w:pPr>
          </w:p>
        </w:tc>
        <w:tc>
          <w:tcPr>
            <w:tcW w:w="1390" w:type="dxa"/>
            <w:tcBorders>
              <w:top w:val="single" w:sz="6" w:space="0" w:color="auto"/>
            </w:tcBorders>
            <w:shd w:val="clear" w:color="auto" w:fill="B6DDE8" w:themeFill="accent5" w:themeFillTint="66"/>
          </w:tcPr>
          <w:p w14:paraId="7CE3E393"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Difference</w:t>
            </w:r>
          </w:p>
        </w:tc>
        <w:tc>
          <w:tcPr>
            <w:tcW w:w="1559" w:type="dxa"/>
            <w:tcBorders>
              <w:top w:val="single" w:sz="6" w:space="0" w:color="auto"/>
            </w:tcBorders>
            <w:shd w:val="clear" w:color="auto" w:fill="FFFFFF" w:themeFill="background1"/>
          </w:tcPr>
          <w:p w14:paraId="4D9E79BC" w14:textId="77777777" w:rsidR="000073BB" w:rsidRPr="0040708C" w:rsidRDefault="000073BB" w:rsidP="000073BB">
            <w:pPr>
              <w:spacing w:after="0" w:line="240" w:lineRule="auto"/>
              <w:rPr>
                <w:rFonts w:ascii="Arial" w:hAnsi="Arial" w:cs="Arial"/>
                <w:sz w:val="24"/>
                <w:szCs w:val="24"/>
              </w:rPr>
            </w:pPr>
          </w:p>
        </w:tc>
      </w:tr>
      <w:tr w:rsidR="000073BB" w:rsidRPr="00AF141B" w14:paraId="511C433A" w14:textId="77777777" w:rsidTr="000073BB">
        <w:trPr>
          <w:trHeight w:val="357"/>
        </w:trPr>
        <w:tc>
          <w:tcPr>
            <w:tcW w:w="9322" w:type="dxa"/>
            <w:gridSpan w:val="6"/>
            <w:shd w:val="clear" w:color="auto" w:fill="B6DDE8" w:themeFill="accent5" w:themeFillTint="66"/>
          </w:tcPr>
          <w:p w14:paraId="4788406C" w14:textId="77777777" w:rsidR="000073BB" w:rsidRPr="006F2A70" w:rsidRDefault="000073BB" w:rsidP="002C4033">
            <w:pPr>
              <w:spacing w:after="0" w:line="240" w:lineRule="auto"/>
              <w:rPr>
                <w:rFonts w:ascii="Arial" w:hAnsi="Arial" w:cs="Arial"/>
                <w:sz w:val="20"/>
              </w:rPr>
            </w:pPr>
            <w:r w:rsidRPr="0040708C">
              <w:rPr>
                <w:rFonts w:ascii="Arial" w:hAnsi="Arial" w:cs="Arial"/>
                <w:b/>
                <w:sz w:val="24"/>
                <w:szCs w:val="24"/>
              </w:rPr>
              <w:t xml:space="preserve">Reasons for difference </w:t>
            </w:r>
            <w:r w:rsidR="00130DDA">
              <w:rPr>
                <w:rFonts w:ascii="Arial" w:hAnsi="Arial" w:cs="Arial"/>
                <w:b/>
                <w:sz w:val="24"/>
                <w:szCs w:val="24"/>
              </w:rPr>
              <w:t>between estimated and actual</w:t>
            </w:r>
            <w:r>
              <w:rPr>
                <w:rFonts w:ascii="Arial" w:hAnsi="Arial" w:cs="Arial"/>
                <w:b/>
                <w:sz w:val="24"/>
                <w:szCs w:val="24"/>
              </w:rPr>
              <w:t xml:space="preserve"> total scheme cost</w:t>
            </w:r>
            <w:r w:rsidR="006F2A70">
              <w:rPr>
                <w:rFonts w:ascii="Arial" w:hAnsi="Arial" w:cs="Arial"/>
                <w:b/>
                <w:sz w:val="24"/>
                <w:szCs w:val="24"/>
              </w:rPr>
              <w:t xml:space="preserve"> </w:t>
            </w:r>
          </w:p>
        </w:tc>
      </w:tr>
      <w:tr w:rsidR="000073BB" w:rsidRPr="00AF141B" w14:paraId="31B5B052" w14:textId="77777777" w:rsidTr="000073BB">
        <w:trPr>
          <w:trHeight w:val="359"/>
        </w:trPr>
        <w:tc>
          <w:tcPr>
            <w:tcW w:w="9322" w:type="dxa"/>
            <w:gridSpan w:val="6"/>
          </w:tcPr>
          <w:p w14:paraId="444BF9A9" w14:textId="77777777" w:rsidR="002E19CA" w:rsidRPr="00AF141B" w:rsidRDefault="002E19CA" w:rsidP="000073BB">
            <w:pPr>
              <w:spacing w:after="0" w:line="240" w:lineRule="auto"/>
              <w:rPr>
                <w:rFonts w:ascii="Arial" w:hAnsi="Arial" w:cs="Arial"/>
                <w:sz w:val="24"/>
                <w:szCs w:val="24"/>
              </w:rPr>
            </w:pPr>
          </w:p>
        </w:tc>
      </w:tr>
      <w:tr w:rsidR="000073BB" w:rsidRPr="00AF141B" w14:paraId="5469FDF2" w14:textId="77777777" w:rsidTr="000073BB">
        <w:trPr>
          <w:trHeight w:val="1286"/>
        </w:trPr>
        <w:tc>
          <w:tcPr>
            <w:tcW w:w="1808" w:type="dxa"/>
            <w:shd w:val="clear" w:color="auto" w:fill="B6DDE8" w:themeFill="accent5" w:themeFillTint="66"/>
          </w:tcPr>
          <w:p w14:paraId="223A1128"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funding allocated</w:t>
            </w:r>
          </w:p>
        </w:tc>
        <w:tc>
          <w:tcPr>
            <w:tcW w:w="1383" w:type="dxa"/>
            <w:shd w:val="clear" w:color="auto" w:fill="FFFFFF" w:themeFill="background1"/>
          </w:tcPr>
          <w:p w14:paraId="28B0FD6E" w14:textId="77777777" w:rsidR="000073BB" w:rsidRPr="0040708C" w:rsidRDefault="00857999" w:rsidP="000073BB">
            <w:pPr>
              <w:spacing w:after="0" w:line="240" w:lineRule="auto"/>
              <w:rPr>
                <w:rFonts w:ascii="Arial" w:hAnsi="Arial" w:cs="Arial"/>
                <w:sz w:val="24"/>
                <w:szCs w:val="24"/>
              </w:rPr>
            </w:pPr>
            <w:r>
              <w:rPr>
                <w:rFonts w:ascii="Arial" w:hAnsi="Arial" w:cs="Arial"/>
                <w:sz w:val="24"/>
                <w:szCs w:val="24"/>
              </w:rPr>
              <w:t>£205,000</w:t>
            </w:r>
          </w:p>
        </w:tc>
        <w:tc>
          <w:tcPr>
            <w:tcW w:w="1811" w:type="dxa"/>
            <w:shd w:val="clear" w:color="auto" w:fill="B6DDE8" w:themeFill="accent5" w:themeFillTint="66"/>
          </w:tcPr>
          <w:p w14:paraId="28F72CE5"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w:t>
            </w:r>
            <w:r w:rsidRPr="00AF141B">
              <w:rPr>
                <w:rFonts w:ascii="Arial" w:hAnsi="Arial" w:cs="Arial"/>
                <w:b/>
                <w:sz w:val="24"/>
                <w:szCs w:val="24"/>
              </w:rPr>
              <w:t>unding</w:t>
            </w:r>
            <w:r w:rsidR="00452F8F">
              <w:rPr>
                <w:rFonts w:ascii="Arial" w:hAnsi="Arial" w:cs="Arial"/>
                <w:b/>
                <w:sz w:val="24"/>
                <w:szCs w:val="24"/>
              </w:rPr>
              <w:t xml:space="preserve"> c</w:t>
            </w:r>
            <w:r w:rsidRPr="00AF141B">
              <w:rPr>
                <w:rFonts w:ascii="Arial" w:hAnsi="Arial" w:cs="Arial"/>
                <w:b/>
                <w:sz w:val="24"/>
                <w:szCs w:val="24"/>
              </w:rPr>
              <w:t>laimed</w:t>
            </w:r>
          </w:p>
        </w:tc>
        <w:tc>
          <w:tcPr>
            <w:tcW w:w="1371" w:type="dxa"/>
            <w:shd w:val="clear" w:color="auto" w:fill="FFFFFF" w:themeFill="background1"/>
          </w:tcPr>
          <w:p w14:paraId="2D820F0E" w14:textId="77777777" w:rsidR="000073BB" w:rsidRPr="0040708C" w:rsidRDefault="000073BB" w:rsidP="000073BB">
            <w:pPr>
              <w:spacing w:after="0" w:line="240" w:lineRule="auto"/>
              <w:rPr>
                <w:rFonts w:ascii="Arial" w:hAnsi="Arial" w:cs="Arial"/>
                <w:sz w:val="24"/>
                <w:szCs w:val="24"/>
              </w:rPr>
            </w:pPr>
          </w:p>
        </w:tc>
        <w:tc>
          <w:tcPr>
            <w:tcW w:w="1390" w:type="dxa"/>
            <w:shd w:val="clear" w:color="auto" w:fill="B6DDE8" w:themeFill="accent5" w:themeFillTint="66"/>
          </w:tcPr>
          <w:p w14:paraId="718858F6"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Difference </w:t>
            </w:r>
          </w:p>
        </w:tc>
        <w:tc>
          <w:tcPr>
            <w:tcW w:w="1559" w:type="dxa"/>
            <w:shd w:val="clear" w:color="auto" w:fill="FFFFFF" w:themeFill="background1"/>
          </w:tcPr>
          <w:p w14:paraId="16C9BD25" w14:textId="77777777" w:rsidR="000073BB" w:rsidRPr="0040708C" w:rsidRDefault="000073BB" w:rsidP="000073BB">
            <w:pPr>
              <w:spacing w:after="0" w:line="240" w:lineRule="auto"/>
              <w:rPr>
                <w:rFonts w:ascii="Arial" w:hAnsi="Arial" w:cs="Arial"/>
                <w:sz w:val="24"/>
                <w:szCs w:val="24"/>
              </w:rPr>
            </w:pPr>
          </w:p>
        </w:tc>
      </w:tr>
      <w:tr w:rsidR="000073BB" w:rsidRPr="00AF141B" w14:paraId="1166BF3E" w14:textId="77777777" w:rsidTr="000073BB">
        <w:trPr>
          <w:trHeight w:val="357"/>
        </w:trPr>
        <w:tc>
          <w:tcPr>
            <w:tcW w:w="9322" w:type="dxa"/>
            <w:gridSpan w:val="6"/>
            <w:shd w:val="clear" w:color="auto" w:fill="B6DDE8" w:themeFill="accent5" w:themeFillTint="66"/>
          </w:tcPr>
          <w:p w14:paraId="01400E06" w14:textId="77777777" w:rsidR="000073BB" w:rsidRPr="00AF141B" w:rsidRDefault="000073BB" w:rsidP="00452F8F">
            <w:pPr>
              <w:spacing w:after="0" w:line="240" w:lineRule="auto"/>
              <w:rPr>
                <w:rFonts w:ascii="Arial" w:hAnsi="Arial" w:cs="Arial"/>
                <w:sz w:val="24"/>
                <w:szCs w:val="24"/>
              </w:rPr>
            </w:pPr>
            <w:r w:rsidRPr="0040708C">
              <w:rPr>
                <w:rFonts w:ascii="Arial" w:hAnsi="Arial" w:cs="Arial"/>
                <w:b/>
                <w:sz w:val="24"/>
                <w:szCs w:val="24"/>
              </w:rPr>
              <w:t>Reasons for difference between funding allocat</w:t>
            </w:r>
            <w:r w:rsidR="00452F8F">
              <w:rPr>
                <w:rFonts w:ascii="Arial" w:hAnsi="Arial" w:cs="Arial"/>
                <w:b/>
                <w:sz w:val="24"/>
                <w:szCs w:val="24"/>
              </w:rPr>
              <w:t>ed</w:t>
            </w:r>
            <w:r w:rsidRPr="0040708C">
              <w:rPr>
                <w:rFonts w:ascii="Arial" w:hAnsi="Arial" w:cs="Arial"/>
                <w:b/>
                <w:sz w:val="24"/>
                <w:szCs w:val="24"/>
              </w:rPr>
              <w:t xml:space="preserve"> and funding claimed</w:t>
            </w:r>
          </w:p>
        </w:tc>
      </w:tr>
      <w:tr w:rsidR="000073BB" w:rsidRPr="00AF141B" w14:paraId="3EB1948A" w14:textId="77777777" w:rsidTr="000073BB">
        <w:trPr>
          <w:trHeight w:val="408"/>
        </w:trPr>
        <w:tc>
          <w:tcPr>
            <w:tcW w:w="9322" w:type="dxa"/>
            <w:gridSpan w:val="6"/>
          </w:tcPr>
          <w:p w14:paraId="2DC376CE" w14:textId="77777777" w:rsidR="002E19CA" w:rsidRPr="00AF141B" w:rsidRDefault="00B45183"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30BDC9C9" w14:textId="77777777" w:rsidTr="000073BB">
        <w:trPr>
          <w:trHeight w:val="427"/>
        </w:trPr>
        <w:tc>
          <w:tcPr>
            <w:tcW w:w="9322" w:type="dxa"/>
            <w:gridSpan w:val="6"/>
            <w:shd w:val="clear" w:color="auto" w:fill="92CDDC" w:themeFill="accent5" w:themeFillTint="99"/>
          </w:tcPr>
          <w:p w14:paraId="3D9C5035"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PLANNING AND DESIGN</w:t>
            </w:r>
            <w:r w:rsidR="00966A0B">
              <w:rPr>
                <w:rFonts w:ascii="Arial" w:hAnsi="Arial" w:cs="Arial"/>
                <w:b/>
                <w:sz w:val="24"/>
                <w:szCs w:val="24"/>
              </w:rPr>
              <w:t xml:space="preserve"> (</w:t>
            </w:r>
            <w:proofErr w:type="spellStart"/>
            <w:r w:rsidR="00966A0B">
              <w:rPr>
                <w:rFonts w:ascii="Arial" w:hAnsi="Arial" w:cs="Arial"/>
                <w:b/>
                <w:sz w:val="24"/>
                <w:szCs w:val="24"/>
              </w:rPr>
              <w:t>WelTAG</w:t>
            </w:r>
            <w:proofErr w:type="spellEnd"/>
            <w:r w:rsidR="00966A0B">
              <w:rPr>
                <w:rFonts w:ascii="Arial" w:hAnsi="Arial" w:cs="Arial"/>
                <w:b/>
                <w:sz w:val="24"/>
                <w:szCs w:val="24"/>
              </w:rPr>
              <w:t xml:space="preserve"> Stages 1 – 3)</w:t>
            </w:r>
          </w:p>
        </w:tc>
      </w:tr>
      <w:tr w:rsidR="000073BB" w:rsidRPr="00AF141B" w14:paraId="57F8E461" w14:textId="77777777" w:rsidTr="000073BB">
        <w:trPr>
          <w:trHeight w:val="370"/>
        </w:trPr>
        <w:tc>
          <w:tcPr>
            <w:tcW w:w="9322" w:type="dxa"/>
            <w:gridSpan w:val="6"/>
            <w:shd w:val="clear" w:color="auto" w:fill="B6DDE8" w:themeFill="accent5" w:themeFillTint="66"/>
          </w:tcPr>
          <w:p w14:paraId="7BF2F743"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S</w:t>
            </w:r>
            <w:r w:rsidR="00F83CB1">
              <w:rPr>
                <w:rFonts w:ascii="Arial" w:hAnsi="Arial" w:cs="Arial"/>
                <w:b/>
                <w:sz w:val="24"/>
                <w:szCs w:val="24"/>
              </w:rPr>
              <w:t>cheme objectives</w:t>
            </w:r>
          </w:p>
          <w:p w14:paraId="3304BDFA" w14:textId="77777777" w:rsidR="009E5C6F" w:rsidRPr="009E5C6F" w:rsidRDefault="009E5C6F" w:rsidP="009E5C6F">
            <w:pPr>
              <w:spacing w:after="0" w:line="240" w:lineRule="auto"/>
              <w:rPr>
                <w:rFonts w:ascii="Arial" w:hAnsi="Arial" w:cs="Arial"/>
                <w:b/>
                <w:sz w:val="20"/>
              </w:rPr>
            </w:pPr>
            <w:r>
              <w:rPr>
                <w:rFonts w:ascii="Arial" w:hAnsi="Arial" w:cs="Arial"/>
                <w:b/>
                <w:sz w:val="20"/>
              </w:rPr>
              <w:t>What was the purpose of the scheme? What problems/ opportunities was it trying to address?</w:t>
            </w:r>
          </w:p>
        </w:tc>
      </w:tr>
      <w:tr w:rsidR="000073BB" w:rsidRPr="00AF141B" w14:paraId="2E3C894A" w14:textId="77777777" w:rsidTr="000073BB">
        <w:trPr>
          <w:trHeight w:val="412"/>
        </w:trPr>
        <w:tc>
          <w:tcPr>
            <w:tcW w:w="9322" w:type="dxa"/>
            <w:gridSpan w:val="6"/>
            <w:shd w:val="clear" w:color="auto" w:fill="auto"/>
          </w:tcPr>
          <w:p w14:paraId="025E3ECD" w14:textId="77777777" w:rsidR="00091917" w:rsidRPr="00FB177D" w:rsidRDefault="00FB177D" w:rsidP="00091917">
            <w:pPr>
              <w:autoSpaceDE w:val="0"/>
              <w:autoSpaceDN w:val="0"/>
              <w:spacing w:after="0" w:line="240" w:lineRule="auto"/>
              <w:rPr>
                <w:rFonts w:ascii="Arial" w:hAnsi="Arial" w:cs="Arial"/>
                <w:sz w:val="24"/>
                <w:szCs w:val="24"/>
              </w:rPr>
            </w:pPr>
            <w:r>
              <w:rPr>
                <w:rFonts w:ascii="Arial" w:hAnsi="Arial" w:cs="Arial"/>
                <w:sz w:val="24"/>
                <w:szCs w:val="24"/>
              </w:rPr>
              <w:t xml:space="preserve">The purpose of the scheme was to </w:t>
            </w:r>
            <w:r w:rsidRPr="00091917">
              <w:rPr>
                <w:rFonts w:ascii="Arial" w:hAnsi="Arial" w:cs="Arial"/>
                <w:sz w:val="24"/>
                <w:szCs w:val="24"/>
              </w:rPr>
              <w:t>improve</w:t>
            </w:r>
            <w:r w:rsidR="00091917" w:rsidRPr="00091917">
              <w:rPr>
                <w:rFonts w:ascii="Arial" w:hAnsi="Arial" w:cs="Arial"/>
                <w:sz w:val="24"/>
                <w:szCs w:val="24"/>
              </w:rPr>
              <w:t xml:space="preserve"> routes to and from school, whilst continuing to keep the </w:t>
            </w:r>
            <w:proofErr w:type="spellStart"/>
            <w:r w:rsidR="00091917" w:rsidRPr="00091917">
              <w:rPr>
                <w:rFonts w:ascii="Arial" w:hAnsi="Arial" w:cs="Arial"/>
                <w:sz w:val="24"/>
                <w:szCs w:val="24"/>
              </w:rPr>
              <w:t>ksi’s</w:t>
            </w:r>
            <w:proofErr w:type="spellEnd"/>
            <w:r w:rsidR="00091917" w:rsidRPr="00091917">
              <w:rPr>
                <w:rFonts w:ascii="Arial" w:hAnsi="Arial" w:cs="Arial"/>
                <w:sz w:val="24"/>
                <w:szCs w:val="24"/>
              </w:rPr>
              <w:t xml:space="preserve"> to nil contributing to lowering casualty reduction of pupils and the </w:t>
            </w:r>
            <w:r>
              <w:rPr>
                <w:rFonts w:ascii="Arial" w:hAnsi="Arial" w:cs="Arial"/>
                <w:sz w:val="24"/>
                <w:szCs w:val="24"/>
              </w:rPr>
              <w:t xml:space="preserve">community utilising the facilities, </w:t>
            </w:r>
            <w:r w:rsidR="00091917" w:rsidRPr="00091917">
              <w:rPr>
                <w:rFonts w:ascii="Arial" w:hAnsi="Arial" w:cs="Arial"/>
                <w:sz w:val="24"/>
                <w:szCs w:val="24"/>
              </w:rPr>
              <w:t>it would also encourage activ</w:t>
            </w:r>
            <w:r>
              <w:rPr>
                <w:rFonts w:ascii="Arial" w:hAnsi="Arial" w:cs="Arial"/>
                <w:sz w:val="24"/>
                <w:szCs w:val="24"/>
              </w:rPr>
              <w:t>e travel for pupils, parents,</w:t>
            </w:r>
            <w:r w:rsidR="00091917" w:rsidRPr="00091917">
              <w:rPr>
                <w:rFonts w:ascii="Arial" w:hAnsi="Arial" w:cs="Arial"/>
                <w:sz w:val="24"/>
                <w:szCs w:val="24"/>
              </w:rPr>
              <w:t xml:space="preserve"> local residents</w:t>
            </w:r>
            <w:r>
              <w:rPr>
                <w:rFonts w:ascii="Arial" w:hAnsi="Arial" w:cs="Arial"/>
              </w:rPr>
              <w:t xml:space="preserve"> </w:t>
            </w:r>
            <w:r w:rsidRPr="00FB177D">
              <w:rPr>
                <w:rFonts w:ascii="Arial" w:hAnsi="Arial" w:cs="Arial"/>
                <w:sz w:val="24"/>
                <w:szCs w:val="24"/>
              </w:rPr>
              <w:t>and the community.</w:t>
            </w:r>
          </w:p>
          <w:p w14:paraId="749BDE9D" w14:textId="77777777" w:rsidR="00091917" w:rsidRPr="00FB177D" w:rsidRDefault="00091917" w:rsidP="00091917">
            <w:pPr>
              <w:autoSpaceDE w:val="0"/>
              <w:autoSpaceDN w:val="0"/>
              <w:spacing w:after="0" w:line="240" w:lineRule="auto"/>
              <w:rPr>
                <w:rFonts w:ascii="Arial" w:hAnsi="Arial" w:cs="Arial"/>
                <w:sz w:val="24"/>
                <w:szCs w:val="24"/>
              </w:rPr>
            </w:pPr>
          </w:p>
          <w:p w14:paraId="1AB82A52" w14:textId="77777777" w:rsidR="00091917" w:rsidRDefault="00091917" w:rsidP="00091917">
            <w:pPr>
              <w:autoSpaceDE w:val="0"/>
              <w:autoSpaceDN w:val="0"/>
              <w:spacing w:after="0" w:line="240" w:lineRule="auto"/>
              <w:rPr>
                <w:rFonts w:ascii="Arial" w:hAnsi="Arial" w:cs="Arial"/>
                <w:sz w:val="24"/>
                <w:szCs w:val="24"/>
              </w:rPr>
            </w:pPr>
            <w:r w:rsidRPr="00091917">
              <w:rPr>
                <w:rFonts w:ascii="Arial" w:hAnsi="Arial" w:cs="Arial"/>
                <w:sz w:val="24"/>
                <w:szCs w:val="24"/>
              </w:rPr>
              <w:t>Within recent year</w:t>
            </w:r>
            <w:r>
              <w:rPr>
                <w:rFonts w:ascii="Arial" w:hAnsi="Arial" w:cs="Arial"/>
                <w:sz w:val="24"/>
                <w:szCs w:val="24"/>
              </w:rPr>
              <w:t xml:space="preserve">s, Flintshire County </w:t>
            </w:r>
            <w:r w:rsidR="00FB177D">
              <w:rPr>
                <w:rFonts w:ascii="Arial" w:hAnsi="Arial" w:cs="Arial"/>
                <w:sz w:val="24"/>
                <w:szCs w:val="24"/>
              </w:rPr>
              <w:t xml:space="preserve">Council </w:t>
            </w:r>
            <w:r w:rsidR="00FB177D" w:rsidRPr="00091917">
              <w:rPr>
                <w:rFonts w:ascii="Arial" w:hAnsi="Arial" w:cs="Arial"/>
                <w:sz w:val="24"/>
                <w:szCs w:val="24"/>
              </w:rPr>
              <w:t>received</w:t>
            </w:r>
            <w:r w:rsidRPr="00091917">
              <w:rPr>
                <w:rFonts w:ascii="Arial" w:hAnsi="Arial" w:cs="Arial"/>
                <w:sz w:val="24"/>
                <w:szCs w:val="24"/>
              </w:rPr>
              <w:t xml:space="preserve"> a large number of concerns from residents, Pupils, Parents, Teaching staff and Local Members due to concerns of both increasing volumes and speed of traffic in the vicinity of the school. Particular concern was raised in relation to motorists ignoring the advisory speed limit of 20 mph within the immediate vicinity of the school with many residents concerned for the safety of the children who utilise this route on a daily basis. </w:t>
            </w:r>
          </w:p>
          <w:p w14:paraId="263C4AF5" w14:textId="77777777" w:rsidR="00091917" w:rsidRDefault="00091917" w:rsidP="00D0439F">
            <w:pPr>
              <w:spacing w:after="0" w:line="240" w:lineRule="auto"/>
              <w:jc w:val="both"/>
              <w:rPr>
                <w:rFonts w:ascii="Arial" w:hAnsi="Arial" w:cs="Arial"/>
                <w:sz w:val="24"/>
                <w:szCs w:val="24"/>
                <w:lang w:val="en"/>
              </w:rPr>
            </w:pPr>
          </w:p>
          <w:p w14:paraId="72145133" w14:textId="77777777" w:rsidR="00D0439F" w:rsidRDefault="00D0439F" w:rsidP="00D0439F">
            <w:pPr>
              <w:spacing w:after="0" w:line="240" w:lineRule="auto"/>
              <w:jc w:val="both"/>
              <w:rPr>
                <w:rFonts w:ascii="Arial" w:hAnsi="Arial" w:cs="Arial"/>
                <w:sz w:val="24"/>
                <w:szCs w:val="24"/>
              </w:rPr>
            </w:pPr>
            <w:r w:rsidRPr="00D0439F">
              <w:rPr>
                <w:rFonts w:ascii="Arial" w:hAnsi="Arial" w:cs="Arial"/>
                <w:sz w:val="24"/>
                <w:szCs w:val="24"/>
                <w:lang w:val="en"/>
              </w:rPr>
              <w:t>Many of the problems identified along the route relate</w:t>
            </w:r>
            <w:r>
              <w:rPr>
                <w:rFonts w:ascii="Arial" w:hAnsi="Arial" w:cs="Arial"/>
                <w:sz w:val="24"/>
                <w:szCs w:val="24"/>
                <w:lang w:val="en"/>
              </w:rPr>
              <w:t>d</w:t>
            </w:r>
            <w:r w:rsidRPr="00D0439F">
              <w:rPr>
                <w:rFonts w:ascii="Arial" w:hAnsi="Arial" w:cs="Arial"/>
                <w:sz w:val="24"/>
                <w:szCs w:val="24"/>
                <w:lang w:val="en"/>
              </w:rPr>
              <w:t xml:space="preserve"> to high levels of vehicle usage and associated congestion both within the immediate court ledge of the school as well as along a number of access routes in to the vicinity. </w:t>
            </w:r>
            <w:r w:rsidRPr="00D0439F">
              <w:rPr>
                <w:rFonts w:ascii="Arial" w:hAnsi="Arial" w:cs="Arial"/>
                <w:sz w:val="24"/>
                <w:szCs w:val="24"/>
              </w:rPr>
              <w:t xml:space="preserve">The high volume of traffic on Knowle Lane, Church Road, </w:t>
            </w:r>
            <w:proofErr w:type="spellStart"/>
            <w:r w:rsidRPr="00D0439F">
              <w:rPr>
                <w:rFonts w:ascii="Arial" w:hAnsi="Arial" w:cs="Arial"/>
                <w:sz w:val="24"/>
                <w:szCs w:val="24"/>
              </w:rPr>
              <w:t>Hawksburry</w:t>
            </w:r>
            <w:proofErr w:type="spellEnd"/>
            <w:r w:rsidRPr="00D0439F">
              <w:rPr>
                <w:rFonts w:ascii="Arial" w:hAnsi="Arial" w:cs="Arial"/>
                <w:sz w:val="24"/>
                <w:szCs w:val="24"/>
              </w:rPr>
              <w:t xml:space="preserve"> Road and </w:t>
            </w:r>
            <w:proofErr w:type="spellStart"/>
            <w:r w:rsidRPr="00D0439F">
              <w:rPr>
                <w:rFonts w:ascii="Arial" w:hAnsi="Arial" w:cs="Arial"/>
                <w:sz w:val="24"/>
                <w:szCs w:val="24"/>
              </w:rPr>
              <w:t>Linthorpe</w:t>
            </w:r>
            <w:proofErr w:type="spellEnd"/>
            <w:r w:rsidRPr="00D0439F">
              <w:rPr>
                <w:rFonts w:ascii="Arial" w:hAnsi="Arial" w:cs="Arial"/>
                <w:sz w:val="24"/>
                <w:szCs w:val="24"/>
              </w:rPr>
              <w:t xml:space="preserve"> Road particularly at the start and end of the school</w:t>
            </w:r>
            <w:r>
              <w:rPr>
                <w:rFonts w:ascii="Arial" w:hAnsi="Arial" w:cs="Arial"/>
                <w:sz w:val="24"/>
                <w:szCs w:val="24"/>
              </w:rPr>
              <w:t>.</w:t>
            </w:r>
          </w:p>
          <w:p w14:paraId="107BF436" w14:textId="77777777" w:rsidR="00D0439F" w:rsidRDefault="00D0439F" w:rsidP="00D0439F">
            <w:pPr>
              <w:spacing w:after="0" w:line="240" w:lineRule="auto"/>
              <w:jc w:val="both"/>
              <w:rPr>
                <w:rFonts w:ascii="Arial" w:hAnsi="Arial" w:cs="Arial"/>
                <w:sz w:val="24"/>
                <w:szCs w:val="24"/>
              </w:rPr>
            </w:pPr>
          </w:p>
          <w:p w14:paraId="7E5477A2" w14:textId="77777777" w:rsidR="00D0439F" w:rsidRPr="00D0439F" w:rsidRDefault="00D0439F" w:rsidP="00D0439F">
            <w:pPr>
              <w:spacing w:after="0" w:line="240" w:lineRule="auto"/>
              <w:rPr>
                <w:rFonts w:ascii="Arial" w:hAnsi="Arial" w:cs="Arial"/>
                <w:sz w:val="24"/>
                <w:szCs w:val="24"/>
              </w:rPr>
            </w:pPr>
            <w:r w:rsidRPr="00D0439F">
              <w:rPr>
                <w:rFonts w:ascii="Arial" w:hAnsi="Arial" w:cs="Arial"/>
                <w:sz w:val="24"/>
                <w:szCs w:val="24"/>
              </w:rPr>
              <w:t>Indiscriminately parked vehicles along the route combined with restricted carr</w:t>
            </w:r>
            <w:r>
              <w:rPr>
                <w:rFonts w:ascii="Arial" w:hAnsi="Arial" w:cs="Arial"/>
                <w:sz w:val="24"/>
                <w:szCs w:val="24"/>
              </w:rPr>
              <w:t xml:space="preserve">iageway width on Knowle Lane were </w:t>
            </w:r>
            <w:r w:rsidRPr="00D0439F">
              <w:rPr>
                <w:rFonts w:ascii="Arial" w:hAnsi="Arial" w:cs="Arial"/>
                <w:sz w:val="24"/>
                <w:szCs w:val="24"/>
              </w:rPr>
              <w:t xml:space="preserve"> creating congestion issues as other vehicle</w:t>
            </w:r>
            <w:r>
              <w:rPr>
                <w:rFonts w:ascii="Arial" w:hAnsi="Arial" w:cs="Arial"/>
                <w:sz w:val="24"/>
                <w:szCs w:val="24"/>
              </w:rPr>
              <w:t>s, including service buses, had</w:t>
            </w:r>
            <w:r w:rsidRPr="00D0439F">
              <w:rPr>
                <w:rFonts w:ascii="Arial" w:hAnsi="Arial" w:cs="Arial"/>
                <w:sz w:val="24"/>
                <w:szCs w:val="24"/>
              </w:rPr>
              <w:t xml:space="preserve"> to queue and negotiate oncoming vehicles before being able to </w:t>
            </w:r>
            <w:r w:rsidRPr="00D0439F">
              <w:rPr>
                <w:rFonts w:ascii="Arial" w:hAnsi="Arial" w:cs="Arial"/>
                <w:sz w:val="24"/>
                <w:szCs w:val="24"/>
              </w:rPr>
              <w:lastRenderedPageBreak/>
              <w:t>manoeuvre and pass individual obstructio</w:t>
            </w:r>
            <w:r>
              <w:rPr>
                <w:rFonts w:ascii="Arial" w:hAnsi="Arial" w:cs="Arial"/>
                <w:sz w:val="24"/>
                <w:szCs w:val="24"/>
              </w:rPr>
              <w:t>ns which in many cases, involved</w:t>
            </w:r>
            <w:r w:rsidRPr="00D0439F">
              <w:rPr>
                <w:rFonts w:ascii="Arial" w:hAnsi="Arial" w:cs="Arial"/>
                <w:sz w:val="24"/>
                <w:szCs w:val="24"/>
              </w:rPr>
              <w:t xml:space="preserve"> vehicles driving on the footway. The resulting </w:t>
            </w:r>
            <w:r>
              <w:rPr>
                <w:rFonts w:ascii="Arial" w:hAnsi="Arial" w:cs="Arial"/>
                <w:sz w:val="24"/>
                <w:szCs w:val="24"/>
              </w:rPr>
              <w:t>que of traffic regularly extended</w:t>
            </w:r>
            <w:r w:rsidRPr="00D0439F">
              <w:rPr>
                <w:rFonts w:ascii="Arial" w:hAnsi="Arial" w:cs="Arial"/>
                <w:sz w:val="24"/>
                <w:szCs w:val="24"/>
              </w:rPr>
              <w:t xml:space="preserve"> as far as the junction with Church Road to the North and Victoria Road to the South creating a hazardous environment for children accessing Mountai</w:t>
            </w:r>
            <w:r>
              <w:rPr>
                <w:rFonts w:ascii="Arial" w:hAnsi="Arial" w:cs="Arial"/>
                <w:sz w:val="24"/>
                <w:szCs w:val="24"/>
              </w:rPr>
              <w:t xml:space="preserve">n Lane Primary School. There were </w:t>
            </w:r>
            <w:r w:rsidRPr="00D0439F">
              <w:rPr>
                <w:rFonts w:ascii="Arial" w:hAnsi="Arial" w:cs="Arial"/>
                <w:sz w:val="24"/>
                <w:szCs w:val="24"/>
              </w:rPr>
              <w:t>also parked vehicles on the footways blocking a number of junctions and pr</w:t>
            </w:r>
            <w:r>
              <w:rPr>
                <w:rFonts w:ascii="Arial" w:hAnsi="Arial" w:cs="Arial"/>
                <w:sz w:val="24"/>
                <w:szCs w:val="24"/>
              </w:rPr>
              <w:t>ivate drives which again</w:t>
            </w:r>
            <w:r w:rsidRPr="00D0439F">
              <w:rPr>
                <w:rFonts w:ascii="Arial" w:hAnsi="Arial" w:cs="Arial"/>
                <w:sz w:val="24"/>
                <w:szCs w:val="24"/>
              </w:rPr>
              <w:t xml:space="preserve"> result</w:t>
            </w:r>
            <w:r>
              <w:rPr>
                <w:rFonts w:ascii="Arial" w:hAnsi="Arial" w:cs="Arial"/>
                <w:sz w:val="24"/>
                <w:szCs w:val="24"/>
              </w:rPr>
              <w:t xml:space="preserve">ed in </w:t>
            </w:r>
            <w:r w:rsidRPr="00D0439F">
              <w:rPr>
                <w:rFonts w:ascii="Arial" w:hAnsi="Arial" w:cs="Arial"/>
                <w:sz w:val="24"/>
                <w:szCs w:val="24"/>
              </w:rPr>
              <w:t xml:space="preserve">forcing children and parents to walk in the live carriageway.  </w:t>
            </w:r>
          </w:p>
          <w:p w14:paraId="097E6EA7" w14:textId="77777777" w:rsidR="00D0439F" w:rsidRDefault="00D0439F" w:rsidP="00D0439F">
            <w:pPr>
              <w:spacing w:after="0" w:line="240" w:lineRule="auto"/>
              <w:jc w:val="both"/>
              <w:rPr>
                <w:rFonts w:ascii="Arial" w:hAnsi="Arial" w:cs="Arial"/>
                <w:sz w:val="24"/>
                <w:szCs w:val="24"/>
              </w:rPr>
            </w:pPr>
          </w:p>
          <w:p w14:paraId="5267A641" w14:textId="77777777" w:rsidR="00D0439F" w:rsidRDefault="00D0439F" w:rsidP="00D0439F">
            <w:pPr>
              <w:spacing w:after="0" w:line="240" w:lineRule="auto"/>
              <w:jc w:val="both"/>
              <w:rPr>
                <w:rFonts w:ascii="Arial" w:hAnsi="Arial" w:cs="Arial"/>
                <w:sz w:val="24"/>
                <w:szCs w:val="24"/>
              </w:rPr>
            </w:pPr>
            <w:r w:rsidRPr="00D0439F">
              <w:rPr>
                <w:rFonts w:ascii="Arial" w:hAnsi="Arial" w:cs="Arial"/>
                <w:sz w:val="24"/>
                <w:szCs w:val="24"/>
              </w:rPr>
              <w:t>The absence of a zebra crossing or other means to support pupils when crossing Knowle La</w:t>
            </w:r>
            <w:r>
              <w:rPr>
                <w:rFonts w:ascii="Arial" w:hAnsi="Arial" w:cs="Arial"/>
                <w:sz w:val="24"/>
                <w:szCs w:val="24"/>
              </w:rPr>
              <w:t>ne to access the school gates was</w:t>
            </w:r>
            <w:r w:rsidRPr="00D0439F">
              <w:rPr>
                <w:rFonts w:ascii="Arial" w:hAnsi="Arial" w:cs="Arial"/>
                <w:sz w:val="24"/>
                <w:szCs w:val="24"/>
              </w:rPr>
              <w:t xml:space="preserve"> of particular concern with many Children forced to ‘weave’ amongst queuing traffic and parked vehicles. </w:t>
            </w:r>
          </w:p>
          <w:p w14:paraId="6D61DE2F" w14:textId="77777777" w:rsidR="00D0439F" w:rsidRDefault="00D0439F" w:rsidP="00D0439F">
            <w:pPr>
              <w:spacing w:after="0" w:line="240" w:lineRule="auto"/>
              <w:jc w:val="both"/>
              <w:rPr>
                <w:rFonts w:ascii="Arial" w:hAnsi="Arial" w:cs="Arial"/>
                <w:sz w:val="24"/>
                <w:szCs w:val="24"/>
              </w:rPr>
            </w:pPr>
          </w:p>
          <w:p w14:paraId="5E95915B" w14:textId="77777777" w:rsidR="00D0439F" w:rsidRPr="00D0439F" w:rsidRDefault="00D0439F" w:rsidP="00D0439F">
            <w:pPr>
              <w:spacing w:after="0" w:line="240" w:lineRule="auto"/>
              <w:jc w:val="both"/>
              <w:textAlignment w:val="baseline"/>
              <w:rPr>
                <w:rFonts w:ascii="Arial" w:hAnsi="Arial" w:cs="Arial"/>
                <w:sz w:val="24"/>
                <w:szCs w:val="24"/>
              </w:rPr>
            </w:pPr>
            <w:r w:rsidRPr="00D0439F">
              <w:rPr>
                <w:rFonts w:ascii="Arial" w:hAnsi="Arial" w:cs="Arial"/>
                <w:sz w:val="24"/>
                <w:szCs w:val="24"/>
              </w:rPr>
              <w:t>A nearby track (known locally as The C</w:t>
            </w:r>
            <w:r>
              <w:rPr>
                <w:rFonts w:ascii="Arial" w:hAnsi="Arial" w:cs="Arial"/>
                <w:sz w:val="24"/>
                <w:szCs w:val="24"/>
              </w:rPr>
              <w:t>ommon) provided</w:t>
            </w:r>
            <w:r w:rsidRPr="00D0439F">
              <w:rPr>
                <w:rFonts w:ascii="Arial" w:hAnsi="Arial" w:cs="Arial"/>
                <w:sz w:val="24"/>
                <w:szCs w:val="24"/>
              </w:rPr>
              <w:t xml:space="preserve"> access to the West connecting Higher Common Road and surroundin</w:t>
            </w:r>
            <w:r>
              <w:rPr>
                <w:rFonts w:ascii="Arial" w:hAnsi="Arial" w:cs="Arial"/>
                <w:sz w:val="24"/>
                <w:szCs w:val="24"/>
              </w:rPr>
              <w:t>g estates. Although the track was</w:t>
            </w:r>
            <w:r w:rsidRPr="00D0439F">
              <w:rPr>
                <w:rFonts w:ascii="Arial" w:hAnsi="Arial" w:cs="Arial"/>
                <w:sz w:val="24"/>
                <w:szCs w:val="24"/>
              </w:rPr>
              <w:t xml:space="preserve"> well utilised by children both walking and cycling </w:t>
            </w:r>
            <w:r>
              <w:rPr>
                <w:rFonts w:ascii="Arial" w:hAnsi="Arial" w:cs="Arial"/>
                <w:sz w:val="24"/>
                <w:szCs w:val="24"/>
              </w:rPr>
              <w:t>to and from school, the route was</w:t>
            </w:r>
            <w:r w:rsidRPr="00D0439F">
              <w:rPr>
                <w:rFonts w:ascii="Arial" w:hAnsi="Arial" w:cs="Arial"/>
                <w:sz w:val="24"/>
                <w:szCs w:val="24"/>
              </w:rPr>
              <w:t xml:space="preserve"> of poor surface, insufficient width (under 2 metres wide) and ha</w:t>
            </w:r>
            <w:r>
              <w:rPr>
                <w:rFonts w:ascii="Arial" w:hAnsi="Arial" w:cs="Arial"/>
                <w:sz w:val="24"/>
                <w:szCs w:val="24"/>
              </w:rPr>
              <w:t>d</w:t>
            </w:r>
            <w:r w:rsidRPr="00D0439F">
              <w:rPr>
                <w:rFonts w:ascii="Arial" w:hAnsi="Arial" w:cs="Arial"/>
                <w:sz w:val="24"/>
                <w:szCs w:val="24"/>
              </w:rPr>
              <w:t xml:space="preserve"> little if any lighting provision which is of major concern during winter months. </w:t>
            </w:r>
          </w:p>
          <w:p w14:paraId="2AF639A2" w14:textId="77777777" w:rsidR="00D0439F" w:rsidRPr="00D0439F" w:rsidRDefault="00D0439F" w:rsidP="00D0439F">
            <w:pPr>
              <w:spacing w:after="0" w:line="240" w:lineRule="auto"/>
              <w:jc w:val="both"/>
              <w:rPr>
                <w:rFonts w:ascii="Arial" w:hAnsi="Arial" w:cs="Arial"/>
                <w:sz w:val="24"/>
                <w:szCs w:val="24"/>
              </w:rPr>
            </w:pPr>
          </w:p>
          <w:p w14:paraId="430DD311" w14:textId="77777777" w:rsidR="00D0439F" w:rsidRDefault="00D0439F" w:rsidP="00D0439F">
            <w:pPr>
              <w:spacing w:after="0" w:line="240" w:lineRule="auto"/>
              <w:rPr>
                <w:rFonts w:ascii="Arial" w:hAnsi="Arial" w:cs="Arial"/>
                <w:sz w:val="24"/>
                <w:szCs w:val="24"/>
              </w:rPr>
            </w:pPr>
            <w:r w:rsidRPr="005366AF">
              <w:rPr>
                <w:rFonts w:ascii="Arial" w:hAnsi="Arial" w:cs="Arial"/>
                <w:sz w:val="24"/>
                <w:szCs w:val="24"/>
              </w:rPr>
              <w:t>Increased confidence that this scheme would greatly improve and address safety concerns and encourage children and the community to walk or cycle, therefore achieving the aim of increasing active travel.</w:t>
            </w:r>
          </w:p>
          <w:p w14:paraId="04671D81" w14:textId="77777777" w:rsidR="00D0439F" w:rsidRDefault="00D0439F" w:rsidP="00D0439F">
            <w:pPr>
              <w:spacing w:after="0" w:line="240" w:lineRule="auto"/>
              <w:jc w:val="both"/>
              <w:rPr>
                <w:rFonts w:ascii="Arial" w:hAnsi="Arial" w:cs="Arial"/>
                <w:sz w:val="24"/>
                <w:szCs w:val="24"/>
              </w:rPr>
            </w:pPr>
          </w:p>
          <w:p w14:paraId="02E387AD" w14:textId="77777777" w:rsidR="00D0439F" w:rsidRPr="00D0439F" w:rsidRDefault="00D0439F" w:rsidP="00D0439F">
            <w:pPr>
              <w:spacing w:after="0" w:line="240" w:lineRule="auto"/>
              <w:jc w:val="both"/>
              <w:rPr>
                <w:rFonts w:ascii="Arial" w:hAnsi="Arial" w:cs="Arial"/>
                <w:sz w:val="24"/>
                <w:szCs w:val="24"/>
              </w:rPr>
            </w:pPr>
            <w:r w:rsidRPr="00D0439F">
              <w:rPr>
                <w:rFonts w:ascii="Arial" w:hAnsi="Arial" w:cs="Arial"/>
                <w:sz w:val="24"/>
                <w:szCs w:val="24"/>
              </w:rPr>
              <w:t xml:space="preserve"> </w:t>
            </w:r>
          </w:p>
          <w:p w14:paraId="6DD8B8F5" w14:textId="77777777" w:rsidR="002E19CA" w:rsidRPr="00AF141B" w:rsidRDefault="002E19CA" w:rsidP="000073BB">
            <w:pPr>
              <w:spacing w:after="0" w:line="240" w:lineRule="auto"/>
              <w:rPr>
                <w:rFonts w:ascii="Arial" w:hAnsi="Arial" w:cs="Arial"/>
                <w:b/>
                <w:sz w:val="24"/>
                <w:szCs w:val="24"/>
              </w:rPr>
            </w:pPr>
          </w:p>
        </w:tc>
      </w:tr>
      <w:tr w:rsidR="00F53AA9" w:rsidRPr="00AF141B" w14:paraId="3A1715F1" w14:textId="77777777" w:rsidTr="00F53AA9">
        <w:trPr>
          <w:trHeight w:val="412"/>
        </w:trPr>
        <w:tc>
          <w:tcPr>
            <w:tcW w:w="9322" w:type="dxa"/>
            <w:gridSpan w:val="6"/>
            <w:shd w:val="clear" w:color="auto" w:fill="B6DDE8" w:themeFill="accent5" w:themeFillTint="66"/>
          </w:tcPr>
          <w:p w14:paraId="636BB738" w14:textId="77777777" w:rsidR="009E5C6F" w:rsidRDefault="009E5C6F" w:rsidP="00966A0B">
            <w:pPr>
              <w:spacing w:after="0" w:line="240" w:lineRule="auto"/>
              <w:rPr>
                <w:rFonts w:ascii="Arial" w:hAnsi="Arial" w:cs="Arial"/>
                <w:b/>
                <w:sz w:val="24"/>
                <w:szCs w:val="24"/>
              </w:rPr>
            </w:pPr>
            <w:r>
              <w:rPr>
                <w:rFonts w:ascii="Arial" w:hAnsi="Arial" w:cs="Arial"/>
                <w:b/>
                <w:sz w:val="24"/>
                <w:szCs w:val="24"/>
              </w:rPr>
              <w:lastRenderedPageBreak/>
              <w:t>Engagement</w:t>
            </w:r>
          </w:p>
          <w:p w14:paraId="3660C94B" w14:textId="77777777" w:rsidR="00F53AA9" w:rsidRPr="009E5C6F" w:rsidRDefault="00F53AA9" w:rsidP="00966A0B">
            <w:pPr>
              <w:spacing w:after="0" w:line="240" w:lineRule="auto"/>
              <w:rPr>
                <w:rFonts w:ascii="Arial" w:hAnsi="Arial" w:cs="Arial"/>
                <w:sz w:val="20"/>
              </w:rPr>
            </w:pPr>
            <w:r w:rsidRPr="009E5C6F">
              <w:rPr>
                <w:rFonts w:ascii="Arial" w:hAnsi="Arial" w:cs="Arial"/>
                <w:b/>
                <w:sz w:val="20"/>
              </w:rPr>
              <w:t xml:space="preserve">How did you </w:t>
            </w:r>
            <w:r w:rsidR="00966A0B" w:rsidRPr="009E5C6F">
              <w:rPr>
                <w:rFonts w:ascii="Arial" w:hAnsi="Arial" w:cs="Arial"/>
                <w:b/>
                <w:sz w:val="20"/>
              </w:rPr>
              <w:t>engage with stakeholders in</w:t>
            </w:r>
            <w:r w:rsidRPr="009E5C6F">
              <w:rPr>
                <w:rFonts w:ascii="Arial" w:hAnsi="Arial" w:cs="Arial"/>
                <w:b/>
                <w:sz w:val="20"/>
              </w:rPr>
              <w:t xml:space="preserve"> the planning and design of your scheme? </w:t>
            </w:r>
          </w:p>
        </w:tc>
      </w:tr>
      <w:tr w:rsidR="00F53AA9" w:rsidRPr="00AF141B" w14:paraId="57BA1A66" w14:textId="77777777" w:rsidTr="000073BB">
        <w:trPr>
          <w:trHeight w:val="412"/>
        </w:trPr>
        <w:tc>
          <w:tcPr>
            <w:tcW w:w="9322" w:type="dxa"/>
            <w:gridSpan w:val="6"/>
            <w:shd w:val="clear" w:color="auto" w:fill="auto"/>
          </w:tcPr>
          <w:p w14:paraId="22B19445" w14:textId="77777777" w:rsidR="00D0439F" w:rsidRPr="00010CB0" w:rsidRDefault="00D0439F" w:rsidP="00D0439F">
            <w:pPr>
              <w:spacing w:after="0" w:line="240" w:lineRule="auto"/>
              <w:jc w:val="both"/>
              <w:rPr>
                <w:rFonts w:ascii="Arial" w:hAnsi="Arial" w:cs="Arial"/>
                <w:sz w:val="24"/>
                <w:szCs w:val="24"/>
              </w:rPr>
            </w:pPr>
            <w:r w:rsidRPr="00010CB0">
              <w:rPr>
                <w:rFonts w:ascii="Arial" w:hAnsi="Arial" w:cs="Arial"/>
                <w:sz w:val="24"/>
                <w:szCs w:val="24"/>
              </w:rPr>
              <w:t>Flintsh</w:t>
            </w:r>
            <w:r>
              <w:rPr>
                <w:rFonts w:ascii="Arial" w:hAnsi="Arial" w:cs="Arial"/>
                <w:sz w:val="24"/>
                <w:szCs w:val="24"/>
              </w:rPr>
              <w:t>ire County Council Officers</w:t>
            </w:r>
            <w:r w:rsidRPr="00010CB0">
              <w:rPr>
                <w:rFonts w:ascii="Arial" w:hAnsi="Arial" w:cs="Arial"/>
                <w:sz w:val="24"/>
                <w:szCs w:val="24"/>
              </w:rPr>
              <w:t xml:space="preserve"> engaged with the school, pupils, residents and other key stakeholders during the scheme design, where alternative measures were considered.</w:t>
            </w:r>
            <w:r>
              <w:rPr>
                <w:rFonts w:ascii="Arial" w:hAnsi="Arial" w:cs="Arial"/>
                <w:sz w:val="24"/>
                <w:szCs w:val="24"/>
              </w:rPr>
              <w:t xml:space="preserve">  The feedback received was</w:t>
            </w:r>
            <w:r w:rsidRPr="00010CB0">
              <w:rPr>
                <w:rFonts w:ascii="Arial" w:hAnsi="Arial" w:cs="Arial"/>
                <w:sz w:val="24"/>
                <w:szCs w:val="24"/>
              </w:rPr>
              <w:t xml:space="preserve"> extremely positive from all stakeholders, and</w:t>
            </w:r>
            <w:r>
              <w:rPr>
                <w:rFonts w:ascii="Arial" w:hAnsi="Arial" w:cs="Arial"/>
                <w:sz w:val="24"/>
                <w:szCs w:val="24"/>
              </w:rPr>
              <w:t xml:space="preserve"> North Wales Police also</w:t>
            </w:r>
            <w:r w:rsidRPr="00010CB0">
              <w:rPr>
                <w:rFonts w:ascii="Arial" w:hAnsi="Arial" w:cs="Arial"/>
                <w:sz w:val="24"/>
                <w:szCs w:val="24"/>
              </w:rPr>
              <w:t xml:space="preserve"> said they support</w:t>
            </w:r>
            <w:r>
              <w:rPr>
                <w:rFonts w:ascii="Arial" w:hAnsi="Arial" w:cs="Arial"/>
                <w:sz w:val="24"/>
                <w:szCs w:val="24"/>
              </w:rPr>
              <w:t>ed</w:t>
            </w:r>
            <w:r w:rsidRPr="00010CB0">
              <w:rPr>
                <w:rFonts w:ascii="Arial" w:hAnsi="Arial" w:cs="Arial"/>
                <w:sz w:val="24"/>
                <w:szCs w:val="24"/>
              </w:rPr>
              <w:t xml:space="preserve"> the principles of the scheme.</w:t>
            </w:r>
          </w:p>
          <w:p w14:paraId="1191ED1E" w14:textId="77777777" w:rsidR="00D0439F" w:rsidRPr="005366AF" w:rsidRDefault="00D0439F" w:rsidP="00D0439F">
            <w:pPr>
              <w:autoSpaceDE w:val="0"/>
              <w:autoSpaceDN w:val="0"/>
              <w:spacing w:after="0" w:line="240" w:lineRule="auto"/>
              <w:rPr>
                <w:rFonts w:ascii="Arial" w:hAnsi="Arial" w:cs="Arial"/>
                <w:sz w:val="24"/>
                <w:szCs w:val="24"/>
              </w:rPr>
            </w:pPr>
          </w:p>
          <w:p w14:paraId="26424768" w14:textId="77777777" w:rsidR="00F53AA9" w:rsidRDefault="00F53AA9" w:rsidP="000073BB">
            <w:pPr>
              <w:spacing w:after="0" w:line="240" w:lineRule="auto"/>
              <w:rPr>
                <w:rFonts w:ascii="Arial" w:hAnsi="Arial" w:cs="Arial"/>
                <w:b/>
                <w:sz w:val="24"/>
                <w:szCs w:val="24"/>
              </w:rPr>
            </w:pPr>
          </w:p>
        </w:tc>
      </w:tr>
      <w:tr w:rsidR="000073BB" w:rsidRPr="00AF141B" w14:paraId="457AE184" w14:textId="77777777" w:rsidTr="000073BB">
        <w:trPr>
          <w:trHeight w:val="398"/>
        </w:trPr>
        <w:tc>
          <w:tcPr>
            <w:tcW w:w="9322" w:type="dxa"/>
            <w:gridSpan w:val="6"/>
            <w:shd w:val="clear" w:color="auto" w:fill="B6DDE8" w:themeFill="accent5" w:themeFillTint="66"/>
          </w:tcPr>
          <w:p w14:paraId="1993AF0C"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C</w:t>
            </w:r>
            <w:r w:rsidR="000073BB" w:rsidRPr="00AF141B">
              <w:rPr>
                <w:rFonts w:ascii="Arial" w:hAnsi="Arial" w:cs="Arial"/>
                <w:b/>
                <w:sz w:val="24"/>
                <w:szCs w:val="24"/>
              </w:rPr>
              <w:t>hanges to scheme design</w:t>
            </w:r>
          </w:p>
          <w:p w14:paraId="51AF19BA" w14:textId="77777777" w:rsidR="009E5C6F" w:rsidRPr="009E5C6F" w:rsidRDefault="009E5C6F" w:rsidP="009E5C6F">
            <w:pPr>
              <w:spacing w:after="0" w:line="240" w:lineRule="auto"/>
              <w:rPr>
                <w:rFonts w:ascii="Arial" w:hAnsi="Arial" w:cs="Arial"/>
                <w:sz w:val="20"/>
              </w:rPr>
            </w:pPr>
            <w:r w:rsidRPr="009E5C6F">
              <w:rPr>
                <w:rFonts w:ascii="Arial" w:hAnsi="Arial" w:cs="Arial"/>
                <w:b/>
                <w:sz w:val="20"/>
              </w:rPr>
              <w:t>Did you make any changes to scheme planning and design? If so, what were they?</w:t>
            </w:r>
          </w:p>
        </w:tc>
      </w:tr>
      <w:tr w:rsidR="000073BB" w:rsidRPr="00AF141B" w14:paraId="731E9C6E" w14:textId="77777777" w:rsidTr="000073BB">
        <w:trPr>
          <w:trHeight w:val="439"/>
        </w:trPr>
        <w:tc>
          <w:tcPr>
            <w:tcW w:w="9322" w:type="dxa"/>
            <w:gridSpan w:val="6"/>
          </w:tcPr>
          <w:p w14:paraId="162A62D7" w14:textId="77777777" w:rsidR="002E19CA" w:rsidRPr="00AF141B" w:rsidRDefault="003001E5" w:rsidP="00130B46">
            <w:pPr>
              <w:spacing w:after="0" w:line="240" w:lineRule="auto"/>
              <w:rPr>
                <w:rFonts w:ascii="Arial" w:hAnsi="Arial" w:cs="Arial"/>
                <w:sz w:val="24"/>
                <w:szCs w:val="24"/>
              </w:rPr>
            </w:pPr>
            <w:r>
              <w:rPr>
                <w:rFonts w:ascii="Arial" w:hAnsi="Arial" w:cs="Arial"/>
                <w:sz w:val="24"/>
                <w:szCs w:val="24"/>
              </w:rPr>
              <w:t>N/A</w:t>
            </w:r>
          </w:p>
        </w:tc>
      </w:tr>
      <w:tr w:rsidR="000073BB" w:rsidRPr="00AF141B" w14:paraId="71DFAD4C" w14:textId="77777777" w:rsidTr="000073BB">
        <w:trPr>
          <w:trHeight w:val="447"/>
        </w:trPr>
        <w:tc>
          <w:tcPr>
            <w:tcW w:w="9322" w:type="dxa"/>
            <w:gridSpan w:val="6"/>
            <w:shd w:val="clear" w:color="auto" w:fill="B6DDE8" w:themeFill="accent5" w:themeFillTint="66"/>
          </w:tcPr>
          <w:p w14:paraId="78642F5A" w14:textId="77777777" w:rsidR="000073BB" w:rsidRDefault="000073BB" w:rsidP="000073BB">
            <w:pPr>
              <w:spacing w:after="0" w:line="240" w:lineRule="auto"/>
              <w:rPr>
                <w:rFonts w:ascii="Arial" w:hAnsi="Arial" w:cs="Arial"/>
                <w:b/>
                <w:sz w:val="24"/>
                <w:szCs w:val="24"/>
              </w:rPr>
            </w:pPr>
            <w:r w:rsidRPr="00AF141B">
              <w:rPr>
                <w:rFonts w:ascii="Arial" w:hAnsi="Arial" w:cs="Arial"/>
                <w:b/>
                <w:sz w:val="24"/>
                <w:szCs w:val="24"/>
              </w:rPr>
              <w:t>Reason</w:t>
            </w:r>
            <w:r>
              <w:rPr>
                <w:rFonts w:ascii="Arial" w:hAnsi="Arial" w:cs="Arial"/>
                <w:b/>
                <w:sz w:val="24"/>
                <w:szCs w:val="24"/>
              </w:rPr>
              <w:t>s</w:t>
            </w:r>
            <w:r w:rsidRPr="00AF141B">
              <w:rPr>
                <w:rFonts w:ascii="Arial" w:hAnsi="Arial" w:cs="Arial"/>
                <w:b/>
                <w:sz w:val="24"/>
                <w:szCs w:val="24"/>
              </w:rPr>
              <w:t xml:space="preserve"> for change</w:t>
            </w:r>
          </w:p>
          <w:p w14:paraId="36799897" w14:textId="77777777" w:rsidR="00B238EB" w:rsidRPr="00B238EB" w:rsidRDefault="00B238EB" w:rsidP="000073BB">
            <w:pPr>
              <w:spacing w:after="0" w:line="240" w:lineRule="auto"/>
              <w:rPr>
                <w:rFonts w:ascii="Arial" w:hAnsi="Arial" w:cs="Arial"/>
                <w:sz w:val="20"/>
              </w:rPr>
            </w:pPr>
            <w:r>
              <w:rPr>
                <w:rFonts w:ascii="Arial" w:hAnsi="Arial" w:cs="Arial"/>
                <w:b/>
                <w:sz w:val="20"/>
              </w:rPr>
              <w:t>If you changed the design what were the reasons?</w:t>
            </w:r>
          </w:p>
        </w:tc>
      </w:tr>
      <w:tr w:rsidR="000073BB" w:rsidRPr="00AF141B" w14:paraId="066BFA39" w14:textId="77777777" w:rsidTr="000073BB">
        <w:trPr>
          <w:trHeight w:val="447"/>
        </w:trPr>
        <w:tc>
          <w:tcPr>
            <w:tcW w:w="9322" w:type="dxa"/>
            <w:gridSpan w:val="6"/>
          </w:tcPr>
          <w:p w14:paraId="2D0831A6" w14:textId="77777777" w:rsidR="002E19CA" w:rsidRDefault="003001E5" w:rsidP="000073BB">
            <w:pPr>
              <w:spacing w:after="0" w:line="240" w:lineRule="auto"/>
              <w:rPr>
                <w:rFonts w:ascii="Arial" w:hAnsi="Arial" w:cs="Arial"/>
                <w:b/>
                <w:sz w:val="24"/>
                <w:szCs w:val="24"/>
              </w:rPr>
            </w:pPr>
            <w:r>
              <w:rPr>
                <w:rFonts w:ascii="Arial" w:hAnsi="Arial" w:cs="Arial"/>
                <w:sz w:val="24"/>
                <w:szCs w:val="24"/>
              </w:rPr>
              <w:t>N/A</w:t>
            </w:r>
          </w:p>
          <w:p w14:paraId="2E657CA8" w14:textId="77777777" w:rsidR="00B238EB" w:rsidRPr="00AF141B" w:rsidRDefault="00B238EB" w:rsidP="000073BB">
            <w:pPr>
              <w:spacing w:after="0" w:line="240" w:lineRule="auto"/>
              <w:rPr>
                <w:rFonts w:ascii="Arial" w:hAnsi="Arial" w:cs="Arial"/>
                <w:b/>
                <w:sz w:val="24"/>
                <w:szCs w:val="24"/>
              </w:rPr>
            </w:pPr>
          </w:p>
        </w:tc>
      </w:tr>
      <w:tr w:rsidR="000073BB" w:rsidRPr="00AF141B" w14:paraId="29C1BF3F" w14:textId="77777777" w:rsidTr="000073BB">
        <w:trPr>
          <w:trHeight w:val="427"/>
        </w:trPr>
        <w:tc>
          <w:tcPr>
            <w:tcW w:w="9322" w:type="dxa"/>
            <w:gridSpan w:val="6"/>
            <w:shd w:val="clear" w:color="auto" w:fill="B6DDE8" w:themeFill="accent5" w:themeFillTint="66"/>
          </w:tcPr>
          <w:p w14:paraId="776B113B" w14:textId="77777777" w:rsidR="000073BB" w:rsidRDefault="000073BB" w:rsidP="00F83CB1">
            <w:pPr>
              <w:spacing w:after="0" w:line="240" w:lineRule="auto"/>
              <w:rPr>
                <w:rFonts w:ascii="Arial" w:hAnsi="Arial" w:cs="Arial"/>
                <w:i/>
                <w:sz w:val="20"/>
              </w:rPr>
            </w:pPr>
            <w:r w:rsidRPr="00AF141B">
              <w:rPr>
                <w:rFonts w:ascii="Arial" w:hAnsi="Arial" w:cs="Arial"/>
                <w:b/>
                <w:sz w:val="24"/>
                <w:szCs w:val="24"/>
              </w:rPr>
              <w:t xml:space="preserve">Impact </w:t>
            </w:r>
            <w:r>
              <w:rPr>
                <w:rFonts w:ascii="Arial" w:hAnsi="Arial" w:cs="Arial"/>
                <w:b/>
                <w:sz w:val="24"/>
                <w:szCs w:val="24"/>
              </w:rPr>
              <w:t>of change</w:t>
            </w:r>
            <w:r w:rsidR="00452F8F">
              <w:rPr>
                <w:rFonts w:ascii="Arial" w:hAnsi="Arial" w:cs="Arial"/>
                <w:b/>
                <w:sz w:val="24"/>
                <w:szCs w:val="24"/>
              </w:rPr>
              <w:t>s</w:t>
            </w:r>
          </w:p>
          <w:p w14:paraId="6180EAEF" w14:textId="77777777" w:rsidR="00B238EB" w:rsidRPr="00B238EB" w:rsidRDefault="00B238EB" w:rsidP="00B238EB">
            <w:pPr>
              <w:spacing w:after="0" w:line="240" w:lineRule="auto"/>
              <w:rPr>
                <w:rFonts w:ascii="Arial" w:hAnsi="Arial" w:cs="Arial"/>
                <w:b/>
                <w:sz w:val="24"/>
                <w:szCs w:val="24"/>
              </w:rPr>
            </w:pPr>
            <w:r w:rsidRPr="00B238EB">
              <w:rPr>
                <w:rFonts w:ascii="Arial" w:hAnsi="Arial" w:cs="Arial"/>
                <w:b/>
                <w:sz w:val="20"/>
              </w:rPr>
              <w:t>If you changed the design what was the impact</w:t>
            </w:r>
            <w:r>
              <w:rPr>
                <w:rFonts w:ascii="Arial" w:hAnsi="Arial" w:cs="Arial"/>
                <w:b/>
                <w:sz w:val="20"/>
              </w:rPr>
              <w:t xml:space="preserve"> </w:t>
            </w:r>
            <w:proofErr w:type="spellStart"/>
            <w:r>
              <w:rPr>
                <w:rFonts w:ascii="Arial" w:hAnsi="Arial" w:cs="Arial"/>
                <w:b/>
                <w:sz w:val="20"/>
              </w:rPr>
              <w:t>eg.</w:t>
            </w:r>
            <w:proofErr w:type="spellEnd"/>
            <w:r>
              <w:rPr>
                <w:rFonts w:ascii="Arial" w:hAnsi="Arial" w:cs="Arial"/>
                <w:b/>
                <w:sz w:val="20"/>
              </w:rPr>
              <w:t xml:space="preserve"> On costs and outcomes</w:t>
            </w:r>
            <w:r w:rsidRPr="00B238EB">
              <w:rPr>
                <w:rFonts w:ascii="Arial" w:hAnsi="Arial" w:cs="Arial"/>
                <w:b/>
                <w:sz w:val="20"/>
              </w:rPr>
              <w:t>?</w:t>
            </w:r>
          </w:p>
        </w:tc>
      </w:tr>
      <w:tr w:rsidR="000073BB" w:rsidRPr="00AF141B" w14:paraId="146B353D" w14:textId="77777777" w:rsidTr="000073BB">
        <w:trPr>
          <w:trHeight w:val="427"/>
        </w:trPr>
        <w:tc>
          <w:tcPr>
            <w:tcW w:w="9322" w:type="dxa"/>
            <w:gridSpan w:val="6"/>
          </w:tcPr>
          <w:p w14:paraId="08D2A75C" w14:textId="77777777" w:rsidR="00B238EB" w:rsidRPr="00AF141B" w:rsidRDefault="003001E5" w:rsidP="003001E5">
            <w:pPr>
              <w:spacing w:after="0" w:line="240" w:lineRule="auto"/>
              <w:rPr>
                <w:rFonts w:ascii="Arial" w:hAnsi="Arial" w:cs="Arial"/>
                <w:b/>
                <w:sz w:val="24"/>
                <w:szCs w:val="24"/>
              </w:rPr>
            </w:pPr>
            <w:r>
              <w:rPr>
                <w:rFonts w:ascii="Arial" w:hAnsi="Arial" w:cs="Arial"/>
                <w:sz w:val="24"/>
                <w:szCs w:val="24"/>
              </w:rPr>
              <w:t>N/A</w:t>
            </w:r>
          </w:p>
        </w:tc>
      </w:tr>
      <w:tr w:rsidR="000073BB" w:rsidRPr="00AF141B" w14:paraId="69FB4EFF" w14:textId="77777777" w:rsidTr="000073BB">
        <w:trPr>
          <w:trHeight w:val="360"/>
        </w:trPr>
        <w:tc>
          <w:tcPr>
            <w:tcW w:w="9322" w:type="dxa"/>
            <w:gridSpan w:val="6"/>
            <w:shd w:val="clear" w:color="auto" w:fill="B6DDE8" w:themeFill="accent5" w:themeFillTint="66"/>
          </w:tcPr>
          <w:p w14:paraId="6FE61D34"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3F91BC2C" w14:textId="77777777" w:rsidTr="000073BB">
        <w:trPr>
          <w:trHeight w:val="360"/>
        </w:trPr>
        <w:tc>
          <w:tcPr>
            <w:tcW w:w="9322" w:type="dxa"/>
            <w:gridSpan w:val="6"/>
          </w:tcPr>
          <w:p w14:paraId="69127742" w14:textId="77777777" w:rsidR="002E19CA" w:rsidRDefault="003001E5" w:rsidP="000073BB">
            <w:pPr>
              <w:spacing w:after="0" w:line="240" w:lineRule="auto"/>
              <w:rPr>
                <w:rFonts w:ascii="Arial" w:hAnsi="Arial" w:cs="Arial"/>
                <w:sz w:val="24"/>
                <w:szCs w:val="24"/>
              </w:rPr>
            </w:pPr>
            <w:r>
              <w:rPr>
                <w:rFonts w:ascii="Arial" w:hAnsi="Arial" w:cs="Arial"/>
                <w:sz w:val="24"/>
                <w:szCs w:val="24"/>
              </w:rPr>
              <w:t>N/A</w:t>
            </w:r>
          </w:p>
          <w:p w14:paraId="04760B07" w14:textId="77777777" w:rsidR="00B238EB" w:rsidRDefault="00B238EB" w:rsidP="000073BB">
            <w:pPr>
              <w:spacing w:after="0" w:line="240" w:lineRule="auto"/>
              <w:rPr>
                <w:rFonts w:ascii="Arial" w:hAnsi="Arial" w:cs="Arial"/>
                <w:sz w:val="24"/>
                <w:szCs w:val="24"/>
              </w:rPr>
            </w:pPr>
          </w:p>
        </w:tc>
      </w:tr>
      <w:tr w:rsidR="000073BB" w:rsidRPr="00AF141B" w14:paraId="189180F5" w14:textId="77777777" w:rsidTr="000073BB">
        <w:trPr>
          <w:trHeight w:val="427"/>
        </w:trPr>
        <w:tc>
          <w:tcPr>
            <w:tcW w:w="9322" w:type="dxa"/>
            <w:gridSpan w:val="6"/>
            <w:shd w:val="clear" w:color="auto" w:fill="92CDDC" w:themeFill="accent5" w:themeFillTint="99"/>
          </w:tcPr>
          <w:p w14:paraId="54ECB967"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DELIVERY</w:t>
            </w:r>
            <w:r w:rsidR="00966A0B">
              <w:rPr>
                <w:rFonts w:ascii="Arial" w:hAnsi="Arial" w:cs="Arial"/>
                <w:b/>
                <w:sz w:val="24"/>
                <w:szCs w:val="24"/>
              </w:rPr>
              <w:t xml:space="preserve"> (</w:t>
            </w:r>
            <w:proofErr w:type="spellStart"/>
            <w:r w:rsidR="00966A0B">
              <w:rPr>
                <w:rFonts w:ascii="Arial" w:hAnsi="Arial" w:cs="Arial"/>
                <w:b/>
                <w:sz w:val="24"/>
                <w:szCs w:val="24"/>
              </w:rPr>
              <w:t>WelTAG</w:t>
            </w:r>
            <w:proofErr w:type="spellEnd"/>
            <w:r w:rsidR="00966A0B">
              <w:rPr>
                <w:rFonts w:ascii="Arial" w:hAnsi="Arial" w:cs="Arial"/>
                <w:b/>
                <w:sz w:val="24"/>
                <w:szCs w:val="24"/>
              </w:rPr>
              <w:t xml:space="preserve"> Stage 4)</w:t>
            </w:r>
          </w:p>
        </w:tc>
      </w:tr>
      <w:tr w:rsidR="000073BB" w:rsidRPr="00AF141B" w14:paraId="096C4CC3" w14:textId="77777777" w:rsidTr="000073BB">
        <w:trPr>
          <w:trHeight w:val="360"/>
        </w:trPr>
        <w:tc>
          <w:tcPr>
            <w:tcW w:w="9322" w:type="dxa"/>
            <w:gridSpan w:val="6"/>
            <w:shd w:val="clear" w:color="auto" w:fill="B6DDE8" w:themeFill="accent5" w:themeFillTint="66"/>
          </w:tcPr>
          <w:p w14:paraId="210CF6FF" w14:textId="77777777" w:rsidR="000073BB" w:rsidRPr="00EA5D31" w:rsidRDefault="00130DDA" w:rsidP="000073BB">
            <w:pPr>
              <w:spacing w:after="0" w:line="240" w:lineRule="auto"/>
              <w:rPr>
                <w:rFonts w:ascii="Arial" w:hAnsi="Arial" w:cs="Arial"/>
                <w:i/>
                <w:sz w:val="20"/>
              </w:rPr>
            </w:pPr>
            <w:r>
              <w:rPr>
                <w:rFonts w:ascii="Arial" w:hAnsi="Arial" w:cs="Arial"/>
                <w:b/>
                <w:sz w:val="24"/>
                <w:szCs w:val="24"/>
              </w:rPr>
              <w:t>What outputs were delivered?</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metres of bus lane, </w:t>
            </w:r>
          </w:p>
        </w:tc>
      </w:tr>
      <w:tr w:rsidR="00130DDA" w:rsidRPr="00AF141B" w14:paraId="69B7A7C3" w14:textId="77777777" w:rsidTr="00130DDA">
        <w:trPr>
          <w:trHeight w:val="360"/>
        </w:trPr>
        <w:tc>
          <w:tcPr>
            <w:tcW w:w="9322" w:type="dxa"/>
            <w:gridSpan w:val="6"/>
            <w:shd w:val="clear" w:color="auto" w:fill="auto"/>
          </w:tcPr>
          <w:p w14:paraId="1AC98A31" w14:textId="77777777" w:rsidR="00130DDA" w:rsidRDefault="003001E5" w:rsidP="003001E5">
            <w:pPr>
              <w:pStyle w:val="ListParagraph"/>
              <w:numPr>
                <w:ilvl w:val="0"/>
                <w:numId w:val="12"/>
              </w:numPr>
              <w:spacing w:after="0" w:line="240" w:lineRule="auto"/>
              <w:rPr>
                <w:rFonts w:ascii="Arial" w:hAnsi="Arial" w:cs="Arial"/>
                <w:sz w:val="24"/>
                <w:szCs w:val="24"/>
              </w:rPr>
            </w:pPr>
            <w:r w:rsidRPr="003001E5">
              <w:rPr>
                <w:rFonts w:ascii="Arial" w:hAnsi="Arial" w:cs="Arial"/>
                <w:sz w:val="24"/>
                <w:szCs w:val="24"/>
              </w:rPr>
              <w:lastRenderedPageBreak/>
              <w:t>Implementation of a  20mph mandatory speed limit</w:t>
            </w:r>
            <w:r>
              <w:rPr>
                <w:rFonts w:ascii="Arial" w:hAnsi="Arial" w:cs="Arial"/>
                <w:sz w:val="24"/>
                <w:szCs w:val="24"/>
              </w:rPr>
              <w:t>.</w:t>
            </w:r>
          </w:p>
          <w:p w14:paraId="40C739DD" w14:textId="77777777" w:rsidR="003001E5" w:rsidRPr="003001E5" w:rsidRDefault="003001E5" w:rsidP="003001E5">
            <w:pPr>
              <w:pStyle w:val="ListParagraph"/>
              <w:numPr>
                <w:ilvl w:val="0"/>
                <w:numId w:val="12"/>
              </w:numPr>
              <w:spacing w:after="0" w:line="240" w:lineRule="auto"/>
              <w:rPr>
                <w:rFonts w:ascii="Arial" w:hAnsi="Arial" w:cs="Arial"/>
                <w:sz w:val="24"/>
                <w:szCs w:val="24"/>
              </w:rPr>
            </w:pPr>
            <w:r w:rsidRPr="00413D30">
              <w:rPr>
                <w:rFonts w:ascii="Arial" w:hAnsi="Arial" w:cs="Arial"/>
              </w:rPr>
              <w:t>Introduction of a ‘One Way’ system (except for Cyclists)</w:t>
            </w:r>
          </w:p>
          <w:p w14:paraId="3603B8BD" w14:textId="77777777" w:rsidR="003001E5" w:rsidRPr="003001E5" w:rsidRDefault="003001E5" w:rsidP="003001E5">
            <w:pPr>
              <w:pStyle w:val="ListParagraph"/>
              <w:numPr>
                <w:ilvl w:val="0"/>
                <w:numId w:val="12"/>
              </w:numPr>
              <w:spacing w:after="0" w:line="240" w:lineRule="auto"/>
              <w:rPr>
                <w:rFonts w:ascii="Arial" w:hAnsi="Arial" w:cs="Arial"/>
                <w:sz w:val="24"/>
                <w:szCs w:val="24"/>
              </w:rPr>
            </w:pPr>
            <w:r w:rsidRPr="00413D30">
              <w:rPr>
                <w:rFonts w:ascii="Arial" w:hAnsi="Arial" w:cs="Arial"/>
              </w:rPr>
              <w:t>Implementation of Cycle Friendly Traffic Calming Features at strategic intervals</w:t>
            </w:r>
          </w:p>
          <w:p w14:paraId="47D30240" w14:textId="77777777" w:rsidR="003001E5" w:rsidRPr="003001E5" w:rsidRDefault="003001E5" w:rsidP="003001E5">
            <w:pPr>
              <w:pStyle w:val="ListParagraph"/>
              <w:numPr>
                <w:ilvl w:val="0"/>
                <w:numId w:val="12"/>
              </w:numPr>
              <w:spacing w:after="0" w:line="240" w:lineRule="auto"/>
              <w:rPr>
                <w:rFonts w:ascii="Arial" w:hAnsi="Arial" w:cs="Arial"/>
                <w:sz w:val="24"/>
                <w:szCs w:val="24"/>
              </w:rPr>
            </w:pPr>
            <w:r w:rsidRPr="00413D30">
              <w:rPr>
                <w:rFonts w:ascii="Arial" w:hAnsi="Arial" w:cs="Arial"/>
              </w:rPr>
              <w:t>Zebra Crossing adjacent to the frontage of the main School building to be integrated within a proposed 8m long Raised Table.</w:t>
            </w:r>
          </w:p>
          <w:p w14:paraId="050A380E" w14:textId="77777777" w:rsidR="003001E5" w:rsidRDefault="003001E5" w:rsidP="003001E5">
            <w:pPr>
              <w:pStyle w:val="ListParagraph"/>
              <w:numPr>
                <w:ilvl w:val="0"/>
                <w:numId w:val="12"/>
              </w:numPr>
              <w:spacing w:after="0" w:line="240" w:lineRule="auto"/>
              <w:rPr>
                <w:rFonts w:ascii="Arial" w:hAnsi="Arial" w:cs="Arial"/>
                <w:sz w:val="24"/>
                <w:szCs w:val="24"/>
              </w:rPr>
            </w:pPr>
            <w:r w:rsidRPr="00413D30">
              <w:rPr>
                <w:rFonts w:ascii="Arial" w:hAnsi="Arial" w:cs="Arial"/>
                <w:sz w:val="24"/>
                <w:szCs w:val="24"/>
              </w:rPr>
              <w:t>Implementation of parking restrictions</w:t>
            </w:r>
            <w:r>
              <w:rPr>
                <w:rFonts w:ascii="Arial" w:hAnsi="Arial" w:cs="Arial"/>
                <w:sz w:val="24"/>
                <w:szCs w:val="24"/>
              </w:rPr>
              <w:t>.</w:t>
            </w:r>
          </w:p>
          <w:p w14:paraId="74152CA7" w14:textId="77777777" w:rsidR="003001E5" w:rsidRPr="002A4703" w:rsidRDefault="002A4703" w:rsidP="003001E5">
            <w:pPr>
              <w:pStyle w:val="ListParagraph"/>
              <w:numPr>
                <w:ilvl w:val="0"/>
                <w:numId w:val="12"/>
              </w:numPr>
              <w:spacing w:after="0" w:line="240" w:lineRule="auto"/>
              <w:rPr>
                <w:rFonts w:ascii="Arial" w:hAnsi="Arial" w:cs="Arial"/>
                <w:sz w:val="24"/>
                <w:szCs w:val="24"/>
              </w:rPr>
            </w:pPr>
            <w:r>
              <w:rPr>
                <w:rFonts w:ascii="Arial" w:hAnsi="Arial" w:cs="Arial"/>
              </w:rPr>
              <w:t xml:space="preserve">Implementation of a </w:t>
            </w:r>
            <w:r w:rsidRPr="00413D30">
              <w:rPr>
                <w:rFonts w:ascii="Arial" w:hAnsi="Arial" w:cs="Arial"/>
              </w:rPr>
              <w:t xml:space="preserve"> Signalised Crossing to replace the previous ineffective Zebra Crossing facility</w:t>
            </w:r>
            <w:r>
              <w:rPr>
                <w:rFonts w:ascii="Arial" w:hAnsi="Arial" w:cs="Arial"/>
              </w:rPr>
              <w:t>.</w:t>
            </w:r>
          </w:p>
          <w:p w14:paraId="6B5EEC04" w14:textId="77777777" w:rsidR="002A4703" w:rsidRPr="002A4703" w:rsidRDefault="002A4703" w:rsidP="003001E5">
            <w:pPr>
              <w:pStyle w:val="ListParagraph"/>
              <w:numPr>
                <w:ilvl w:val="0"/>
                <w:numId w:val="12"/>
              </w:numPr>
              <w:spacing w:after="0" w:line="240" w:lineRule="auto"/>
              <w:rPr>
                <w:rFonts w:ascii="Arial" w:hAnsi="Arial" w:cs="Arial"/>
                <w:sz w:val="24"/>
                <w:szCs w:val="24"/>
              </w:rPr>
            </w:pPr>
            <w:r>
              <w:rPr>
                <w:rFonts w:ascii="Arial" w:hAnsi="Arial" w:cs="Arial"/>
              </w:rPr>
              <w:t xml:space="preserve">The </w:t>
            </w:r>
            <w:r w:rsidRPr="00413D30">
              <w:rPr>
                <w:rFonts w:ascii="Arial" w:hAnsi="Arial" w:cs="Arial"/>
              </w:rPr>
              <w:t xml:space="preserve">upgrade </w:t>
            </w:r>
            <w:r>
              <w:rPr>
                <w:rFonts w:ascii="Arial" w:hAnsi="Arial" w:cs="Arial"/>
              </w:rPr>
              <w:t xml:space="preserve">of an </w:t>
            </w:r>
            <w:r w:rsidRPr="00413D30">
              <w:rPr>
                <w:rFonts w:ascii="Arial" w:hAnsi="Arial" w:cs="Arial"/>
              </w:rPr>
              <w:t>existing footpath to achieve a 3m wide Shared Use Footway / Cycleway Facility.</w:t>
            </w:r>
          </w:p>
          <w:p w14:paraId="33913E47" w14:textId="77777777" w:rsidR="002A4703" w:rsidRPr="003001E5" w:rsidRDefault="002A4703" w:rsidP="003001E5">
            <w:pPr>
              <w:pStyle w:val="ListParagraph"/>
              <w:numPr>
                <w:ilvl w:val="0"/>
                <w:numId w:val="12"/>
              </w:numPr>
              <w:spacing w:after="0" w:line="240" w:lineRule="auto"/>
              <w:rPr>
                <w:rFonts w:ascii="Arial" w:hAnsi="Arial" w:cs="Arial"/>
                <w:sz w:val="24"/>
                <w:szCs w:val="24"/>
              </w:rPr>
            </w:pPr>
            <w:r w:rsidRPr="00413D30">
              <w:rPr>
                <w:rFonts w:ascii="Arial" w:hAnsi="Arial" w:cs="Arial"/>
              </w:rPr>
              <w:t>Implementation of Quiet Street Measures</w:t>
            </w:r>
            <w:r>
              <w:rPr>
                <w:rFonts w:ascii="Arial" w:hAnsi="Arial" w:cs="Arial"/>
              </w:rPr>
              <w:t>.</w:t>
            </w:r>
          </w:p>
          <w:p w14:paraId="660F0820" w14:textId="77777777" w:rsidR="003001E5" w:rsidRPr="00AF141B" w:rsidRDefault="003001E5" w:rsidP="000073BB">
            <w:pPr>
              <w:spacing w:after="0" w:line="240" w:lineRule="auto"/>
              <w:rPr>
                <w:rFonts w:ascii="Arial" w:hAnsi="Arial" w:cs="Arial"/>
                <w:b/>
                <w:sz w:val="24"/>
                <w:szCs w:val="24"/>
              </w:rPr>
            </w:pPr>
          </w:p>
        </w:tc>
      </w:tr>
      <w:tr w:rsidR="00130DDA" w:rsidRPr="00AF141B" w14:paraId="6BB7A9EE" w14:textId="77777777" w:rsidTr="000073BB">
        <w:trPr>
          <w:trHeight w:val="360"/>
        </w:trPr>
        <w:tc>
          <w:tcPr>
            <w:tcW w:w="9322" w:type="dxa"/>
            <w:gridSpan w:val="6"/>
            <w:shd w:val="clear" w:color="auto" w:fill="B6DDE8" w:themeFill="accent5" w:themeFillTint="66"/>
          </w:tcPr>
          <w:p w14:paraId="45ABD282" w14:textId="77777777" w:rsidR="00130DDA" w:rsidRPr="00AF141B" w:rsidRDefault="00130DDA" w:rsidP="000073BB">
            <w:pPr>
              <w:spacing w:after="0" w:line="240" w:lineRule="auto"/>
              <w:rPr>
                <w:rFonts w:ascii="Arial" w:hAnsi="Arial" w:cs="Arial"/>
                <w:b/>
                <w:sz w:val="24"/>
                <w:szCs w:val="24"/>
              </w:rPr>
            </w:pPr>
            <w:r w:rsidRPr="00AF141B">
              <w:rPr>
                <w:rFonts w:ascii="Arial" w:hAnsi="Arial" w:cs="Arial"/>
                <w:b/>
                <w:sz w:val="24"/>
                <w:szCs w:val="24"/>
              </w:rPr>
              <w:t>What worked well</w:t>
            </w:r>
            <w:r>
              <w:rPr>
                <w:rFonts w:ascii="Arial" w:hAnsi="Arial" w:cs="Arial"/>
                <w:b/>
                <w:sz w:val="24"/>
                <w:szCs w:val="24"/>
              </w:rPr>
              <w:t>?</w:t>
            </w:r>
          </w:p>
        </w:tc>
      </w:tr>
      <w:tr w:rsidR="000073BB" w:rsidRPr="00AF141B" w14:paraId="7200F871" w14:textId="77777777" w:rsidTr="000073BB">
        <w:trPr>
          <w:trHeight w:val="360"/>
        </w:trPr>
        <w:tc>
          <w:tcPr>
            <w:tcW w:w="9322" w:type="dxa"/>
            <w:gridSpan w:val="6"/>
            <w:shd w:val="clear" w:color="auto" w:fill="auto"/>
          </w:tcPr>
          <w:p w14:paraId="7FFEEE18" w14:textId="77777777" w:rsidR="002E19CA" w:rsidRPr="00AF141B" w:rsidRDefault="00F1207C" w:rsidP="000073BB">
            <w:pPr>
              <w:spacing w:after="0" w:line="240" w:lineRule="auto"/>
              <w:rPr>
                <w:rFonts w:ascii="Arial" w:hAnsi="Arial" w:cs="Arial"/>
                <w:sz w:val="24"/>
                <w:szCs w:val="24"/>
              </w:rPr>
            </w:pPr>
            <w:r>
              <w:rPr>
                <w:rFonts w:ascii="Arial" w:hAnsi="Arial" w:cs="Arial"/>
                <w:sz w:val="24"/>
                <w:szCs w:val="24"/>
              </w:rPr>
              <w:t xml:space="preserve"> The 3 meter shared use facilities, Zebra Crossing and the One Way system. Also, the new improved shared facility through the common is greatly used for walking and cycling to school.</w:t>
            </w:r>
            <w:r w:rsidR="00CB6CD3">
              <w:rPr>
                <w:rFonts w:ascii="Arial" w:hAnsi="Arial" w:cs="Arial"/>
                <w:sz w:val="24"/>
                <w:szCs w:val="24"/>
              </w:rPr>
              <w:t xml:space="preserve"> . More children are walking to school and there have been no reports of near misses.</w:t>
            </w:r>
          </w:p>
        </w:tc>
      </w:tr>
      <w:tr w:rsidR="000073BB" w:rsidRPr="00AF141B" w14:paraId="244048EB" w14:textId="77777777" w:rsidTr="000073BB">
        <w:trPr>
          <w:trHeight w:val="360"/>
        </w:trPr>
        <w:tc>
          <w:tcPr>
            <w:tcW w:w="9322" w:type="dxa"/>
            <w:gridSpan w:val="6"/>
            <w:shd w:val="clear" w:color="auto" w:fill="B6DDE8" w:themeFill="accent5" w:themeFillTint="66"/>
          </w:tcPr>
          <w:p w14:paraId="2A47EC48" w14:textId="77777777" w:rsidR="000073BB" w:rsidRPr="007D5B2C" w:rsidRDefault="000073BB" w:rsidP="000073BB">
            <w:pPr>
              <w:spacing w:after="0" w:line="240" w:lineRule="auto"/>
              <w:rPr>
                <w:rFonts w:ascii="Arial" w:hAnsi="Arial" w:cs="Arial"/>
                <w:b/>
                <w:sz w:val="24"/>
                <w:szCs w:val="24"/>
              </w:rPr>
            </w:pPr>
            <w:r w:rsidRPr="00B50485">
              <w:rPr>
                <w:rFonts w:ascii="Arial" w:hAnsi="Arial" w:cs="Arial"/>
                <w:b/>
                <w:sz w:val="24"/>
                <w:szCs w:val="24"/>
              </w:rPr>
              <w:t>What worked less well?</w:t>
            </w:r>
          </w:p>
        </w:tc>
      </w:tr>
      <w:tr w:rsidR="000073BB" w:rsidRPr="00AF141B" w14:paraId="40C8C8C4" w14:textId="77777777" w:rsidTr="000073BB">
        <w:trPr>
          <w:trHeight w:val="360"/>
        </w:trPr>
        <w:tc>
          <w:tcPr>
            <w:tcW w:w="9322" w:type="dxa"/>
            <w:gridSpan w:val="6"/>
            <w:shd w:val="clear" w:color="auto" w:fill="auto"/>
          </w:tcPr>
          <w:p w14:paraId="513A3324" w14:textId="77777777" w:rsidR="002E19CA" w:rsidRPr="007D5B2C" w:rsidRDefault="00CB6CD3" w:rsidP="000073BB">
            <w:pPr>
              <w:spacing w:after="0" w:line="240" w:lineRule="auto"/>
              <w:rPr>
                <w:rFonts w:ascii="Arial" w:hAnsi="Arial" w:cs="Arial"/>
                <w:b/>
                <w:sz w:val="24"/>
                <w:szCs w:val="24"/>
              </w:rPr>
            </w:pPr>
            <w:r w:rsidRPr="001502CC">
              <w:rPr>
                <w:rFonts w:ascii="Arial" w:hAnsi="Arial" w:cs="Arial"/>
                <w:sz w:val="24"/>
                <w:szCs w:val="24"/>
              </w:rPr>
              <w:t>Time constraints associated with bid invitations and changes in the grant criteria.</w:t>
            </w:r>
          </w:p>
        </w:tc>
      </w:tr>
      <w:tr w:rsidR="00F53AA9" w:rsidRPr="00AF141B" w14:paraId="0D5F293C" w14:textId="77777777" w:rsidTr="00F53AA9">
        <w:trPr>
          <w:trHeight w:val="412"/>
        </w:trPr>
        <w:tc>
          <w:tcPr>
            <w:tcW w:w="9322" w:type="dxa"/>
            <w:gridSpan w:val="6"/>
            <w:shd w:val="clear" w:color="auto" w:fill="B6DDE8" w:themeFill="accent5" w:themeFillTint="66"/>
          </w:tcPr>
          <w:p w14:paraId="71CAD520" w14:textId="77777777" w:rsidR="00F53AA9" w:rsidRPr="00F53AA9" w:rsidRDefault="00F53AA9" w:rsidP="00966A0B">
            <w:pPr>
              <w:spacing w:after="0" w:line="240" w:lineRule="auto"/>
              <w:rPr>
                <w:rFonts w:ascii="Arial" w:hAnsi="Arial" w:cs="Arial"/>
                <w:sz w:val="20"/>
              </w:rPr>
            </w:pPr>
            <w:r>
              <w:rPr>
                <w:rFonts w:ascii="Arial" w:hAnsi="Arial" w:cs="Arial"/>
                <w:b/>
                <w:sz w:val="24"/>
                <w:szCs w:val="24"/>
              </w:rPr>
              <w:t xml:space="preserve">How did you </w:t>
            </w:r>
            <w:r w:rsidR="00966A0B">
              <w:rPr>
                <w:rFonts w:ascii="Arial" w:hAnsi="Arial" w:cs="Arial"/>
                <w:b/>
                <w:sz w:val="24"/>
                <w:szCs w:val="24"/>
              </w:rPr>
              <w:t xml:space="preserve">engage with stakeholders </w:t>
            </w:r>
            <w:r>
              <w:rPr>
                <w:rFonts w:ascii="Arial" w:hAnsi="Arial" w:cs="Arial"/>
                <w:b/>
                <w:sz w:val="24"/>
                <w:szCs w:val="24"/>
              </w:rPr>
              <w:t xml:space="preserve">in the delivery of your scheme? </w:t>
            </w:r>
          </w:p>
        </w:tc>
      </w:tr>
      <w:tr w:rsidR="00F53AA9" w:rsidRPr="00AF141B" w14:paraId="02A24873" w14:textId="77777777" w:rsidTr="00F53AA9">
        <w:trPr>
          <w:trHeight w:val="412"/>
        </w:trPr>
        <w:tc>
          <w:tcPr>
            <w:tcW w:w="9322" w:type="dxa"/>
            <w:gridSpan w:val="6"/>
            <w:shd w:val="clear" w:color="auto" w:fill="auto"/>
          </w:tcPr>
          <w:p w14:paraId="16BD98F9" w14:textId="77777777" w:rsidR="00F53AA9" w:rsidRDefault="00D11C21" w:rsidP="00F53AA9">
            <w:pPr>
              <w:spacing w:after="0" w:line="240" w:lineRule="auto"/>
              <w:rPr>
                <w:rFonts w:ascii="Arial" w:hAnsi="Arial" w:cs="Arial"/>
                <w:b/>
                <w:sz w:val="24"/>
                <w:szCs w:val="24"/>
              </w:rPr>
            </w:pPr>
            <w:r w:rsidRPr="001502CC">
              <w:rPr>
                <w:rFonts w:ascii="Arial" w:hAnsi="Arial" w:cs="Arial"/>
                <w:sz w:val="24"/>
                <w:szCs w:val="24"/>
              </w:rPr>
              <w:t>Frequent meetings and consultation events held with Local Members, town / Community Councils, Emergency Services, Local Businesses and Local residents throughout all key stages of the schemes development.</w:t>
            </w:r>
          </w:p>
        </w:tc>
      </w:tr>
      <w:tr w:rsidR="006F2A70" w:rsidRPr="00AF141B" w14:paraId="7FB52244" w14:textId="77777777" w:rsidTr="006F2A70">
        <w:trPr>
          <w:trHeight w:val="360"/>
        </w:trPr>
        <w:tc>
          <w:tcPr>
            <w:tcW w:w="9322" w:type="dxa"/>
            <w:gridSpan w:val="6"/>
            <w:shd w:val="clear" w:color="auto" w:fill="B6DDE8" w:themeFill="accent5" w:themeFillTint="66"/>
          </w:tcPr>
          <w:p w14:paraId="26C21BE7"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DURING</w:t>
            </w:r>
            <w:r w:rsidRPr="006F2A70">
              <w:rPr>
                <w:rFonts w:ascii="Arial" w:hAnsi="Arial" w:cs="Arial"/>
                <w:b/>
                <w:sz w:val="24"/>
                <w:szCs w:val="24"/>
              </w:rPr>
              <w:t xml:space="preserve"> 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w:t>
            </w:r>
            <w:r w:rsidRPr="00452F8F">
              <w:rPr>
                <w:rFonts w:ascii="Arial" w:hAnsi="Arial" w:cs="Arial"/>
                <w:i/>
                <w:sz w:val="20"/>
              </w:rPr>
              <w:t xml:space="preserve"> travel patterns</w:t>
            </w:r>
            <w:r w:rsidR="00966A0B">
              <w:rPr>
                <w:rFonts w:ascii="Arial" w:hAnsi="Arial" w:cs="Arial"/>
                <w:i/>
                <w:sz w:val="20"/>
              </w:rPr>
              <w:t>, weather events</w:t>
            </w:r>
          </w:p>
        </w:tc>
      </w:tr>
      <w:tr w:rsidR="006F2A70" w:rsidRPr="00AF141B" w14:paraId="40A35CE3" w14:textId="77777777" w:rsidTr="000073BB">
        <w:trPr>
          <w:trHeight w:val="360"/>
        </w:trPr>
        <w:tc>
          <w:tcPr>
            <w:tcW w:w="9322" w:type="dxa"/>
            <w:gridSpan w:val="6"/>
            <w:shd w:val="clear" w:color="auto" w:fill="auto"/>
          </w:tcPr>
          <w:p w14:paraId="62F08822" w14:textId="77777777" w:rsidR="002A2F1C" w:rsidRDefault="00D11C21" w:rsidP="000073BB">
            <w:pPr>
              <w:spacing w:after="0" w:line="240" w:lineRule="auto"/>
              <w:rPr>
                <w:rFonts w:ascii="Arial" w:hAnsi="Arial" w:cs="Arial"/>
                <w:b/>
                <w:sz w:val="24"/>
                <w:szCs w:val="24"/>
              </w:rPr>
            </w:pPr>
            <w:r w:rsidRPr="00277846">
              <w:rPr>
                <w:rFonts w:ascii="Arial" w:hAnsi="Arial" w:cs="Arial"/>
                <w:sz w:val="24"/>
                <w:szCs w:val="24"/>
              </w:rPr>
              <w:t>N/A</w:t>
            </w:r>
          </w:p>
        </w:tc>
      </w:tr>
      <w:tr w:rsidR="006F2A70" w:rsidRPr="00AF141B" w14:paraId="71226E68" w14:textId="77777777" w:rsidTr="006F2A70">
        <w:trPr>
          <w:trHeight w:val="360"/>
        </w:trPr>
        <w:tc>
          <w:tcPr>
            <w:tcW w:w="9322" w:type="dxa"/>
            <w:gridSpan w:val="6"/>
            <w:shd w:val="clear" w:color="auto" w:fill="B6DDE8" w:themeFill="accent5" w:themeFillTint="66"/>
          </w:tcPr>
          <w:p w14:paraId="562F56D1" w14:textId="77777777" w:rsidR="006F2A70" w:rsidRDefault="006F2A70" w:rsidP="00895AC0">
            <w:pPr>
              <w:spacing w:after="0" w:line="240" w:lineRule="auto"/>
              <w:rPr>
                <w:rFonts w:ascii="Arial" w:hAnsi="Arial" w:cs="Arial"/>
                <w:b/>
                <w:sz w:val="24"/>
                <w:szCs w:val="24"/>
              </w:rPr>
            </w:pPr>
            <w:r>
              <w:rPr>
                <w:rFonts w:ascii="Arial" w:hAnsi="Arial" w:cs="Arial"/>
                <w:b/>
                <w:sz w:val="24"/>
                <w:szCs w:val="24"/>
              </w:rPr>
              <w:t xml:space="preserve">Impact </w:t>
            </w:r>
            <w:r w:rsidR="002A2F1C">
              <w:rPr>
                <w:rFonts w:ascii="Arial" w:hAnsi="Arial" w:cs="Arial"/>
                <w:b/>
                <w:sz w:val="24"/>
                <w:szCs w:val="24"/>
              </w:rPr>
              <w:t xml:space="preserve">of </w:t>
            </w:r>
            <w:r w:rsidR="00895AC0">
              <w:rPr>
                <w:rFonts w:ascii="Arial" w:hAnsi="Arial" w:cs="Arial"/>
                <w:b/>
                <w:sz w:val="24"/>
                <w:szCs w:val="24"/>
              </w:rPr>
              <w:t xml:space="preserve">engagement and/ or </w:t>
            </w:r>
            <w:r w:rsidR="002A2F1C">
              <w:rPr>
                <w:rFonts w:ascii="Arial" w:hAnsi="Arial" w:cs="Arial"/>
                <w:b/>
                <w:sz w:val="24"/>
                <w:szCs w:val="24"/>
              </w:rPr>
              <w:t xml:space="preserve">any relevant events </w:t>
            </w:r>
            <w:r>
              <w:rPr>
                <w:rFonts w:ascii="Arial" w:hAnsi="Arial" w:cs="Arial"/>
                <w:b/>
                <w:sz w:val="24"/>
                <w:szCs w:val="24"/>
              </w:rPr>
              <w:t>on Scheme Delivery</w:t>
            </w:r>
          </w:p>
        </w:tc>
      </w:tr>
      <w:tr w:rsidR="006F2A70" w:rsidRPr="00AF141B" w14:paraId="0438F0FD" w14:textId="77777777" w:rsidTr="000073BB">
        <w:trPr>
          <w:trHeight w:val="360"/>
        </w:trPr>
        <w:tc>
          <w:tcPr>
            <w:tcW w:w="9322" w:type="dxa"/>
            <w:gridSpan w:val="6"/>
            <w:shd w:val="clear" w:color="auto" w:fill="auto"/>
          </w:tcPr>
          <w:p w14:paraId="50F28DDB" w14:textId="77777777" w:rsidR="002A2F1C" w:rsidRDefault="00D11C21" w:rsidP="000073BB">
            <w:pPr>
              <w:spacing w:after="0" w:line="240" w:lineRule="auto"/>
              <w:rPr>
                <w:rFonts w:ascii="Arial" w:hAnsi="Arial" w:cs="Arial"/>
                <w:b/>
                <w:sz w:val="24"/>
                <w:szCs w:val="24"/>
              </w:rPr>
            </w:pPr>
            <w:r w:rsidRPr="0008454E">
              <w:rPr>
                <w:rFonts w:ascii="Arial" w:hAnsi="Arial" w:cs="Arial"/>
                <w:sz w:val="24"/>
                <w:szCs w:val="24"/>
              </w:rPr>
              <w:t>Early engagements with key stakeholders was instrumental in the success of the scheme delivery given financial year deadlines.</w:t>
            </w:r>
          </w:p>
        </w:tc>
      </w:tr>
      <w:tr w:rsidR="000073BB" w:rsidRPr="00AF141B" w14:paraId="6B6EAC97" w14:textId="77777777" w:rsidTr="000073BB">
        <w:trPr>
          <w:trHeight w:val="360"/>
        </w:trPr>
        <w:tc>
          <w:tcPr>
            <w:tcW w:w="9322" w:type="dxa"/>
            <w:gridSpan w:val="6"/>
            <w:shd w:val="clear" w:color="auto" w:fill="B6DDE8" w:themeFill="accent5" w:themeFillTint="66"/>
          </w:tcPr>
          <w:p w14:paraId="1781D901"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1FF925F7" w14:textId="77777777" w:rsidTr="000073BB">
        <w:trPr>
          <w:trHeight w:val="360"/>
        </w:trPr>
        <w:tc>
          <w:tcPr>
            <w:tcW w:w="9322" w:type="dxa"/>
            <w:gridSpan w:val="6"/>
            <w:shd w:val="clear" w:color="auto" w:fill="auto"/>
          </w:tcPr>
          <w:p w14:paraId="0FE003A9" w14:textId="77777777" w:rsidR="002E19CA" w:rsidRDefault="00D11C21" w:rsidP="000073BB">
            <w:pPr>
              <w:spacing w:after="0" w:line="240" w:lineRule="auto"/>
              <w:rPr>
                <w:rFonts w:ascii="Arial" w:hAnsi="Arial" w:cs="Arial"/>
                <w:sz w:val="24"/>
                <w:szCs w:val="24"/>
              </w:rPr>
            </w:pPr>
            <w:r>
              <w:rPr>
                <w:rFonts w:ascii="Arial" w:hAnsi="Arial" w:cs="Arial"/>
                <w:sz w:val="24"/>
                <w:szCs w:val="24"/>
              </w:rPr>
              <w:t>A structured approach to communications and forward works programming has been essential with the delivery of this scheme.</w:t>
            </w:r>
          </w:p>
        </w:tc>
      </w:tr>
      <w:tr w:rsidR="000073BB" w:rsidRPr="00AF141B" w14:paraId="05905029" w14:textId="77777777" w:rsidTr="000073BB">
        <w:trPr>
          <w:trHeight w:val="427"/>
        </w:trPr>
        <w:tc>
          <w:tcPr>
            <w:tcW w:w="9322" w:type="dxa"/>
            <w:gridSpan w:val="6"/>
            <w:shd w:val="clear" w:color="auto" w:fill="92CDDC" w:themeFill="accent5" w:themeFillTint="99"/>
          </w:tcPr>
          <w:p w14:paraId="343237B8"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OUTCOMES</w:t>
            </w:r>
            <w:r w:rsidR="00966A0B">
              <w:rPr>
                <w:rFonts w:ascii="Arial" w:hAnsi="Arial" w:cs="Arial"/>
                <w:b/>
                <w:sz w:val="24"/>
                <w:szCs w:val="24"/>
              </w:rPr>
              <w:t xml:space="preserve"> (</w:t>
            </w:r>
            <w:proofErr w:type="spellStart"/>
            <w:r w:rsidR="00966A0B">
              <w:rPr>
                <w:rFonts w:ascii="Arial" w:hAnsi="Arial" w:cs="Arial"/>
                <w:b/>
                <w:sz w:val="24"/>
                <w:szCs w:val="24"/>
              </w:rPr>
              <w:t>WelTAG</w:t>
            </w:r>
            <w:proofErr w:type="spellEnd"/>
            <w:r w:rsidR="00966A0B">
              <w:rPr>
                <w:rFonts w:ascii="Arial" w:hAnsi="Arial" w:cs="Arial"/>
                <w:b/>
                <w:sz w:val="24"/>
                <w:szCs w:val="24"/>
              </w:rPr>
              <w:t xml:space="preserve"> Stage 5)</w:t>
            </w:r>
          </w:p>
        </w:tc>
      </w:tr>
      <w:tr w:rsidR="000073BB" w:rsidRPr="00AF141B" w14:paraId="54F5469B" w14:textId="77777777" w:rsidTr="000073BB">
        <w:trPr>
          <w:trHeight w:val="360"/>
        </w:trPr>
        <w:tc>
          <w:tcPr>
            <w:tcW w:w="9322" w:type="dxa"/>
            <w:gridSpan w:val="6"/>
            <w:shd w:val="clear" w:color="auto" w:fill="B6DDE8" w:themeFill="accent5" w:themeFillTint="66"/>
          </w:tcPr>
          <w:p w14:paraId="0C5FDEDC" w14:textId="77777777" w:rsidR="000073BB" w:rsidRPr="00EA5D31" w:rsidRDefault="000073BB" w:rsidP="000073BB">
            <w:pPr>
              <w:spacing w:after="0" w:line="240" w:lineRule="auto"/>
              <w:rPr>
                <w:rFonts w:ascii="Arial" w:hAnsi="Arial" w:cs="Arial"/>
                <w:i/>
                <w:sz w:val="20"/>
              </w:rPr>
            </w:pPr>
            <w:r>
              <w:rPr>
                <w:rFonts w:ascii="Arial" w:hAnsi="Arial" w:cs="Arial"/>
                <w:b/>
                <w:sz w:val="24"/>
                <w:szCs w:val="24"/>
              </w:rPr>
              <w:t>What were the anticipated outcomes?</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increase in active travel</w:t>
            </w:r>
          </w:p>
        </w:tc>
      </w:tr>
      <w:tr w:rsidR="000073BB" w:rsidRPr="00AF141B" w14:paraId="203CC4F8" w14:textId="77777777" w:rsidTr="000073BB">
        <w:trPr>
          <w:trHeight w:val="360"/>
        </w:trPr>
        <w:tc>
          <w:tcPr>
            <w:tcW w:w="9322" w:type="dxa"/>
            <w:gridSpan w:val="6"/>
            <w:shd w:val="clear" w:color="auto" w:fill="auto"/>
          </w:tcPr>
          <w:p w14:paraId="60A29A59" w14:textId="77777777" w:rsidR="00D11C21" w:rsidRPr="00A352F6" w:rsidRDefault="00D11C21" w:rsidP="00A352F6">
            <w:pPr>
              <w:pStyle w:val="ListParagraph"/>
              <w:numPr>
                <w:ilvl w:val="0"/>
                <w:numId w:val="13"/>
              </w:numPr>
              <w:rPr>
                <w:rFonts w:ascii="Arial" w:hAnsi="Arial" w:cs="Arial"/>
                <w:sz w:val="24"/>
                <w:szCs w:val="24"/>
              </w:rPr>
            </w:pPr>
            <w:r w:rsidRPr="00A352F6">
              <w:rPr>
                <w:rFonts w:ascii="Arial" w:hAnsi="Arial" w:cs="Arial"/>
                <w:sz w:val="24"/>
                <w:szCs w:val="24"/>
              </w:rPr>
              <w:t xml:space="preserve">The improvements would greatly improve both the quality and safety of routes to and from </w:t>
            </w:r>
            <w:r w:rsidR="00A352F6" w:rsidRPr="00A352F6">
              <w:rPr>
                <w:rFonts w:ascii="Arial" w:hAnsi="Arial" w:cs="Arial"/>
                <w:sz w:val="24"/>
                <w:szCs w:val="24"/>
              </w:rPr>
              <w:t>Mountain Lane</w:t>
            </w:r>
            <w:r w:rsidRPr="00A352F6">
              <w:rPr>
                <w:rFonts w:ascii="Arial" w:hAnsi="Arial" w:cs="Arial"/>
                <w:sz w:val="24"/>
                <w:szCs w:val="24"/>
              </w:rPr>
              <w:t xml:space="preserve"> School, directly contributing to the casualty reduction of both pupils and the wider community by maintaining an environment of zero KSI’s. </w:t>
            </w:r>
          </w:p>
          <w:p w14:paraId="590833B4" w14:textId="77777777" w:rsidR="00A352F6" w:rsidRDefault="00A352F6" w:rsidP="00A352F6">
            <w:pPr>
              <w:pStyle w:val="ListParagraph"/>
              <w:numPr>
                <w:ilvl w:val="0"/>
                <w:numId w:val="13"/>
              </w:numPr>
              <w:rPr>
                <w:rFonts w:ascii="Arial" w:hAnsi="Arial" w:cs="Arial"/>
                <w:sz w:val="24"/>
                <w:szCs w:val="24"/>
              </w:rPr>
            </w:pPr>
            <w:r w:rsidRPr="00A352F6">
              <w:rPr>
                <w:rFonts w:ascii="Arial" w:hAnsi="Arial" w:cs="Arial"/>
                <w:sz w:val="24"/>
                <w:szCs w:val="24"/>
              </w:rPr>
              <w:t xml:space="preserve">Improved safety of the route combined with upgraded infrastructure will encourage the utilisation of active modes of travel for pupils, parents and local residents.  </w:t>
            </w:r>
          </w:p>
          <w:p w14:paraId="2AB46565" w14:textId="77777777" w:rsidR="00A352F6" w:rsidRPr="00453C9C" w:rsidRDefault="00A352F6" w:rsidP="00A352F6">
            <w:pPr>
              <w:pStyle w:val="ListParagraph"/>
              <w:numPr>
                <w:ilvl w:val="0"/>
                <w:numId w:val="13"/>
              </w:numPr>
              <w:rPr>
                <w:rFonts w:ascii="Arial" w:hAnsi="Arial" w:cs="Arial"/>
                <w:sz w:val="24"/>
                <w:szCs w:val="24"/>
              </w:rPr>
            </w:pPr>
            <w:r w:rsidRPr="00453C9C">
              <w:rPr>
                <w:rFonts w:ascii="Arial" w:hAnsi="Arial" w:cs="Arial"/>
                <w:sz w:val="24"/>
                <w:szCs w:val="24"/>
              </w:rPr>
              <w:lastRenderedPageBreak/>
              <w:t xml:space="preserve">Research indicates that for many people the biggest barrier to walking and cycling is concern for safety. Currently, during school peak times, parked cars and traffic congestion obstruct driver’s views of pupils, parents and residents waiting to cross </w:t>
            </w:r>
            <w:r>
              <w:rPr>
                <w:rFonts w:ascii="Arial" w:hAnsi="Arial" w:cs="Arial"/>
                <w:sz w:val="24"/>
                <w:szCs w:val="24"/>
              </w:rPr>
              <w:t xml:space="preserve">the </w:t>
            </w:r>
            <w:r w:rsidRPr="00453C9C">
              <w:rPr>
                <w:rFonts w:ascii="Arial" w:hAnsi="Arial" w:cs="Arial"/>
                <w:sz w:val="24"/>
                <w:szCs w:val="24"/>
              </w:rPr>
              <w:t xml:space="preserve">road. </w:t>
            </w:r>
          </w:p>
          <w:p w14:paraId="65A2A7D5" w14:textId="77777777" w:rsidR="00A352F6" w:rsidRPr="00453C9C" w:rsidRDefault="00A352F6" w:rsidP="00A352F6">
            <w:pPr>
              <w:pStyle w:val="ListParagraph"/>
              <w:numPr>
                <w:ilvl w:val="0"/>
                <w:numId w:val="13"/>
              </w:numPr>
              <w:rPr>
                <w:rFonts w:ascii="Arial" w:hAnsi="Arial" w:cs="Arial"/>
                <w:sz w:val="24"/>
                <w:szCs w:val="24"/>
              </w:rPr>
            </w:pPr>
            <w:r w:rsidRPr="00453C9C">
              <w:rPr>
                <w:rFonts w:ascii="Arial" w:hAnsi="Arial" w:cs="Arial"/>
                <w:sz w:val="24"/>
                <w:szCs w:val="24"/>
              </w:rPr>
              <w:t>Increased confidence that this scheme would greatly improve and address safety concerns and encourage children and the community to walk or cycle, therefore achieving the aim of increasing active travel.</w:t>
            </w:r>
          </w:p>
          <w:p w14:paraId="2C0D95E9" w14:textId="77777777" w:rsidR="002E19CA" w:rsidRPr="00AF141B" w:rsidRDefault="00A352F6" w:rsidP="00A352F6">
            <w:pPr>
              <w:pStyle w:val="ListParagraph"/>
              <w:numPr>
                <w:ilvl w:val="0"/>
                <w:numId w:val="13"/>
              </w:numPr>
              <w:rPr>
                <w:rFonts w:ascii="Arial" w:hAnsi="Arial" w:cs="Arial"/>
                <w:sz w:val="24"/>
                <w:szCs w:val="24"/>
              </w:rPr>
            </w:pPr>
            <w:r w:rsidRPr="00A352F6">
              <w:rPr>
                <w:rFonts w:ascii="Arial" w:hAnsi="Arial" w:cs="Arial"/>
                <w:sz w:val="24"/>
                <w:szCs w:val="24"/>
              </w:rPr>
              <w:t>The anticipated outcomes were to increase active travel.</w:t>
            </w:r>
          </w:p>
        </w:tc>
      </w:tr>
      <w:tr w:rsidR="000073BB" w:rsidRPr="00AF141B" w14:paraId="4B35C2AF" w14:textId="77777777" w:rsidTr="000073BB">
        <w:trPr>
          <w:trHeight w:val="360"/>
        </w:trPr>
        <w:tc>
          <w:tcPr>
            <w:tcW w:w="9322" w:type="dxa"/>
            <w:gridSpan w:val="6"/>
            <w:shd w:val="clear" w:color="auto" w:fill="B6DDE8" w:themeFill="accent5" w:themeFillTint="66"/>
          </w:tcPr>
          <w:p w14:paraId="565D0FD8" w14:textId="77777777" w:rsidR="000073BB" w:rsidRPr="007D5B2C" w:rsidRDefault="000073BB" w:rsidP="000073BB">
            <w:pPr>
              <w:spacing w:after="0" w:line="240" w:lineRule="auto"/>
              <w:rPr>
                <w:rFonts w:ascii="Arial" w:hAnsi="Arial" w:cs="Arial"/>
                <w:b/>
                <w:sz w:val="24"/>
                <w:szCs w:val="24"/>
              </w:rPr>
            </w:pPr>
            <w:r>
              <w:rPr>
                <w:rFonts w:ascii="Arial" w:hAnsi="Arial" w:cs="Arial"/>
                <w:b/>
                <w:sz w:val="24"/>
                <w:szCs w:val="24"/>
              </w:rPr>
              <w:lastRenderedPageBreak/>
              <w:t>What are the realised outcomes?</w:t>
            </w:r>
            <w:r w:rsidR="00895AC0">
              <w:rPr>
                <w:rFonts w:ascii="Arial" w:hAnsi="Arial" w:cs="Arial"/>
                <w:b/>
                <w:sz w:val="24"/>
                <w:szCs w:val="24"/>
              </w:rPr>
              <w:t xml:space="preserve"> </w:t>
            </w:r>
            <w:r w:rsidR="00895AC0" w:rsidRPr="00895AC0">
              <w:rPr>
                <w:rFonts w:ascii="Arial" w:hAnsi="Arial" w:cs="Arial"/>
                <w:i/>
                <w:sz w:val="20"/>
              </w:rPr>
              <w:t>Please quantify where possible</w:t>
            </w:r>
          </w:p>
        </w:tc>
      </w:tr>
      <w:tr w:rsidR="000073BB" w:rsidRPr="00AF141B" w14:paraId="43336ECA" w14:textId="77777777" w:rsidTr="000073BB">
        <w:trPr>
          <w:trHeight w:val="360"/>
        </w:trPr>
        <w:tc>
          <w:tcPr>
            <w:tcW w:w="9322" w:type="dxa"/>
            <w:gridSpan w:val="6"/>
            <w:shd w:val="clear" w:color="auto" w:fill="auto"/>
          </w:tcPr>
          <w:p w14:paraId="687A9F05" w14:textId="77777777" w:rsidR="002E19CA" w:rsidRPr="007D5B2C" w:rsidRDefault="00A352F6" w:rsidP="000073BB">
            <w:pPr>
              <w:spacing w:after="0" w:line="240" w:lineRule="auto"/>
              <w:rPr>
                <w:rFonts w:ascii="Arial" w:hAnsi="Arial" w:cs="Arial"/>
                <w:b/>
                <w:sz w:val="24"/>
                <w:szCs w:val="24"/>
              </w:rPr>
            </w:pPr>
            <w:r w:rsidRPr="0008454E">
              <w:rPr>
                <w:rFonts w:ascii="Arial" w:hAnsi="Arial" w:cs="Arial"/>
                <w:sz w:val="24"/>
                <w:szCs w:val="24"/>
              </w:rPr>
              <w:t>Significant decrease in vehicular traffic within the immediate vicinity of the school which has resulted in significant increase in active travel.</w:t>
            </w:r>
          </w:p>
        </w:tc>
      </w:tr>
      <w:tr w:rsidR="00F53AA9" w:rsidRPr="00AF141B" w14:paraId="2C786E52" w14:textId="77777777" w:rsidTr="00F53AA9">
        <w:trPr>
          <w:trHeight w:val="412"/>
        </w:trPr>
        <w:tc>
          <w:tcPr>
            <w:tcW w:w="9322" w:type="dxa"/>
            <w:gridSpan w:val="6"/>
            <w:shd w:val="clear" w:color="auto" w:fill="B6DDE8" w:themeFill="accent5" w:themeFillTint="66"/>
          </w:tcPr>
          <w:p w14:paraId="272E0B68" w14:textId="77777777" w:rsidR="00F53AA9" w:rsidRPr="00F53AA9" w:rsidRDefault="00F53AA9" w:rsidP="00895AC0">
            <w:pPr>
              <w:spacing w:after="0" w:line="240" w:lineRule="auto"/>
              <w:rPr>
                <w:rFonts w:ascii="Arial" w:hAnsi="Arial" w:cs="Arial"/>
                <w:sz w:val="20"/>
              </w:rPr>
            </w:pPr>
            <w:r>
              <w:rPr>
                <w:rFonts w:ascii="Arial" w:hAnsi="Arial" w:cs="Arial"/>
                <w:b/>
                <w:sz w:val="24"/>
                <w:szCs w:val="24"/>
              </w:rPr>
              <w:t xml:space="preserve">How did you </w:t>
            </w:r>
            <w:r w:rsidR="00895AC0">
              <w:rPr>
                <w:rFonts w:ascii="Arial" w:hAnsi="Arial" w:cs="Arial"/>
                <w:b/>
                <w:sz w:val="24"/>
                <w:szCs w:val="24"/>
              </w:rPr>
              <w:t>engage stakeholders</w:t>
            </w:r>
            <w:r>
              <w:rPr>
                <w:rFonts w:ascii="Arial" w:hAnsi="Arial" w:cs="Arial"/>
                <w:b/>
                <w:sz w:val="24"/>
                <w:szCs w:val="24"/>
              </w:rPr>
              <w:t xml:space="preserve"> in the monitoring and evaluation of your scheme? </w:t>
            </w:r>
          </w:p>
        </w:tc>
      </w:tr>
      <w:tr w:rsidR="00A352F6" w:rsidRPr="00AF141B" w14:paraId="54053A08" w14:textId="77777777" w:rsidTr="00F53AA9">
        <w:trPr>
          <w:trHeight w:val="412"/>
        </w:trPr>
        <w:tc>
          <w:tcPr>
            <w:tcW w:w="9322" w:type="dxa"/>
            <w:gridSpan w:val="6"/>
            <w:shd w:val="clear" w:color="auto" w:fill="auto"/>
          </w:tcPr>
          <w:p w14:paraId="232D1BF4" w14:textId="77777777" w:rsidR="00A352F6" w:rsidRDefault="00A352F6" w:rsidP="00A352F6">
            <w:pPr>
              <w:pStyle w:val="ListParagraph"/>
              <w:numPr>
                <w:ilvl w:val="0"/>
                <w:numId w:val="15"/>
              </w:numPr>
              <w:spacing w:after="0" w:line="240" w:lineRule="auto"/>
              <w:rPr>
                <w:rFonts w:ascii="Arial" w:hAnsi="Arial" w:cs="Arial"/>
                <w:sz w:val="24"/>
                <w:szCs w:val="24"/>
              </w:rPr>
            </w:pPr>
            <w:r w:rsidRPr="00957705">
              <w:rPr>
                <w:rFonts w:ascii="Arial" w:hAnsi="Arial" w:cs="Arial"/>
                <w:sz w:val="24"/>
                <w:szCs w:val="24"/>
              </w:rPr>
              <w:t xml:space="preserve">Post scheme meetings with local members and the school. </w:t>
            </w:r>
          </w:p>
          <w:p w14:paraId="14962327" w14:textId="77777777" w:rsidR="00A352F6" w:rsidRDefault="00A352F6" w:rsidP="00A352F6">
            <w:pPr>
              <w:pStyle w:val="ListParagraph"/>
              <w:numPr>
                <w:ilvl w:val="0"/>
                <w:numId w:val="15"/>
              </w:numPr>
              <w:spacing w:after="0" w:line="240" w:lineRule="auto"/>
              <w:rPr>
                <w:rFonts w:ascii="Arial" w:hAnsi="Arial" w:cs="Arial"/>
                <w:sz w:val="24"/>
                <w:szCs w:val="24"/>
              </w:rPr>
            </w:pPr>
            <w:r w:rsidRPr="00957705">
              <w:rPr>
                <w:rFonts w:ascii="Arial" w:hAnsi="Arial" w:cs="Arial"/>
                <w:sz w:val="24"/>
                <w:szCs w:val="24"/>
              </w:rPr>
              <w:t xml:space="preserve"> Regular site visits and associated surveys.</w:t>
            </w:r>
          </w:p>
          <w:p w14:paraId="5ECF5BE5" w14:textId="77777777" w:rsidR="00A352F6" w:rsidRPr="00940D3B" w:rsidRDefault="00A352F6" w:rsidP="00A352F6">
            <w:pPr>
              <w:pStyle w:val="ListParagraph"/>
              <w:numPr>
                <w:ilvl w:val="0"/>
                <w:numId w:val="15"/>
              </w:numPr>
              <w:spacing w:after="0" w:line="240" w:lineRule="auto"/>
              <w:rPr>
                <w:rFonts w:ascii="Arial" w:hAnsi="Arial" w:cs="Arial"/>
                <w:b/>
                <w:sz w:val="24"/>
                <w:szCs w:val="24"/>
              </w:rPr>
            </w:pPr>
            <w:r w:rsidRPr="00940D3B">
              <w:rPr>
                <w:rFonts w:ascii="Arial" w:hAnsi="Arial" w:cs="Arial"/>
                <w:sz w:val="24"/>
                <w:szCs w:val="24"/>
              </w:rPr>
              <w:t xml:space="preserve">Feedback through North </w:t>
            </w:r>
            <w:proofErr w:type="spellStart"/>
            <w:r w:rsidRPr="00940D3B">
              <w:rPr>
                <w:rFonts w:ascii="Arial" w:hAnsi="Arial" w:cs="Arial"/>
                <w:sz w:val="24"/>
                <w:szCs w:val="24"/>
              </w:rPr>
              <w:t>wales</w:t>
            </w:r>
            <w:proofErr w:type="spellEnd"/>
            <w:r w:rsidRPr="00940D3B">
              <w:rPr>
                <w:rFonts w:ascii="Arial" w:hAnsi="Arial" w:cs="Arial"/>
                <w:sz w:val="24"/>
                <w:szCs w:val="24"/>
              </w:rPr>
              <w:t xml:space="preserve"> Strategic Casualty Reduction Group.</w:t>
            </w:r>
          </w:p>
        </w:tc>
      </w:tr>
      <w:tr w:rsidR="00A352F6" w:rsidRPr="00AF141B" w14:paraId="1DBF0528" w14:textId="77777777" w:rsidTr="002A2F1C">
        <w:trPr>
          <w:trHeight w:val="360"/>
        </w:trPr>
        <w:tc>
          <w:tcPr>
            <w:tcW w:w="9322" w:type="dxa"/>
            <w:gridSpan w:val="6"/>
            <w:shd w:val="clear" w:color="auto" w:fill="B6DDE8" w:themeFill="accent5" w:themeFillTint="66"/>
          </w:tcPr>
          <w:p w14:paraId="67901693" w14:textId="77777777" w:rsidR="00A352F6" w:rsidRDefault="00A352F6" w:rsidP="00A352F6">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 xml:space="preserve">AFTER </w:t>
            </w:r>
            <w:r w:rsidRPr="006F2A70">
              <w:rPr>
                <w:rFonts w:ascii="Arial" w:hAnsi="Arial" w:cs="Arial"/>
                <w:b/>
                <w:sz w:val="24"/>
                <w:szCs w:val="24"/>
              </w:rPr>
              <w:t xml:space="preserve">implementation and any changes in context </w:t>
            </w:r>
            <w:r w:rsidRPr="00452F8F">
              <w:rPr>
                <w:rFonts w:ascii="Arial" w:hAnsi="Arial" w:cs="Arial"/>
                <w:i/>
                <w:sz w:val="20"/>
              </w:rPr>
              <w:t>e.g. fuel prices, land-use</w:t>
            </w:r>
            <w:r>
              <w:rPr>
                <w:rFonts w:ascii="Arial" w:hAnsi="Arial" w:cs="Arial"/>
                <w:i/>
                <w:sz w:val="20"/>
              </w:rPr>
              <w:t xml:space="preserve">, </w:t>
            </w:r>
            <w:r w:rsidRPr="00452F8F">
              <w:rPr>
                <w:rFonts w:ascii="Arial" w:hAnsi="Arial" w:cs="Arial"/>
                <w:i/>
                <w:sz w:val="20"/>
              </w:rPr>
              <w:t>travel patterns</w:t>
            </w:r>
            <w:r>
              <w:rPr>
                <w:rFonts w:ascii="Arial" w:hAnsi="Arial" w:cs="Arial"/>
                <w:i/>
                <w:sz w:val="20"/>
              </w:rPr>
              <w:t>, weather events</w:t>
            </w:r>
          </w:p>
        </w:tc>
      </w:tr>
      <w:tr w:rsidR="00A352F6" w:rsidRPr="00AF141B" w14:paraId="57F1E73A" w14:textId="77777777" w:rsidTr="000073BB">
        <w:trPr>
          <w:trHeight w:val="360"/>
        </w:trPr>
        <w:tc>
          <w:tcPr>
            <w:tcW w:w="9322" w:type="dxa"/>
            <w:gridSpan w:val="6"/>
            <w:shd w:val="clear" w:color="auto" w:fill="auto"/>
          </w:tcPr>
          <w:p w14:paraId="44359DC2" w14:textId="77777777" w:rsidR="00A352F6" w:rsidRDefault="00A352F6" w:rsidP="00A352F6">
            <w:pPr>
              <w:spacing w:after="0" w:line="240" w:lineRule="auto"/>
              <w:rPr>
                <w:rFonts w:ascii="Arial" w:hAnsi="Arial" w:cs="Arial"/>
                <w:b/>
                <w:sz w:val="24"/>
                <w:szCs w:val="24"/>
              </w:rPr>
            </w:pPr>
            <w:r w:rsidRPr="00FE7B83">
              <w:rPr>
                <w:rFonts w:ascii="Arial" w:hAnsi="Arial" w:cs="Arial"/>
                <w:sz w:val="24"/>
                <w:szCs w:val="24"/>
              </w:rPr>
              <w:t>As above, increase in Active modes of travel as a result of scheme improvement.</w:t>
            </w:r>
          </w:p>
        </w:tc>
      </w:tr>
      <w:tr w:rsidR="00A352F6" w:rsidRPr="00AF141B" w14:paraId="25A43307" w14:textId="77777777" w:rsidTr="002A2F1C">
        <w:trPr>
          <w:trHeight w:val="360"/>
        </w:trPr>
        <w:tc>
          <w:tcPr>
            <w:tcW w:w="9322" w:type="dxa"/>
            <w:gridSpan w:val="6"/>
            <w:shd w:val="clear" w:color="auto" w:fill="B6DDE8" w:themeFill="accent5" w:themeFillTint="66"/>
          </w:tcPr>
          <w:p w14:paraId="76408E68" w14:textId="77777777" w:rsidR="00A352F6" w:rsidRDefault="00A352F6" w:rsidP="00A352F6">
            <w:pPr>
              <w:spacing w:after="0" w:line="240" w:lineRule="auto"/>
              <w:rPr>
                <w:rFonts w:ascii="Arial" w:hAnsi="Arial" w:cs="Arial"/>
                <w:b/>
                <w:sz w:val="24"/>
                <w:szCs w:val="24"/>
              </w:rPr>
            </w:pPr>
            <w:r w:rsidRPr="00895AC0">
              <w:rPr>
                <w:rFonts w:ascii="Arial" w:hAnsi="Arial" w:cs="Arial"/>
                <w:b/>
                <w:sz w:val="24"/>
                <w:szCs w:val="24"/>
              </w:rPr>
              <w:t xml:space="preserve">Impact of engagement and/ or any relevant events </w:t>
            </w:r>
            <w:r w:rsidRPr="002A2F1C">
              <w:rPr>
                <w:rFonts w:ascii="Arial" w:hAnsi="Arial" w:cs="Arial"/>
                <w:b/>
                <w:sz w:val="24"/>
                <w:szCs w:val="24"/>
              </w:rPr>
              <w:t xml:space="preserve">on Scheme </w:t>
            </w:r>
            <w:r>
              <w:rPr>
                <w:rFonts w:ascii="Arial" w:hAnsi="Arial" w:cs="Arial"/>
                <w:b/>
                <w:sz w:val="24"/>
                <w:szCs w:val="24"/>
              </w:rPr>
              <w:t>Outcomes</w:t>
            </w:r>
          </w:p>
        </w:tc>
      </w:tr>
      <w:tr w:rsidR="00A352F6" w:rsidRPr="00AF141B" w14:paraId="5315E353" w14:textId="77777777" w:rsidTr="000073BB">
        <w:trPr>
          <w:trHeight w:val="360"/>
        </w:trPr>
        <w:tc>
          <w:tcPr>
            <w:tcW w:w="9322" w:type="dxa"/>
            <w:gridSpan w:val="6"/>
            <w:shd w:val="clear" w:color="auto" w:fill="auto"/>
          </w:tcPr>
          <w:p w14:paraId="27466824" w14:textId="77777777" w:rsidR="00A352F6" w:rsidRDefault="00A352F6" w:rsidP="00A352F6">
            <w:pPr>
              <w:spacing w:after="0" w:line="240" w:lineRule="auto"/>
              <w:rPr>
                <w:rFonts w:ascii="Arial" w:hAnsi="Arial" w:cs="Arial"/>
                <w:b/>
                <w:sz w:val="24"/>
                <w:szCs w:val="24"/>
              </w:rPr>
            </w:pPr>
            <w:r>
              <w:rPr>
                <w:rFonts w:ascii="Arial" w:hAnsi="Arial" w:cs="Arial"/>
                <w:b/>
                <w:sz w:val="24"/>
                <w:szCs w:val="24"/>
              </w:rPr>
              <w:t xml:space="preserve"> </w:t>
            </w:r>
            <w:r w:rsidRPr="00AB14C5">
              <w:rPr>
                <w:rFonts w:ascii="Arial" w:hAnsi="Arial" w:cs="Arial"/>
                <w:sz w:val="24"/>
                <w:szCs w:val="24"/>
              </w:rPr>
              <w:t>Internal review board had regular meetings to discuss the scheme outcomes</w:t>
            </w:r>
            <w:r>
              <w:rPr>
                <w:rFonts w:ascii="Arial" w:hAnsi="Arial" w:cs="Arial"/>
                <w:b/>
                <w:sz w:val="24"/>
                <w:szCs w:val="24"/>
              </w:rPr>
              <w:t>.</w:t>
            </w:r>
          </w:p>
        </w:tc>
      </w:tr>
      <w:tr w:rsidR="00A352F6" w:rsidRPr="00AF141B" w14:paraId="78EA0051" w14:textId="77777777" w:rsidTr="000073BB">
        <w:trPr>
          <w:trHeight w:val="360"/>
        </w:trPr>
        <w:tc>
          <w:tcPr>
            <w:tcW w:w="9322" w:type="dxa"/>
            <w:gridSpan w:val="6"/>
            <w:shd w:val="clear" w:color="auto" w:fill="B6DDE8" w:themeFill="accent5" w:themeFillTint="66"/>
          </w:tcPr>
          <w:p w14:paraId="09BED47A" w14:textId="77777777" w:rsidR="00A352F6" w:rsidRPr="00AF141B" w:rsidRDefault="00A352F6" w:rsidP="00A352F6">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A352F6" w:rsidRPr="00AF141B" w14:paraId="7ED3ABDF" w14:textId="77777777" w:rsidTr="000073BB">
        <w:trPr>
          <w:trHeight w:val="360"/>
        </w:trPr>
        <w:tc>
          <w:tcPr>
            <w:tcW w:w="9322" w:type="dxa"/>
            <w:gridSpan w:val="6"/>
            <w:shd w:val="clear" w:color="auto" w:fill="auto"/>
          </w:tcPr>
          <w:p w14:paraId="441B25E0" w14:textId="77777777" w:rsidR="00A352F6" w:rsidRPr="001E6AE5" w:rsidRDefault="00A352F6" w:rsidP="00A352F6">
            <w:pPr>
              <w:rPr>
                <w:rFonts w:ascii="Arial" w:hAnsi="Arial" w:cs="Arial"/>
                <w:sz w:val="24"/>
                <w:szCs w:val="24"/>
              </w:rPr>
            </w:pPr>
            <w:r w:rsidRPr="001E6AE5">
              <w:rPr>
                <w:rFonts w:ascii="Arial" w:hAnsi="Arial" w:cs="Arial"/>
                <w:sz w:val="24"/>
                <w:szCs w:val="24"/>
              </w:rPr>
              <w:t>Improvements</w:t>
            </w:r>
            <w:r>
              <w:rPr>
                <w:rFonts w:ascii="Arial" w:hAnsi="Arial" w:cs="Arial"/>
                <w:sz w:val="24"/>
                <w:szCs w:val="24"/>
              </w:rPr>
              <w:t xml:space="preserve"> have</w:t>
            </w:r>
            <w:r w:rsidRPr="001E6AE5">
              <w:rPr>
                <w:rFonts w:ascii="Arial" w:hAnsi="Arial" w:cs="Arial"/>
                <w:sz w:val="24"/>
                <w:szCs w:val="24"/>
              </w:rPr>
              <w:t xml:space="preserve"> greatly improve</w:t>
            </w:r>
            <w:r>
              <w:rPr>
                <w:rFonts w:ascii="Arial" w:hAnsi="Arial" w:cs="Arial"/>
                <w:sz w:val="24"/>
                <w:szCs w:val="24"/>
              </w:rPr>
              <w:t>d</w:t>
            </w:r>
            <w:r w:rsidRPr="001E6AE5">
              <w:rPr>
                <w:rFonts w:ascii="Arial" w:hAnsi="Arial" w:cs="Arial"/>
                <w:sz w:val="24"/>
                <w:szCs w:val="24"/>
              </w:rPr>
              <w:t xml:space="preserve"> connectivity, accessibility and safety</w:t>
            </w:r>
            <w:r>
              <w:rPr>
                <w:rFonts w:ascii="Arial" w:hAnsi="Arial" w:cs="Arial"/>
                <w:sz w:val="24"/>
                <w:szCs w:val="24"/>
              </w:rPr>
              <w:t xml:space="preserve"> of routes to and from Mountain Lane School</w:t>
            </w:r>
            <w:r w:rsidRPr="001E6AE5">
              <w:rPr>
                <w:rFonts w:ascii="Arial" w:hAnsi="Arial" w:cs="Arial"/>
                <w:sz w:val="24"/>
                <w:szCs w:val="24"/>
              </w:rPr>
              <w:t>. Through the delivery of A</w:t>
            </w:r>
            <w:r>
              <w:rPr>
                <w:rFonts w:ascii="Arial" w:hAnsi="Arial" w:cs="Arial"/>
                <w:sz w:val="24"/>
                <w:szCs w:val="24"/>
              </w:rPr>
              <w:t>ctive Travel design principles, i</w:t>
            </w:r>
            <w:r w:rsidRPr="001E6AE5">
              <w:rPr>
                <w:rFonts w:ascii="Arial" w:hAnsi="Arial" w:cs="Arial"/>
                <w:sz w:val="24"/>
                <w:szCs w:val="24"/>
              </w:rPr>
              <w:t>mproved safety combined with upgraded infrastructure on all routes</w:t>
            </w:r>
            <w:r>
              <w:rPr>
                <w:rFonts w:ascii="Arial" w:hAnsi="Arial" w:cs="Arial"/>
                <w:sz w:val="24"/>
                <w:szCs w:val="24"/>
              </w:rPr>
              <w:t xml:space="preserve"> has</w:t>
            </w:r>
            <w:r w:rsidRPr="001E6AE5">
              <w:rPr>
                <w:rFonts w:ascii="Arial" w:hAnsi="Arial" w:cs="Arial"/>
                <w:sz w:val="24"/>
                <w:szCs w:val="24"/>
              </w:rPr>
              <w:t xml:space="preserve"> encourage</w:t>
            </w:r>
            <w:r>
              <w:rPr>
                <w:rFonts w:ascii="Arial" w:hAnsi="Arial" w:cs="Arial"/>
                <w:sz w:val="24"/>
                <w:szCs w:val="24"/>
              </w:rPr>
              <w:t>d</w:t>
            </w:r>
            <w:r w:rsidRPr="001E6AE5">
              <w:rPr>
                <w:rFonts w:ascii="Arial" w:hAnsi="Arial" w:cs="Arial"/>
                <w:sz w:val="24"/>
                <w:szCs w:val="24"/>
              </w:rPr>
              <w:t xml:space="preserve"> the utilisation of active modes of travel for pupils, parents and local residents.  </w:t>
            </w:r>
          </w:p>
          <w:p w14:paraId="6088E55B" w14:textId="77777777" w:rsidR="00A352F6" w:rsidRDefault="00A352F6" w:rsidP="00A352F6">
            <w:pPr>
              <w:spacing w:after="0" w:line="240" w:lineRule="auto"/>
              <w:rPr>
                <w:rFonts w:ascii="Arial" w:hAnsi="Arial" w:cs="Arial"/>
                <w:sz w:val="24"/>
                <w:szCs w:val="24"/>
              </w:rPr>
            </w:pPr>
          </w:p>
        </w:tc>
      </w:tr>
    </w:tbl>
    <w:p w14:paraId="197585B9" w14:textId="77777777" w:rsidR="0040708C" w:rsidRDefault="0040708C" w:rsidP="00275C4B">
      <w:pPr>
        <w:spacing w:after="0" w:line="240" w:lineRule="auto"/>
        <w:jc w:val="center"/>
        <w:rPr>
          <w:rFonts w:ascii="Arial" w:hAnsi="Arial" w:cs="Arial"/>
          <w:b/>
          <w:sz w:val="24"/>
          <w:szCs w:val="24"/>
        </w:rPr>
      </w:pPr>
    </w:p>
    <w:p w14:paraId="4C97B97D" w14:textId="77777777" w:rsidR="00DD0E81" w:rsidRDefault="00F53AA9" w:rsidP="00DD0E81">
      <w:pPr>
        <w:spacing w:after="0" w:line="240" w:lineRule="auto"/>
        <w:rPr>
          <w:rFonts w:ascii="Arial" w:hAnsi="Arial" w:cs="Arial"/>
          <w:b/>
          <w:sz w:val="24"/>
        </w:rPr>
      </w:pPr>
      <w:r>
        <w:rPr>
          <w:rFonts w:ascii="Arial" w:hAnsi="Arial" w:cs="Arial"/>
          <w:b/>
          <w:sz w:val="24"/>
        </w:rPr>
        <w:br w:type="page"/>
      </w:r>
      <w:r w:rsidR="00DD0E81" w:rsidRPr="0041520B">
        <w:rPr>
          <w:rFonts w:ascii="Arial" w:hAnsi="Arial" w:cs="Arial"/>
          <w:b/>
          <w:sz w:val="24"/>
        </w:rPr>
        <w:lastRenderedPageBreak/>
        <w:t xml:space="preserve">Table </w:t>
      </w:r>
      <w:r w:rsidR="002E19CA">
        <w:rPr>
          <w:rFonts w:ascii="Arial" w:hAnsi="Arial" w:cs="Arial"/>
          <w:b/>
          <w:sz w:val="24"/>
        </w:rPr>
        <w:t>3</w:t>
      </w:r>
      <w:r w:rsidR="00DD0E81" w:rsidRPr="0041520B">
        <w:rPr>
          <w:rFonts w:ascii="Arial" w:hAnsi="Arial" w:cs="Arial"/>
          <w:b/>
          <w:sz w:val="24"/>
        </w:rPr>
        <w:t xml:space="preserve"> – Road Safety Capital Scheme Outcomes – Collision Reduction</w:t>
      </w:r>
    </w:p>
    <w:p w14:paraId="73B3BB7C" w14:textId="77777777" w:rsidR="00DD0E81" w:rsidRPr="0041520B" w:rsidRDefault="00DD0E81" w:rsidP="00DD0E81">
      <w:pPr>
        <w:spacing w:after="0" w:line="240" w:lineRule="auto"/>
        <w:rPr>
          <w:rFonts w:ascii="Arial" w:hAnsi="Arial" w:cs="Arial"/>
          <w:b/>
          <w:sz w:val="24"/>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33E01CBD" w14:textId="77777777" w:rsidTr="006F2A70">
        <w:tc>
          <w:tcPr>
            <w:tcW w:w="14174" w:type="dxa"/>
            <w:gridSpan w:val="3"/>
            <w:shd w:val="solid" w:color="B6DDE8" w:themeColor="accent5" w:themeTint="66" w:fill="auto"/>
          </w:tcPr>
          <w:p w14:paraId="512C8466"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Personal Injury collisions pre scheme (3 years data)</w:t>
            </w:r>
          </w:p>
        </w:tc>
      </w:tr>
      <w:tr w:rsidR="00DD0E81" w14:paraId="6F9EC16F" w14:textId="77777777" w:rsidTr="006F2A70">
        <w:trPr>
          <w:trHeight w:val="298"/>
        </w:trPr>
        <w:tc>
          <w:tcPr>
            <w:tcW w:w="4724" w:type="dxa"/>
            <w:shd w:val="clear" w:color="B6DDE8" w:themeColor="accent5" w:themeTint="66" w:fill="auto"/>
          </w:tcPr>
          <w:p w14:paraId="37BB56C7" w14:textId="77777777" w:rsidR="00DD0E81" w:rsidRPr="006F2FC7" w:rsidRDefault="00DD0E81" w:rsidP="00DD0E81">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28FCDB26"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077005E4"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1B0C794" w14:textId="77777777" w:rsidTr="006F2A70">
        <w:tc>
          <w:tcPr>
            <w:tcW w:w="4724" w:type="dxa"/>
            <w:shd w:val="clear" w:color="B6DDE8" w:themeColor="accent5" w:themeTint="66" w:fill="auto"/>
          </w:tcPr>
          <w:p w14:paraId="386FB5B6" w14:textId="77777777" w:rsidR="00DD0E81" w:rsidRDefault="00DD0E81" w:rsidP="00DD0E81">
            <w:pPr>
              <w:spacing w:after="0" w:line="240" w:lineRule="auto"/>
              <w:rPr>
                <w:rFonts w:ascii="Arial" w:hAnsi="Arial" w:cs="Arial"/>
              </w:rPr>
            </w:pPr>
          </w:p>
          <w:p w14:paraId="309AE0A8"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0A96931"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3E3566AD" w14:textId="77777777" w:rsidR="00DD0E81" w:rsidRPr="006F2FC7" w:rsidRDefault="00DD0E81" w:rsidP="00DD0E81">
            <w:pPr>
              <w:spacing w:after="0" w:line="240" w:lineRule="auto"/>
              <w:rPr>
                <w:rFonts w:ascii="Arial" w:hAnsi="Arial" w:cs="Arial"/>
              </w:rPr>
            </w:pPr>
          </w:p>
        </w:tc>
      </w:tr>
      <w:tr w:rsidR="00DD0E81" w14:paraId="13DF1833" w14:textId="77777777" w:rsidTr="006F2A70">
        <w:tc>
          <w:tcPr>
            <w:tcW w:w="14174" w:type="dxa"/>
            <w:gridSpan w:val="3"/>
            <w:shd w:val="solid" w:color="B6DDE8" w:themeColor="accent5" w:themeTint="66" w:fill="auto"/>
          </w:tcPr>
          <w:p w14:paraId="15E52C3F"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Estimated Personal Injury collision reduction at application</w:t>
            </w:r>
          </w:p>
        </w:tc>
      </w:tr>
      <w:tr w:rsidR="00DD0E81" w14:paraId="3F277267" w14:textId="77777777" w:rsidTr="006F2A70">
        <w:trPr>
          <w:trHeight w:val="455"/>
        </w:trPr>
        <w:tc>
          <w:tcPr>
            <w:tcW w:w="4724" w:type="dxa"/>
            <w:shd w:val="clear" w:color="B6DDE8" w:themeColor="accent5" w:themeTint="66" w:fill="auto"/>
          </w:tcPr>
          <w:p w14:paraId="70B00F8D" w14:textId="77777777" w:rsidR="00DD0E81" w:rsidRPr="006F2FC7" w:rsidRDefault="00DD0E81" w:rsidP="000073BB">
            <w:pPr>
              <w:spacing w:after="0" w:line="240" w:lineRule="auto"/>
              <w:rPr>
                <w:rFonts w:ascii="Arial" w:hAnsi="Arial" w:cs="Arial"/>
              </w:rPr>
            </w:pPr>
            <w:r w:rsidRPr="006F2FC7">
              <w:rPr>
                <w:rFonts w:ascii="Arial" w:hAnsi="Arial" w:cs="Arial"/>
              </w:rPr>
              <w:t>Estimated reduction of Fatal collisions</w:t>
            </w:r>
          </w:p>
        </w:tc>
        <w:tc>
          <w:tcPr>
            <w:tcW w:w="4725" w:type="dxa"/>
            <w:shd w:val="clear" w:color="B6DDE8" w:themeColor="accent5" w:themeTint="66" w:fill="auto"/>
          </w:tcPr>
          <w:p w14:paraId="2D5188D0"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Serious collisions</w:t>
            </w:r>
          </w:p>
        </w:tc>
        <w:tc>
          <w:tcPr>
            <w:tcW w:w="4725" w:type="dxa"/>
            <w:shd w:val="clear" w:color="B6DDE8" w:themeColor="accent5" w:themeTint="66" w:fill="auto"/>
          </w:tcPr>
          <w:p w14:paraId="2BFA5F51"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Slight collisions</w:t>
            </w:r>
          </w:p>
        </w:tc>
      </w:tr>
      <w:tr w:rsidR="00DD0E81" w14:paraId="77742A35" w14:textId="77777777" w:rsidTr="006F2A70">
        <w:tc>
          <w:tcPr>
            <w:tcW w:w="4724" w:type="dxa"/>
            <w:shd w:val="clear" w:color="B6DDE8" w:themeColor="accent5" w:themeTint="66" w:fill="auto"/>
          </w:tcPr>
          <w:p w14:paraId="675CBA4C" w14:textId="77777777" w:rsidR="00DD0E81" w:rsidRDefault="00DD0E81" w:rsidP="00DD0E81">
            <w:pPr>
              <w:spacing w:after="0" w:line="240" w:lineRule="auto"/>
              <w:rPr>
                <w:rFonts w:ascii="Arial" w:hAnsi="Arial" w:cs="Arial"/>
              </w:rPr>
            </w:pPr>
          </w:p>
          <w:p w14:paraId="6B63F07D"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740DE76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473BF06" w14:textId="77777777" w:rsidR="00DD0E81" w:rsidRPr="006F2FC7" w:rsidRDefault="00DD0E81" w:rsidP="00DD0E81">
            <w:pPr>
              <w:spacing w:after="0" w:line="240" w:lineRule="auto"/>
              <w:rPr>
                <w:rFonts w:ascii="Arial" w:hAnsi="Arial" w:cs="Arial"/>
              </w:rPr>
            </w:pPr>
          </w:p>
        </w:tc>
      </w:tr>
      <w:tr w:rsidR="00DD0E81" w14:paraId="72017273" w14:textId="77777777" w:rsidTr="006F2A70">
        <w:tc>
          <w:tcPr>
            <w:tcW w:w="14174" w:type="dxa"/>
            <w:gridSpan w:val="3"/>
            <w:shd w:val="solid" w:color="B6DDE8" w:themeColor="accent5" w:themeTint="66" w:fill="auto"/>
          </w:tcPr>
          <w:p w14:paraId="3E843C13"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Actual Personal Injury collisions post scheme delivery (3 years data)</w:t>
            </w:r>
          </w:p>
        </w:tc>
      </w:tr>
      <w:tr w:rsidR="00DD0E81" w14:paraId="71CE1514" w14:textId="77777777" w:rsidTr="006F2A70">
        <w:tc>
          <w:tcPr>
            <w:tcW w:w="4724" w:type="dxa"/>
            <w:shd w:val="clear" w:color="B6DDE8" w:themeColor="accent5" w:themeTint="66" w:fill="auto"/>
          </w:tcPr>
          <w:p w14:paraId="3C90A5E8"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14398023"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7CF583CC"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32018AE7" w14:textId="77777777" w:rsidTr="006F2A70">
        <w:tc>
          <w:tcPr>
            <w:tcW w:w="4724" w:type="dxa"/>
            <w:shd w:val="clear" w:color="B6DDE8" w:themeColor="accent5" w:themeTint="66" w:fill="auto"/>
          </w:tcPr>
          <w:p w14:paraId="0A0B96BB" w14:textId="77777777" w:rsidR="00DD0E81" w:rsidRDefault="00DD0E81" w:rsidP="00DD0E81">
            <w:pPr>
              <w:spacing w:after="0" w:line="240" w:lineRule="auto"/>
              <w:rPr>
                <w:rFonts w:ascii="Arial" w:hAnsi="Arial" w:cs="Arial"/>
              </w:rPr>
            </w:pPr>
          </w:p>
          <w:p w14:paraId="79A23E26"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0373D2D"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232CD7A" w14:textId="77777777" w:rsidR="00DD0E81" w:rsidRPr="006F2FC7" w:rsidRDefault="00DD0E81" w:rsidP="00DD0E81">
            <w:pPr>
              <w:spacing w:after="0" w:line="240" w:lineRule="auto"/>
              <w:rPr>
                <w:rFonts w:ascii="Arial" w:hAnsi="Arial" w:cs="Arial"/>
              </w:rPr>
            </w:pPr>
          </w:p>
        </w:tc>
      </w:tr>
      <w:tr w:rsidR="00DD0E81" w14:paraId="5F8BE2CA" w14:textId="77777777" w:rsidTr="006F2A70">
        <w:tc>
          <w:tcPr>
            <w:tcW w:w="14174" w:type="dxa"/>
            <w:gridSpan w:val="3"/>
            <w:shd w:val="solid" w:color="B6DDE8" w:themeColor="accent5" w:themeTint="66" w:fill="auto"/>
          </w:tcPr>
          <w:p w14:paraId="003A81A2"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Performance against estimated collision  reduction ( +/- estimate  pa )</w:t>
            </w:r>
          </w:p>
        </w:tc>
      </w:tr>
      <w:tr w:rsidR="00DD0E81" w14:paraId="049208BE" w14:textId="77777777" w:rsidTr="006F2A70">
        <w:tc>
          <w:tcPr>
            <w:tcW w:w="4724" w:type="dxa"/>
            <w:shd w:val="clear" w:color="B6DDE8" w:themeColor="accent5" w:themeTint="66" w:fill="auto"/>
          </w:tcPr>
          <w:p w14:paraId="14884F68"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C5AF97C"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5921E66F"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678AF251" w14:textId="77777777" w:rsidTr="006F2A70">
        <w:tc>
          <w:tcPr>
            <w:tcW w:w="4724" w:type="dxa"/>
            <w:shd w:val="clear" w:color="B6DDE8" w:themeColor="accent5" w:themeTint="66" w:fill="auto"/>
          </w:tcPr>
          <w:p w14:paraId="71662162" w14:textId="77777777" w:rsidR="00DD0E81" w:rsidRDefault="00DD0E81" w:rsidP="00DD0E81">
            <w:pPr>
              <w:spacing w:after="0" w:line="240" w:lineRule="auto"/>
              <w:rPr>
                <w:rFonts w:ascii="Arial" w:hAnsi="Arial" w:cs="Arial"/>
              </w:rPr>
            </w:pPr>
          </w:p>
          <w:p w14:paraId="761BADED"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1EEC4AB8"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9FB44CA" w14:textId="77777777" w:rsidR="00DD0E81" w:rsidRPr="006F2FC7" w:rsidRDefault="00DD0E81" w:rsidP="00DD0E81">
            <w:pPr>
              <w:spacing w:after="0" w:line="240" w:lineRule="auto"/>
              <w:rPr>
                <w:rFonts w:ascii="Arial" w:hAnsi="Arial" w:cs="Arial"/>
              </w:rPr>
            </w:pPr>
          </w:p>
        </w:tc>
      </w:tr>
      <w:tr w:rsidR="00DD0E81" w14:paraId="18722241" w14:textId="77777777" w:rsidTr="006F2A70">
        <w:tc>
          <w:tcPr>
            <w:tcW w:w="14174" w:type="dxa"/>
            <w:gridSpan w:val="3"/>
            <w:shd w:val="solid" w:color="B6DDE8" w:themeColor="accent5" w:themeTint="66" w:fill="auto"/>
          </w:tcPr>
          <w:p w14:paraId="587EEDB5"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Damage only collisions  pre scheme (3 years data) if applicable</w:t>
            </w:r>
          </w:p>
        </w:tc>
      </w:tr>
      <w:tr w:rsidR="00DD0E81" w14:paraId="1E03D15E" w14:textId="77777777" w:rsidTr="006F2A70">
        <w:tc>
          <w:tcPr>
            <w:tcW w:w="14174" w:type="dxa"/>
            <w:gridSpan w:val="3"/>
            <w:shd w:val="clear" w:color="B6DDE8" w:themeColor="accent5" w:themeTint="66" w:fill="auto"/>
          </w:tcPr>
          <w:p w14:paraId="6D98E7DC"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77F83EF3" w14:textId="77777777" w:rsidTr="006F2A70">
        <w:tc>
          <w:tcPr>
            <w:tcW w:w="14174" w:type="dxa"/>
            <w:gridSpan w:val="3"/>
            <w:shd w:val="clear" w:color="B6DDE8" w:themeColor="accent5" w:themeTint="66" w:fill="auto"/>
          </w:tcPr>
          <w:p w14:paraId="1383D31A" w14:textId="77777777" w:rsidR="00DD0E81" w:rsidRDefault="00DD0E81" w:rsidP="00DD0E81">
            <w:pPr>
              <w:spacing w:after="0" w:line="240" w:lineRule="auto"/>
              <w:rPr>
                <w:rFonts w:ascii="Arial" w:hAnsi="Arial" w:cs="Arial"/>
              </w:rPr>
            </w:pPr>
          </w:p>
          <w:p w14:paraId="434638A7" w14:textId="77777777" w:rsidR="00DD0E81" w:rsidRPr="006F2FC7" w:rsidRDefault="00DD0E81" w:rsidP="00DD0E81">
            <w:pPr>
              <w:spacing w:after="0" w:line="240" w:lineRule="auto"/>
              <w:rPr>
                <w:rFonts w:ascii="Arial" w:hAnsi="Arial" w:cs="Arial"/>
              </w:rPr>
            </w:pPr>
          </w:p>
        </w:tc>
      </w:tr>
      <w:tr w:rsidR="00DD0E81" w14:paraId="0816778B" w14:textId="77777777" w:rsidTr="006F2A70">
        <w:tc>
          <w:tcPr>
            <w:tcW w:w="14174" w:type="dxa"/>
            <w:gridSpan w:val="3"/>
            <w:shd w:val="solid" w:color="B6DDE8" w:themeColor="accent5" w:themeTint="66" w:fill="auto"/>
          </w:tcPr>
          <w:p w14:paraId="0993D9C8"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Actual damage only collisions post scheme delivery (3 years data) if applicable</w:t>
            </w:r>
          </w:p>
        </w:tc>
      </w:tr>
      <w:tr w:rsidR="00DD0E81" w14:paraId="2BFF1891" w14:textId="77777777" w:rsidTr="006F2A70">
        <w:tc>
          <w:tcPr>
            <w:tcW w:w="14174" w:type="dxa"/>
            <w:gridSpan w:val="3"/>
            <w:shd w:val="clear" w:color="B6DDE8" w:themeColor="accent5" w:themeTint="66" w:fill="auto"/>
          </w:tcPr>
          <w:p w14:paraId="60F4D793"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15010589" w14:textId="77777777" w:rsidTr="006F2A70">
        <w:tc>
          <w:tcPr>
            <w:tcW w:w="14174" w:type="dxa"/>
            <w:gridSpan w:val="3"/>
            <w:shd w:val="clear" w:color="B6DDE8" w:themeColor="accent5" w:themeTint="66" w:fill="auto"/>
          </w:tcPr>
          <w:p w14:paraId="745E374F" w14:textId="77777777" w:rsidR="00DD0E81" w:rsidRDefault="00DD0E81" w:rsidP="00DD0E81">
            <w:pPr>
              <w:spacing w:after="0" w:line="240" w:lineRule="auto"/>
            </w:pPr>
          </w:p>
          <w:p w14:paraId="5D7CBA39" w14:textId="77777777" w:rsidR="003925DA" w:rsidRDefault="003925DA" w:rsidP="00DD0E81">
            <w:pPr>
              <w:spacing w:after="0" w:line="240" w:lineRule="auto"/>
            </w:pPr>
          </w:p>
        </w:tc>
      </w:tr>
    </w:tbl>
    <w:p w14:paraId="633E10AA"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5F1236ED"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58D214E3"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0E782CCC"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335B49E7" w14:textId="77777777" w:rsidR="00B1627E" w:rsidRDefault="00B1627E">
      <w:pPr>
        <w:spacing w:after="0" w:line="240" w:lineRule="auto"/>
        <w:rPr>
          <w:rFonts w:ascii="Arial" w:hAnsi="Arial" w:cs="Arial"/>
          <w:b/>
          <w:sz w:val="24"/>
          <w:szCs w:val="24"/>
        </w:rPr>
      </w:pPr>
      <w:r>
        <w:rPr>
          <w:rFonts w:cs="Arial"/>
          <w:b/>
          <w:szCs w:val="24"/>
        </w:rPr>
        <w:br w:type="page"/>
      </w:r>
    </w:p>
    <w:p w14:paraId="502EFACF" w14:textId="77777777" w:rsidR="00DD0E81" w:rsidRDefault="00DD0E81" w:rsidP="00DD0E81">
      <w:pPr>
        <w:pStyle w:val="Heading3"/>
        <w:numPr>
          <w:ilvl w:val="0"/>
          <w:numId w:val="0"/>
        </w:numPr>
        <w:tabs>
          <w:tab w:val="num" w:pos="1418"/>
          <w:tab w:val="num" w:pos="1532"/>
          <w:tab w:val="num" w:pos="2268"/>
        </w:tabs>
        <w:jc w:val="left"/>
        <w:rPr>
          <w:rFonts w:cs="Arial"/>
          <w:b/>
          <w:szCs w:val="24"/>
        </w:rPr>
      </w:pPr>
      <w:r>
        <w:rPr>
          <w:rFonts w:cs="Arial"/>
          <w:b/>
          <w:szCs w:val="24"/>
        </w:rPr>
        <w:lastRenderedPageBreak/>
        <w:t xml:space="preserve">Table </w:t>
      </w:r>
      <w:r w:rsidR="002E19CA">
        <w:rPr>
          <w:rFonts w:cs="Arial"/>
          <w:b/>
          <w:szCs w:val="24"/>
        </w:rPr>
        <w:t>4</w:t>
      </w:r>
      <w:r w:rsidRPr="00AF141B">
        <w:rPr>
          <w:rFonts w:cs="Arial"/>
          <w:b/>
          <w:szCs w:val="24"/>
        </w:rPr>
        <w:t xml:space="preserve"> </w:t>
      </w:r>
      <w:r>
        <w:rPr>
          <w:rFonts w:cs="Arial"/>
          <w:b/>
          <w:szCs w:val="24"/>
        </w:rPr>
        <w:t>–</w:t>
      </w:r>
      <w:r w:rsidRPr="00AF141B">
        <w:rPr>
          <w:rFonts w:cs="Arial"/>
          <w:b/>
          <w:szCs w:val="24"/>
        </w:rPr>
        <w:t xml:space="preserve"> </w:t>
      </w:r>
      <w:r>
        <w:rPr>
          <w:rFonts w:cs="Arial"/>
          <w:b/>
          <w:szCs w:val="24"/>
        </w:rPr>
        <w:t xml:space="preserve">Road Safety Capital Scheme </w:t>
      </w:r>
      <w:r w:rsidRPr="00AF141B">
        <w:rPr>
          <w:rFonts w:cs="Arial"/>
          <w:b/>
          <w:szCs w:val="24"/>
        </w:rPr>
        <w:t>Outcomes – Collision Reduction</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26EB7A0A" w14:textId="77777777" w:rsidTr="006F2A70">
        <w:tc>
          <w:tcPr>
            <w:tcW w:w="14174" w:type="dxa"/>
            <w:gridSpan w:val="3"/>
            <w:shd w:val="solid" w:color="B6DDE8" w:themeColor="accent5" w:themeTint="66" w:fill="auto"/>
          </w:tcPr>
          <w:p w14:paraId="3558B383" w14:textId="77777777" w:rsidR="00DD0E81" w:rsidRPr="006F2FC7" w:rsidRDefault="00DD0E81" w:rsidP="003925DA">
            <w:pPr>
              <w:spacing w:after="0" w:line="240" w:lineRule="auto"/>
              <w:jc w:val="center"/>
              <w:rPr>
                <w:rFonts w:ascii="Arial" w:hAnsi="Arial" w:cs="Arial"/>
              </w:rPr>
            </w:pPr>
            <w:r w:rsidRPr="006F2FC7">
              <w:rPr>
                <w:rFonts w:ascii="Arial" w:hAnsi="Arial" w:cs="Arial"/>
                <w:b/>
                <w:sz w:val="24"/>
                <w:szCs w:val="24"/>
              </w:rPr>
              <w:t>Personal Injury casualties pre scheme (3 years data)</w:t>
            </w:r>
          </w:p>
        </w:tc>
      </w:tr>
      <w:tr w:rsidR="00DD0E81" w14:paraId="1675D32E" w14:textId="77777777" w:rsidTr="006F2A70">
        <w:tc>
          <w:tcPr>
            <w:tcW w:w="4724" w:type="dxa"/>
            <w:shd w:val="clear" w:color="B6DDE8" w:themeColor="accent5" w:themeTint="66" w:fill="auto"/>
          </w:tcPr>
          <w:p w14:paraId="32B5961E"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7B4CD77C"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4DF3A10A"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3F9EDF24" w14:textId="77777777" w:rsidTr="006F2A70">
        <w:tc>
          <w:tcPr>
            <w:tcW w:w="4724" w:type="dxa"/>
            <w:shd w:val="clear" w:color="B6DDE8" w:themeColor="accent5" w:themeTint="66" w:fill="auto"/>
          </w:tcPr>
          <w:p w14:paraId="41333752" w14:textId="77777777" w:rsidR="00DD0E81" w:rsidRDefault="00DD0E81" w:rsidP="003925DA">
            <w:pPr>
              <w:spacing w:after="0" w:line="240" w:lineRule="auto"/>
              <w:rPr>
                <w:rFonts w:ascii="Arial" w:hAnsi="Arial" w:cs="Arial"/>
              </w:rPr>
            </w:pPr>
          </w:p>
          <w:p w14:paraId="64DE13B0"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36A62B0B"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1FCE1240" w14:textId="77777777" w:rsidR="00DD0E81" w:rsidRPr="006F2FC7" w:rsidRDefault="00DD0E81" w:rsidP="003925DA">
            <w:pPr>
              <w:spacing w:after="0" w:line="240" w:lineRule="auto"/>
              <w:rPr>
                <w:rFonts w:ascii="Arial" w:hAnsi="Arial" w:cs="Arial"/>
              </w:rPr>
            </w:pPr>
          </w:p>
        </w:tc>
      </w:tr>
      <w:tr w:rsidR="00DD0E81" w14:paraId="459863B7" w14:textId="77777777" w:rsidTr="006F2A70">
        <w:tc>
          <w:tcPr>
            <w:tcW w:w="14174" w:type="dxa"/>
            <w:gridSpan w:val="3"/>
            <w:shd w:val="solid" w:color="B6DDE8" w:themeColor="accent5" w:themeTint="66" w:fill="auto"/>
          </w:tcPr>
          <w:p w14:paraId="4CE34344"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Estimated Personal Injury casualty reduction at application</w:t>
            </w:r>
          </w:p>
        </w:tc>
      </w:tr>
      <w:tr w:rsidR="00DD0E81" w14:paraId="00135AE3" w14:textId="77777777" w:rsidTr="006F2A70">
        <w:tc>
          <w:tcPr>
            <w:tcW w:w="4724" w:type="dxa"/>
            <w:shd w:val="clear" w:color="B6DDE8" w:themeColor="accent5" w:themeTint="66" w:fill="auto"/>
          </w:tcPr>
          <w:p w14:paraId="02363F6C" w14:textId="77777777" w:rsidR="003925DA" w:rsidRPr="006F2FC7" w:rsidRDefault="00DD0E81" w:rsidP="000073BB">
            <w:pPr>
              <w:spacing w:after="0" w:line="240" w:lineRule="auto"/>
              <w:rPr>
                <w:rFonts w:ascii="Arial" w:hAnsi="Arial" w:cs="Arial"/>
              </w:rPr>
            </w:pPr>
            <w:r w:rsidRPr="006F2FC7">
              <w:rPr>
                <w:rFonts w:ascii="Arial" w:hAnsi="Arial" w:cs="Arial"/>
              </w:rPr>
              <w:t>Estimated reduction of Fatal casualties</w:t>
            </w:r>
          </w:p>
        </w:tc>
        <w:tc>
          <w:tcPr>
            <w:tcW w:w="4725" w:type="dxa"/>
            <w:shd w:val="clear" w:color="B6DDE8" w:themeColor="accent5" w:themeTint="66" w:fill="auto"/>
          </w:tcPr>
          <w:p w14:paraId="762BC0D6"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Serious  casualties</w:t>
            </w:r>
          </w:p>
        </w:tc>
        <w:tc>
          <w:tcPr>
            <w:tcW w:w="4725" w:type="dxa"/>
            <w:shd w:val="clear" w:color="B6DDE8" w:themeColor="accent5" w:themeTint="66" w:fill="auto"/>
          </w:tcPr>
          <w:p w14:paraId="0791D134"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Slight casualties</w:t>
            </w:r>
          </w:p>
        </w:tc>
      </w:tr>
      <w:tr w:rsidR="00DD0E81" w14:paraId="521A4201" w14:textId="77777777" w:rsidTr="006F2A70">
        <w:tc>
          <w:tcPr>
            <w:tcW w:w="4724" w:type="dxa"/>
            <w:shd w:val="clear" w:color="B6DDE8" w:themeColor="accent5" w:themeTint="66" w:fill="auto"/>
          </w:tcPr>
          <w:p w14:paraId="01926347" w14:textId="77777777" w:rsidR="00DD0E81" w:rsidRDefault="00DD0E81" w:rsidP="003925DA">
            <w:pPr>
              <w:spacing w:after="0" w:line="240" w:lineRule="auto"/>
              <w:rPr>
                <w:rFonts w:ascii="Arial" w:hAnsi="Arial" w:cs="Arial"/>
              </w:rPr>
            </w:pPr>
          </w:p>
          <w:p w14:paraId="67F73FBB"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1354E57C"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3AF48836" w14:textId="77777777" w:rsidR="00DD0E81" w:rsidRPr="006F2FC7" w:rsidRDefault="00DD0E81" w:rsidP="003925DA">
            <w:pPr>
              <w:spacing w:after="0" w:line="240" w:lineRule="auto"/>
              <w:rPr>
                <w:rFonts w:ascii="Arial" w:hAnsi="Arial" w:cs="Arial"/>
              </w:rPr>
            </w:pPr>
          </w:p>
        </w:tc>
      </w:tr>
      <w:tr w:rsidR="00DD0E81" w14:paraId="73C3B2F5" w14:textId="77777777" w:rsidTr="006F2A70">
        <w:tc>
          <w:tcPr>
            <w:tcW w:w="14174" w:type="dxa"/>
            <w:gridSpan w:val="3"/>
            <w:shd w:val="solid" w:color="B6DDE8" w:themeColor="accent5" w:themeTint="66" w:fill="auto"/>
          </w:tcPr>
          <w:p w14:paraId="5462F7A7"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Actual Personal Injury casualties post scheme delivery (3 years data)</w:t>
            </w:r>
          </w:p>
        </w:tc>
      </w:tr>
      <w:tr w:rsidR="00DD0E81" w14:paraId="40C54E38" w14:textId="77777777" w:rsidTr="006F2A70">
        <w:tc>
          <w:tcPr>
            <w:tcW w:w="4724" w:type="dxa"/>
            <w:shd w:val="clear" w:color="B6DDE8" w:themeColor="accent5" w:themeTint="66" w:fill="auto"/>
          </w:tcPr>
          <w:p w14:paraId="35B5536C"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084E17CD"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36F3C47A"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2C1F8AC5" w14:textId="77777777" w:rsidTr="006F2A70">
        <w:tc>
          <w:tcPr>
            <w:tcW w:w="4724" w:type="dxa"/>
            <w:shd w:val="clear" w:color="B6DDE8" w:themeColor="accent5" w:themeTint="66" w:fill="auto"/>
          </w:tcPr>
          <w:p w14:paraId="6C568246" w14:textId="77777777" w:rsidR="00DD0E81" w:rsidRDefault="00DD0E81" w:rsidP="003925DA">
            <w:pPr>
              <w:spacing w:after="0" w:line="240" w:lineRule="auto"/>
              <w:rPr>
                <w:rFonts w:ascii="Arial" w:hAnsi="Arial" w:cs="Arial"/>
              </w:rPr>
            </w:pPr>
          </w:p>
          <w:p w14:paraId="4DD09FA8"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5789BCFB"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A23D7ED" w14:textId="77777777" w:rsidR="00DD0E81" w:rsidRPr="006F2FC7" w:rsidRDefault="00DD0E81" w:rsidP="003925DA">
            <w:pPr>
              <w:spacing w:after="0" w:line="240" w:lineRule="auto"/>
              <w:rPr>
                <w:rFonts w:ascii="Arial" w:hAnsi="Arial" w:cs="Arial"/>
              </w:rPr>
            </w:pPr>
          </w:p>
        </w:tc>
      </w:tr>
      <w:tr w:rsidR="00DD0E81" w14:paraId="275A234A" w14:textId="77777777" w:rsidTr="006F2A70">
        <w:tc>
          <w:tcPr>
            <w:tcW w:w="14174" w:type="dxa"/>
            <w:gridSpan w:val="3"/>
            <w:shd w:val="solid" w:color="B6DDE8" w:themeColor="accent5" w:themeTint="66" w:fill="auto"/>
          </w:tcPr>
          <w:p w14:paraId="511B8214"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Performance against estimated casualty  reduction ( +/- estimate  pa )</w:t>
            </w:r>
          </w:p>
        </w:tc>
      </w:tr>
      <w:tr w:rsidR="00DD0E81" w14:paraId="0F237C72" w14:textId="77777777" w:rsidTr="006F2A70">
        <w:tc>
          <w:tcPr>
            <w:tcW w:w="4724" w:type="dxa"/>
            <w:shd w:val="clear" w:color="B6DDE8" w:themeColor="accent5" w:themeTint="66" w:fill="auto"/>
          </w:tcPr>
          <w:p w14:paraId="4808A88C" w14:textId="77777777" w:rsidR="00DD0E81" w:rsidRPr="006F2FC7" w:rsidRDefault="00DD0E81" w:rsidP="003925DA">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0F36D476"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45815EED"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4B4F378C" w14:textId="77777777" w:rsidTr="006F2A70">
        <w:tc>
          <w:tcPr>
            <w:tcW w:w="4724" w:type="dxa"/>
            <w:shd w:val="clear" w:color="B6DDE8" w:themeColor="accent5" w:themeTint="66" w:fill="auto"/>
          </w:tcPr>
          <w:p w14:paraId="5F69ECCA" w14:textId="77777777" w:rsidR="00DD0E81" w:rsidRDefault="00DD0E81" w:rsidP="003925DA">
            <w:pPr>
              <w:spacing w:after="0" w:line="240" w:lineRule="auto"/>
              <w:rPr>
                <w:rFonts w:ascii="Arial" w:hAnsi="Arial" w:cs="Arial"/>
              </w:rPr>
            </w:pPr>
          </w:p>
          <w:p w14:paraId="7DADF73E"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15F2FB0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59474BD" w14:textId="77777777" w:rsidR="00DD0E81" w:rsidRPr="006F2FC7" w:rsidRDefault="00DD0E81" w:rsidP="003925DA">
            <w:pPr>
              <w:spacing w:after="0" w:line="240" w:lineRule="auto"/>
              <w:rPr>
                <w:rFonts w:ascii="Arial" w:hAnsi="Arial" w:cs="Arial"/>
              </w:rPr>
            </w:pPr>
          </w:p>
        </w:tc>
      </w:tr>
      <w:tr w:rsidR="00DD0E81" w14:paraId="237183C9" w14:textId="77777777" w:rsidTr="006F2A70">
        <w:tc>
          <w:tcPr>
            <w:tcW w:w="14174" w:type="dxa"/>
            <w:gridSpan w:val="3"/>
            <w:shd w:val="solid" w:color="B6DDE8" w:themeColor="accent5" w:themeTint="66" w:fill="auto"/>
          </w:tcPr>
          <w:p w14:paraId="3912DB3D"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High Risk and V</w:t>
            </w:r>
            <w:r w:rsidRPr="006F2FC7">
              <w:rPr>
                <w:rFonts w:ascii="Arial" w:hAnsi="Arial" w:cs="Arial"/>
                <w:b/>
                <w:sz w:val="24"/>
                <w:szCs w:val="24"/>
              </w:rPr>
              <w:t>ulnerable group casualties pre scheme (3 years data)</w:t>
            </w:r>
          </w:p>
        </w:tc>
      </w:tr>
      <w:tr w:rsidR="00DD0E81" w14:paraId="307BF150" w14:textId="77777777" w:rsidTr="006F2A70">
        <w:tc>
          <w:tcPr>
            <w:tcW w:w="4724" w:type="dxa"/>
            <w:shd w:val="clear" w:color="B6DDE8" w:themeColor="accent5" w:themeTint="66" w:fill="auto"/>
          </w:tcPr>
          <w:p w14:paraId="54D97A94" w14:textId="77777777" w:rsidR="003925DA" w:rsidRPr="006F2FC7" w:rsidRDefault="00DD0E81" w:rsidP="000073BB">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6406153"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5EE273A9"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2D0B68C3" w14:textId="77777777" w:rsidTr="006F2A70">
        <w:tc>
          <w:tcPr>
            <w:tcW w:w="4724" w:type="dxa"/>
            <w:shd w:val="clear" w:color="B6DDE8" w:themeColor="accent5" w:themeTint="66" w:fill="auto"/>
          </w:tcPr>
          <w:p w14:paraId="1DE55884"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2817A40" w14:textId="77777777" w:rsidR="003925DA" w:rsidRDefault="003925DA" w:rsidP="003925DA">
            <w:pPr>
              <w:spacing w:after="0" w:line="240" w:lineRule="auto"/>
              <w:rPr>
                <w:rFonts w:ascii="Arial" w:hAnsi="Arial" w:cs="Arial"/>
              </w:rPr>
            </w:pPr>
          </w:p>
          <w:p w14:paraId="3C3BA8DD" w14:textId="77777777" w:rsidR="003925DA" w:rsidRDefault="003925DA" w:rsidP="003925DA">
            <w:pPr>
              <w:spacing w:after="0" w:line="240" w:lineRule="auto"/>
              <w:rPr>
                <w:rFonts w:ascii="Arial" w:hAnsi="Arial" w:cs="Arial"/>
              </w:rPr>
            </w:pPr>
          </w:p>
          <w:p w14:paraId="57CA084B" w14:textId="77777777" w:rsidR="003925DA" w:rsidRDefault="003925DA" w:rsidP="003925DA">
            <w:pPr>
              <w:spacing w:after="0" w:line="240" w:lineRule="auto"/>
              <w:rPr>
                <w:rFonts w:ascii="Arial" w:hAnsi="Arial" w:cs="Arial"/>
              </w:rPr>
            </w:pPr>
          </w:p>
          <w:p w14:paraId="7CAD0633" w14:textId="77777777" w:rsidR="003925DA" w:rsidRDefault="003925DA" w:rsidP="003925DA">
            <w:pPr>
              <w:spacing w:after="0" w:line="240" w:lineRule="auto"/>
              <w:rPr>
                <w:rFonts w:ascii="Arial" w:hAnsi="Arial" w:cs="Arial"/>
              </w:rPr>
            </w:pPr>
          </w:p>
          <w:p w14:paraId="14D3D462"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1D875ED6"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tc>
        <w:tc>
          <w:tcPr>
            <w:tcW w:w="4725" w:type="dxa"/>
            <w:shd w:val="clear" w:color="B6DDE8" w:themeColor="accent5" w:themeTint="66" w:fill="auto"/>
          </w:tcPr>
          <w:p w14:paraId="6D4E0A29"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65E8BF9A" w14:textId="77777777" w:rsidR="00DD0E81" w:rsidRPr="006F2FC7" w:rsidRDefault="00DD0E81" w:rsidP="003925DA">
            <w:pPr>
              <w:spacing w:after="0" w:line="240" w:lineRule="auto"/>
              <w:rPr>
                <w:rFonts w:ascii="Arial" w:hAnsi="Arial" w:cs="Arial"/>
              </w:rPr>
            </w:pPr>
          </w:p>
        </w:tc>
      </w:tr>
      <w:tr w:rsidR="00DD0E81" w14:paraId="12BF57E1" w14:textId="77777777" w:rsidTr="006F2A70">
        <w:tc>
          <w:tcPr>
            <w:tcW w:w="4724" w:type="dxa"/>
            <w:shd w:val="clear" w:color="B6DDE8" w:themeColor="accent5" w:themeTint="66" w:fill="auto"/>
          </w:tcPr>
          <w:p w14:paraId="29BED74F" w14:textId="77777777" w:rsidR="003925DA" w:rsidRPr="006F2FC7" w:rsidRDefault="00DD0E81" w:rsidP="000073BB">
            <w:pPr>
              <w:spacing w:after="0" w:line="240" w:lineRule="auto"/>
              <w:rPr>
                <w:rFonts w:ascii="Arial" w:hAnsi="Arial" w:cs="Arial"/>
              </w:rPr>
            </w:pPr>
            <w:r>
              <w:rPr>
                <w:rFonts w:ascii="Arial" w:hAnsi="Arial" w:cs="Arial"/>
              </w:rPr>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1956BCB5"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2F92186A"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7196BACE" w14:textId="77777777" w:rsidTr="006F2A70">
        <w:tc>
          <w:tcPr>
            <w:tcW w:w="4724" w:type="dxa"/>
            <w:shd w:val="clear" w:color="B6DDE8" w:themeColor="accent5" w:themeTint="66" w:fill="auto"/>
          </w:tcPr>
          <w:p w14:paraId="519AFD26"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1EE6D4D" w14:textId="77777777" w:rsidR="003925DA" w:rsidRDefault="003925DA" w:rsidP="003925DA">
            <w:pPr>
              <w:spacing w:after="0" w:line="240" w:lineRule="auto"/>
              <w:rPr>
                <w:rFonts w:ascii="Arial" w:hAnsi="Arial" w:cs="Arial"/>
              </w:rPr>
            </w:pPr>
          </w:p>
          <w:p w14:paraId="72E3FC49" w14:textId="77777777" w:rsidR="003925DA" w:rsidRDefault="003925DA" w:rsidP="003925DA">
            <w:pPr>
              <w:spacing w:after="0" w:line="240" w:lineRule="auto"/>
              <w:rPr>
                <w:rFonts w:ascii="Arial" w:hAnsi="Arial" w:cs="Arial"/>
              </w:rPr>
            </w:pPr>
          </w:p>
          <w:p w14:paraId="2F526A24" w14:textId="77777777" w:rsidR="003925DA" w:rsidRDefault="003925DA" w:rsidP="003925DA">
            <w:pPr>
              <w:spacing w:after="0" w:line="240" w:lineRule="auto"/>
              <w:rPr>
                <w:rFonts w:ascii="Arial" w:hAnsi="Arial" w:cs="Arial"/>
              </w:rPr>
            </w:pPr>
          </w:p>
          <w:p w14:paraId="07BEB708" w14:textId="77777777" w:rsidR="00DD0E81" w:rsidRDefault="00DD0E81" w:rsidP="003925DA">
            <w:pPr>
              <w:spacing w:after="0" w:line="240" w:lineRule="auto"/>
              <w:rPr>
                <w:rFonts w:ascii="Arial" w:hAnsi="Arial" w:cs="Arial"/>
              </w:rPr>
            </w:pPr>
          </w:p>
          <w:p w14:paraId="3A805A1D"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90DEAD1"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55F63D6C"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29F4ED8"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14A0A2EB" w14:textId="77777777" w:rsidR="00DD0E81" w:rsidRPr="006F2FC7" w:rsidRDefault="00DD0E81" w:rsidP="003925DA">
            <w:pPr>
              <w:spacing w:after="0" w:line="240" w:lineRule="auto"/>
              <w:rPr>
                <w:rFonts w:ascii="Arial" w:hAnsi="Arial" w:cs="Arial"/>
              </w:rPr>
            </w:pPr>
          </w:p>
        </w:tc>
      </w:tr>
      <w:tr w:rsidR="00DD0E81" w14:paraId="3694E2E8" w14:textId="77777777" w:rsidTr="006F2A70">
        <w:tc>
          <w:tcPr>
            <w:tcW w:w="14174" w:type="dxa"/>
            <w:gridSpan w:val="3"/>
            <w:shd w:val="solid" w:color="B6DDE8" w:themeColor="accent5" w:themeTint="66" w:fill="auto"/>
          </w:tcPr>
          <w:p w14:paraId="3E895BD5"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 xml:space="preserve">Actual High Risk and Vulnerable group casualties post </w:t>
            </w:r>
            <w:r w:rsidRPr="006F2FC7">
              <w:rPr>
                <w:rFonts w:ascii="Arial" w:hAnsi="Arial" w:cs="Arial"/>
                <w:b/>
                <w:sz w:val="24"/>
                <w:szCs w:val="24"/>
              </w:rPr>
              <w:t>scheme</w:t>
            </w:r>
            <w:r>
              <w:rPr>
                <w:rFonts w:ascii="Arial" w:hAnsi="Arial" w:cs="Arial"/>
                <w:b/>
                <w:sz w:val="24"/>
                <w:szCs w:val="24"/>
              </w:rPr>
              <w:t xml:space="preserve"> delivery</w:t>
            </w:r>
            <w:r w:rsidRPr="006F2FC7">
              <w:rPr>
                <w:rFonts w:ascii="Arial" w:hAnsi="Arial" w:cs="Arial"/>
                <w:b/>
                <w:sz w:val="24"/>
                <w:szCs w:val="24"/>
              </w:rPr>
              <w:t xml:space="preserve"> (3 years data)</w:t>
            </w:r>
          </w:p>
        </w:tc>
      </w:tr>
      <w:tr w:rsidR="00DD0E81" w14:paraId="075CFCBE" w14:textId="77777777" w:rsidTr="006F2A70">
        <w:tc>
          <w:tcPr>
            <w:tcW w:w="4724" w:type="dxa"/>
            <w:shd w:val="clear" w:color="B6DDE8" w:themeColor="accent5" w:themeTint="66" w:fill="auto"/>
          </w:tcPr>
          <w:p w14:paraId="08D1A0AC" w14:textId="77777777" w:rsidR="003925DA" w:rsidRPr="006F2FC7" w:rsidRDefault="00DD0E81" w:rsidP="003925DA">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6D0D9769"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3D768870"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003A7A12" w14:textId="77777777" w:rsidTr="006F2A70">
        <w:tc>
          <w:tcPr>
            <w:tcW w:w="4724" w:type="dxa"/>
            <w:shd w:val="clear" w:color="B6DDE8" w:themeColor="accent5" w:themeTint="66" w:fill="auto"/>
          </w:tcPr>
          <w:p w14:paraId="1558C684"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9C45FFE" w14:textId="77777777" w:rsidR="00DD0E81" w:rsidRDefault="00DD0E81" w:rsidP="003925DA">
            <w:pPr>
              <w:spacing w:after="0" w:line="240" w:lineRule="auto"/>
              <w:rPr>
                <w:rFonts w:ascii="Arial" w:hAnsi="Arial" w:cs="Arial"/>
              </w:rPr>
            </w:pPr>
          </w:p>
          <w:p w14:paraId="4DA342ED" w14:textId="77777777" w:rsidR="003925DA" w:rsidRDefault="003925DA" w:rsidP="003925DA">
            <w:pPr>
              <w:spacing w:after="0" w:line="240" w:lineRule="auto"/>
              <w:rPr>
                <w:rFonts w:ascii="Arial" w:hAnsi="Arial" w:cs="Arial"/>
              </w:rPr>
            </w:pPr>
          </w:p>
          <w:p w14:paraId="0B4B6C05" w14:textId="77777777" w:rsidR="003925DA" w:rsidRDefault="003925DA" w:rsidP="003925DA">
            <w:pPr>
              <w:spacing w:after="0" w:line="240" w:lineRule="auto"/>
              <w:rPr>
                <w:rFonts w:ascii="Arial" w:hAnsi="Arial" w:cs="Arial"/>
              </w:rPr>
            </w:pPr>
          </w:p>
          <w:p w14:paraId="677BC133" w14:textId="77777777" w:rsidR="003925DA" w:rsidRDefault="003925DA" w:rsidP="003925DA">
            <w:pPr>
              <w:spacing w:after="0" w:line="240" w:lineRule="auto"/>
              <w:rPr>
                <w:rFonts w:ascii="Arial" w:hAnsi="Arial" w:cs="Arial"/>
              </w:rPr>
            </w:pPr>
          </w:p>
          <w:p w14:paraId="11AFA303" w14:textId="77777777" w:rsidR="003925DA" w:rsidRPr="006F2FC7" w:rsidRDefault="003925DA" w:rsidP="003925DA">
            <w:pPr>
              <w:spacing w:after="0" w:line="240" w:lineRule="auto"/>
              <w:rPr>
                <w:rFonts w:ascii="Arial" w:hAnsi="Arial" w:cs="Arial"/>
              </w:rPr>
            </w:pPr>
          </w:p>
          <w:p w14:paraId="1A0D69A2"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0F9A2088"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26DEA91F" w14:textId="77777777" w:rsidR="00DD0E81" w:rsidRPr="006F2FC7" w:rsidRDefault="00DD0E81" w:rsidP="003925DA">
            <w:pPr>
              <w:spacing w:after="0" w:line="240" w:lineRule="auto"/>
              <w:rPr>
                <w:rFonts w:ascii="Arial" w:hAnsi="Arial" w:cs="Arial"/>
              </w:rPr>
            </w:pPr>
          </w:p>
          <w:p w14:paraId="470AC81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03AA7B7D"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3E50242E" w14:textId="77777777" w:rsidR="00DD0E81" w:rsidRPr="006F2FC7" w:rsidRDefault="00DD0E81" w:rsidP="003925DA">
            <w:pPr>
              <w:spacing w:after="0" w:line="240" w:lineRule="auto"/>
              <w:rPr>
                <w:rFonts w:ascii="Arial" w:hAnsi="Arial" w:cs="Arial"/>
              </w:rPr>
            </w:pPr>
          </w:p>
          <w:p w14:paraId="2388D446" w14:textId="77777777" w:rsidR="00DD0E81" w:rsidRDefault="00DD0E81" w:rsidP="003925DA">
            <w:pPr>
              <w:spacing w:after="0" w:line="240" w:lineRule="auto"/>
              <w:rPr>
                <w:rFonts w:ascii="Arial" w:hAnsi="Arial" w:cs="Arial"/>
              </w:rPr>
            </w:pPr>
          </w:p>
          <w:p w14:paraId="534459EB" w14:textId="77777777" w:rsidR="00DD0E81" w:rsidRPr="006F2FC7" w:rsidRDefault="00DD0E81" w:rsidP="003925DA">
            <w:pPr>
              <w:spacing w:after="0" w:line="240" w:lineRule="auto"/>
              <w:rPr>
                <w:rFonts w:ascii="Arial" w:hAnsi="Arial" w:cs="Arial"/>
              </w:rPr>
            </w:pPr>
          </w:p>
        </w:tc>
      </w:tr>
      <w:tr w:rsidR="00DD0E81" w14:paraId="1F8852BD" w14:textId="77777777" w:rsidTr="006F2A70">
        <w:tc>
          <w:tcPr>
            <w:tcW w:w="4724" w:type="dxa"/>
            <w:shd w:val="clear" w:color="B6DDE8" w:themeColor="accent5" w:themeTint="66" w:fill="auto"/>
          </w:tcPr>
          <w:p w14:paraId="5E69B504" w14:textId="77777777" w:rsidR="00DD0E81" w:rsidRPr="006F2FC7" w:rsidRDefault="00DD0E81" w:rsidP="003925DA">
            <w:pPr>
              <w:spacing w:after="0" w:line="240" w:lineRule="auto"/>
              <w:rPr>
                <w:rFonts w:ascii="Arial" w:hAnsi="Arial" w:cs="Arial"/>
              </w:rPr>
            </w:pPr>
            <w:r>
              <w:rPr>
                <w:rFonts w:ascii="Arial" w:hAnsi="Arial" w:cs="Arial"/>
              </w:rPr>
              <w:lastRenderedPageBreak/>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1852484D"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27AC7EC7"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6CA942FB" w14:textId="77777777" w:rsidTr="006F2A70">
        <w:tc>
          <w:tcPr>
            <w:tcW w:w="4724" w:type="dxa"/>
            <w:shd w:val="clear" w:color="B6DDE8" w:themeColor="accent5" w:themeTint="66" w:fill="auto"/>
          </w:tcPr>
          <w:p w14:paraId="4BDAEA36"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857F362" w14:textId="77777777" w:rsidR="00DD0E81" w:rsidRDefault="00DD0E81" w:rsidP="003925DA">
            <w:pPr>
              <w:spacing w:after="0" w:line="240" w:lineRule="auto"/>
              <w:rPr>
                <w:rFonts w:ascii="Arial" w:hAnsi="Arial" w:cs="Arial"/>
              </w:rPr>
            </w:pPr>
          </w:p>
          <w:p w14:paraId="5120C14E" w14:textId="77777777" w:rsidR="003925DA" w:rsidRDefault="003925DA" w:rsidP="003925DA">
            <w:pPr>
              <w:spacing w:after="0" w:line="240" w:lineRule="auto"/>
              <w:rPr>
                <w:rFonts w:ascii="Arial" w:hAnsi="Arial" w:cs="Arial"/>
              </w:rPr>
            </w:pPr>
          </w:p>
          <w:p w14:paraId="70A4AAD8" w14:textId="77777777" w:rsidR="003925DA" w:rsidRDefault="003925DA" w:rsidP="003925DA">
            <w:pPr>
              <w:spacing w:after="0" w:line="240" w:lineRule="auto"/>
              <w:rPr>
                <w:rFonts w:ascii="Arial" w:hAnsi="Arial" w:cs="Arial"/>
              </w:rPr>
            </w:pPr>
          </w:p>
          <w:p w14:paraId="783B14AE" w14:textId="77777777" w:rsidR="003925DA" w:rsidRDefault="003925DA" w:rsidP="003925DA">
            <w:pPr>
              <w:spacing w:after="0" w:line="240" w:lineRule="auto"/>
              <w:rPr>
                <w:rFonts w:ascii="Arial" w:hAnsi="Arial" w:cs="Arial"/>
              </w:rPr>
            </w:pPr>
          </w:p>
          <w:p w14:paraId="0D954CED" w14:textId="77777777" w:rsidR="003925DA" w:rsidRDefault="003925DA" w:rsidP="003925DA">
            <w:pPr>
              <w:spacing w:after="0" w:line="240" w:lineRule="auto"/>
              <w:rPr>
                <w:rFonts w:ascii="Arial" w:hAnsi="Arial" w:cs="Arial"/>
              </w:rPr>
            </w:pPr>
          </w:p>
          <w:p w14:paraId="33B4E15C" w14:textId="77777777" w:rsidR="003925DA" w:rsidRDefault="003925DA" w:rsidP="003925DA">
            <w:pPr>
              <w:spacing w:after="0" w:line="240" w:lineRule="auto"/>
              <w:rPr>
                <w:rFonts w:ascii="Arial" w:hAnsi="Arial" w:cs="Arial"/>
              </w:rPr>
            </w:pPr>
          </w:p>
          <w:p w14:paraId="3D366847"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B4B4E2C"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302DAC8" w14:textId="77777777" w:rsidR="00DD0E81" w:rsidRDefault="00DD0E81" w:rsidP="003925DA">
            <w:pPr>
              <w:spacing w:after="0" w:line="240" w:lineRule="auto"/>
              <w:rPr>
                <w:rFonts w:ascii="Arial" w:hAnsi="Arial" w:cs="Arial"/>
              </w:rPr>
            </w:pPr>
          </w:p>
          <w:p w14:paraId="5F8FFA9A" w14:textId="77777777" w:rsidR="00DD0E81" w:rsidRDefault="00DD0E81" w:rsidP="003925DA">
            <w:pPr>
              <w:spacing w:after="0" w:line="240" w:lineRule="auto"/>
              <w:rPr>
                <w:rFonts w:ascii="Arial" w:hAnsi="Arial" w:cs="Arial"/>
              </w:rPr>
            </w:pPr>
          </w:p>
          <w:p w14:paraId="318DDEE1" w14:textId="77777777" w:rsidR="00DD0E81" w:rsidRDefault="00DD0E81" w:rsidP="003925DA">
            <w:pPr>
              <w:spacing w:after="0" w:line="240" w:lineRule="auto"/>
              <w:rPr>
                <w:rFonts w:ascii="Arial" w:hAnsi="Arial" w:cs="Arial"/>
              </w:rPr>
            </w:pPr>
          </w:p>
          <w:p w14:paraId="2AAC3E06"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CD42F51"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632806AC" w14:textId="77777777" w:rsidR="00DD0E81" w:rsidRDefault="00DD0E81" w:rsidP="003925DA">
            <w:pPr>
              <w:spacing w:after="0" w:line="240" w:lineRule="auto"/>
              <w:rPr>
                <w:rFonts w:ascii="Arial" w:hAnsi="Arial" w:cs="Arial"/>
              </w:rPr>
            </w:pPr>
          </w:p>
          <w:p w14:paraId="1194E2EF" w14:textId="77777777" w:rsidR="00DD0E81" w:rsidRDefault="00DD0E81" w:rsidP="003925DA">
            <w:pPr>
              <w:spacing w:after="0" w:line="240" w:lineRule="auto"/>
              <w:rPr>
                <w:rFonts w:ascii="Arial" w:hAnsi="Arial" w:cs="Arial"/>
              </w:rPr>
            </w:pPr>
          </w:p>
          <w:p w14:paraId="17D29443" w14:textId="77777777" w:rsidR="00DD0E81" w:rsidRDefault="00DD0E81" w:rsidP="003925DA">
            <w:pPr>
              <w:spacing w:after="0" w:line="240" w:lineRule="auto"/>
              <w:rPr>
                <w:rFonts w:ascii="Arial" w:hAnsi="Arial" w:cs="Arial"/>
              </w:rPr>
            </w:pPr>
          </w:p>
          <w:p w14:paraId="048E92FA" w14:textId="77777777" w:rsidR="00DD0E81" w:rsidRPr="006F2FC7" w:rsidRDefault="00DD0E81" w:rsidP="003925DA">
            <w:pPr>
              <w:spacing w:after="0" w:line="240" w:lineRule="auto"/>
              <w:rPr>
                <w:rFonts w:ascii="Arial" w:hAnsi="Arial" w:cs="Arial"/>
              </w:rPr>
            </w:pPr>
          </w:p>
        </w:tc>
      </w:tr>
    </w:tbl>
    <w:p w14:paraId="347B7FEF" w14:textId="77777777" w:rsidR="000073BB" w:rsidRDefault="000073BB" w:rsidP="003925DA">
      <w:pPr>
        <w:pStyle w:val="Heading3"/>
        <w:numPr>
          <w:ilvl w:val="0"/>
          <w:numId w:val="0"/>
        </w:numPr>
        <w:rPr>
          <w:rFonts w:eastAsiaTheme="minorHAnsi"/>
          <w:b/>
        </w:rPr>
      </w:pPr>
    </w:p>
    <w:p w14:paraId="00E7CB45" w14:textId="77777777" w:rsidR="00E31ABA" w:rsidRDefault="00E31ABA" w:rsidP="003925DA">
      <w:pPr>
        <w:pStyle w:val="Heading3"/>
        <w:numPr>
          <w:ilvl w:val="0"/>
          <w:numId w:val="0"/>
        </w:numPr>
        <w:rPr>
          <w:rFonts w:eastAsiaTheme="minorHAnsi"/>
          <w:b/>
        </w:rPr>
      </w:pPr>
    </w:p>
    <w:p w14:paraId="576DC891" w14:textId="77777777" w:rsidR="00E31ABA" w:rsidRDefault="00E31ABA" w:rsidP="003925DA">
      <w:pPr>
        <w:pStyle w:val="Heading3"/>
        <w:numPr>
          <w:ilvl w:val="0"/>
          <w:numId w:val="0"/>
        </w:numPr>
        <w:rPr>
          <w:rFonts w:eastAsiaTheme="minorHAnsi"/>
          <w:b/>
        </w:rPr>
      </w:pPr>
    </w:p>
    <w:p w14:paraId="29B44CDA" w14:textId="77777777" w:rsidR="00E31ABA" w:rsidRDefault="00E31ABA" w:rsidP="003925DA">
      <w:pPr>
        <w:pStyle w:val="Heading3"/>
        <w:numPr>
          <w:ilvl w:val="0"/>
          <w:numId w:val="0"/>
        </w:numPr>
        <w:rPr>
          <w:rFonts w:eastAsiaTheme="minorHAnsi"/>
          <w:b/>
        </w:rPr>
      </w:pPr>
    </w:p>
    <w:p w14:paraId="04F514E6" w14:textId="77777777" w:rsidR="00B1627E" w:rsidRDefault="00B1627E">
      <w:pPr>
        <w:spacing w:after="0" w:line="240" w:lineRule="auto"/>
        <w:rPr>
          <w:rFonts w:ascii="Arial" w:eastAsiaTheme="minorHAnsi" w:hAnsi="Arial"/>
          <w:b/>
          <w:sz w:val="24"/>
        </w:rPr>
      </w:pPr>
      <w:r>
        <w:rPr>
          <w:rFonts w:eastAsiaTheme="minorHAnsi"/>
          <w:b/>
        </w:rPr>
        <w:br w:type="page"/>
      </w:r>
    </w:p>
    <w:p w14:paraId="492F7CE4" w14:textId="77777777" w:rsidR="003925DA" w:rsidRPr="00AF66DF" w:rsidRDefault="003925DA" w:rsidP="003925DA">
      <w:pPr>
        <w:pStyle w:val="Heading3"/>
        <w:numPr>
          <w:ilvl w:val="0"/>
          <w:numId w:val="0"/>
        </w:numPr>
        <w:rPr>
          <w:rFonts w:cs="Arial"/>
          <w:b/>
          <w:szCs w:val="24"/>
        </w:rPr>
      </w:pPr>
      <w:r w:rsidRPr="00AF66DF">
        <w:rPr>
          <w:rFonts w:eastAsiaTheme="minorHAnsi"/>
          <w:b/>
        </w:rPr>
        <w:lastRenderedPageBreak/>
        <w:t xml:space="preserve">Table </w:t>
      </w:r>
      <w:r w:rsidR="002E19CA">
        <w:rPr>
          <w:rFonts w:eastAsiaTheme="minorHAnsi"/>
          <w:b/>
        </w:rPr>
        <w:t>5</w:t>
      </w:r>
      <w:r w:rsidRPr="00AF66DF">
        <w:rPr>
          <w:rFonts w:cs="Arial"/>
          <w:b/>
          <w:szCs w:val="24"/>
        </w:rPr>
        <w:t xml:space="preserve"> – Road Safety Capital Scheme Outcomes – Safety Audits</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608"/>
      </w:tblGrid>
      <w:tr w:rsidR="003925DA" w14:paraId="00E627EF" w14:textId="77777777" w:rsidTr="006F2A70">
        <w:tc>
          <w:tcPr>
            <w:tcW w:w="14174" w:type="dxa"/>
            <w:shd w:val="solid" w:color="B6DDE8" w:themeColor="accent5" w:themeTint="66" w:fill="auto"/>
          </w:tcPr>
          <w:p w14:paraId="3DD71FA7" w14:textId="77777777" w:rsidR="003925DA" w:rsidRDefault="003925DA" w:rsidP="0040708C">
            <w:pPr>
              <w:pStyle w:val="Heading3"/>
              <w:numPr>
                <w:ilvl w:val="0"/>
                <w:numId w:val="0"/>
              </w:numPr>
              <w:rPr>
                <w:rFonts w:eastAsiaTheme="minorHAnsi"/>
              </w:rPr>
            </w:pPr>
            <w:r w:rsidRPr="0041520B">
              <w:rPr>
                <w:rFonts w:eastAsiaTheme="minorHAnsi"/>
              </w:rPr>
              <w:t>Please provide details of any road safety audits undertaken outlining observations and actions taken</w:t>
            </w:r>
          </w:p>
        </w:tc>
      </w:tr>
      <w:tr w:rsidR="003925DA" w14:paraId="6635A1C5" w14:textId="77777777" w:rsidTr="006F2A70">
        <w:tc>
          <w:tcPr>
            <w:tcW w:w="14174" w:type="dxa"/>
          </w:tcPr>
          <w:p w14:paraId="18969C45" w14:textId="77777777" w:rsidR="003925DA" w:rsidRPr="003925DA" w:rsidRDefault="003925DA" w:rsidP="0040708C">
            <w:pPr>
              <w:pStyle w:val="Heading3"/>
              <w:numPr>
                <w:ilvl w:val="0"/>
                <w:numId w:val="0"/>
              </w:numPr>
              <w:rPr>
                <w:rFonts w:eastAsiaTheme="minorHAnsi"/>
                <w:sz w:val="22"/>
                <w:szCs w:val="22"/>
              </w:rPr>
            </w:pPr>
          </w:p>
          <w:p w14:paraId="64F5CF7E" w14:textId="77777777" w:rsidR="003925DA" w:rsidRDefault="003925DA" w:rsidP="0040708C">
            <w:pPr>
              <w:pStyle w:val="Heading3"/>
              <w:numPr>
                <w:ilvl w:val="0"/>
                <w:numId w:val="0"/>
              </w:numPr>
              <w:rPr>
                <w:rFonts w:eastAsiaTheme="minorHAnsi"/>
              </w:rPr>
            </w:pPr>
          </w:p>
          <w:p w14:paraId="4526049B" w14:textId="77777777" w:rsidR="003925DA" w:rsidRDefault="003925DA" w:rsidP="0040708C">
            <w:pPr>
              <w:pStyle w:val="Heading3"/>
              <w:numPr>
                <w:ilvl w:val="0"/>
                <w:numId w:val="0"/>
              </w:numPr>
              <w:rPr>
                <w:rFonts w:eastAsiaTheme="minorHAnsi"/>
              </w:rPr>
            </w:pPr>
          </w:p>
          <w:p w14:paraId="5E8B78C9" w14:textId="77777777" w:rsidR="003925DA" w:rsidRDefault="003925DA" w:rsidP="0040708C">
            <w:pPr>
              <w:pStyle w:val="Heading3"/>
              <w:numPr>
                <w:ilvl w:val="0"/>
                <w:numId w:val="0"/>
              </w:numPr>
              <w:rPr>
                <w:rFonts w:eastAsiaTheme="minorHAnsi"/>
              </w:rPr>
            </w:pPr>
          </w:p>
          <w:p w14:paraId="27A5A5FD" w14:textId="77777777" w:rsidR="003925DA" w:rsidRDefault="003925DA" w:rsidP="0040708C">
            <w:pPr>
              <w:pStyle w:val="Heading3"/>
              <w:numPr>
                <w:ilvl w:val="0"/>
                <w:numId w:val="0"/>
              </w:numPr>
              <w:rPr>
                <w:rFonts w:eastAsiaTheme="minorHAnsi"/>
              </w:rPr>
            </w:pPr>
          </w:p>
          <w:p w14:paraId="18DDB520" w14:textId="77777777" w:rsidR="003925DA" w:rsidRDefault="003925DA" w:rsidP="0040708C">
            <w:pPr>
              <w:pStyle w:val="Heading3"/>
              <w:numPr>
                <w:ilvl w:val="0"/>
                <w:numId w:val="0"/>
              </w:numPr>
              <w:rPr>
                <w:rFonts w:eastAsiaTheme="minorHAnsi"/>
              </w:rPr>
            </w:pPr>
          </w:p>
          <w:p w14:paraId="0C7A5AC7" w14:textId="77777777" w:rsidR="003925DA" w:rsidRDefault="003925DA" w:rsidP="0040708C">
            <w:pPr>
              <w:pStyle w:val="Heading3"/>
              <w:numPr>
                <w:ilvl w:val="0"/>
                <w:numId w:val="0"/>
              </w:numPr>
              <w:rPr>
                <w:rFonts w:eastAsiaTheme="minorHAnsi"/>
              </w:rPr>
            </w:pPr>
          </w:p>
          <w:p w14:paraId="4CF94914" w14:textId="77777777" w:rsidR="003925DA" w:rsidRDefault="003925DA" w:rsidP="0040708C">
            <w:pPr>
              <w:pStyle w:val="Heading3"/>
              <w:numPr>
                <w:ilvl w:val="0"/>
                <w:numId w:val="0"/>
              </w:numPr>
              <w:rPr>
                <w:rFonts w:eastAsiaTheme="minorHAnsi"/>
              </w:rPr>
            </w:pPr>
          </w:p>
          <w:p w14:paraId="1275545E" w14:textId="77777777" w:rsidR="003925DA" w:rsidRDefault="003925DA" w:rsidP="0040708C">
            <w:pPr>
              <w:pStyle w:val="Heading3"/>
              <w:numPr>
                <w:ilvl w:val="0"/>
                <w:numId w:val="0"/>
              </w:numPr>
              <w:rPr>
                <w:rFonts w:eastAsiaTheme="minorHAnsi"/>
              </w:rPr>
            </w:pPr>
          </w:p>
          <w:p w14:paraId="3A32544B" w14:textId="77777777" w:rsidR="003925DA" w:rsidRDefault="003925DA" w:rsidP="0040708C">
            <w:pPr>
              <w:pStyle w:val="Heading3"/>
              <w:numPr>
                <w:ilvl w:val="0"/>
                <w:numId w:val="0"/>
              </w:numPr>
              <w:rPr>
                <w:rFonts w:eastAsiaTheme="minorHAnsi"/>
              </w:rPr>
            </w:pPr>
          </w:p>
          <w:p w14:paraId="37D8994A" w14:textId="77777777" w:rsidR="003925DA" w:rsidRDefault="003925DA" w:rsidP="0040708C">
            <w:pPr>
              <w:pStyle w:val="Heading3"/>
              <w:numPr>
                <w:ilvl w:val="0"/>
                <w:numId w:val="0"/>
              </w:numPr>
              <w:rPr>
                <w:rFonts w:eastAsiaTheme="minorHAnsi"/>
              </w:rPr>
            </w:pPr>
          </w:p>
          <w:p w14:paraId="0B7D6FC5" w14:textId="77777777" w:rsidR="003925DA" w:rsidRDefault="003925DA" w:rsidP="0040708C">
            <w:pPr>
              <w:pStyle w:val="Heading3"/>
              <w:numPr>
                <w:ilvl w:val="0"/>
                <w:numId w:val="0"/>
              </w:numPr>
              <w:rPr>
                <w:rFonts w:eastAsiaTheme="minorHAnsi"/>
              </w:rPr>
            </w:pPr>
          </w:p>
        </w:tc>
      </w:tr>
    </w:tbl>
    <w:p w14:paraId="328BEE2A" w14:textId="77777777" w:rsidR="00DD0E81" w:rsidRDefault="00DD0E81" w:rsidP="00DD0E81">
      <w:pPr>
        <w:pStyle w:val="Heading3"/>
        <w:numPr>
          <w:ilvl w:val="0"/>
          <w:numId w:val="0"/>
        </w:numPr>
        <w:tabs>
          <w:tab w:val="num" w:pos="1418"/>
          <w:tab w:val="num" w:pos="1532"/>
          <w:tab w:val="num" w:pos="2268"/>
        </w:tabs>
        <w:jc w:val="left"/>
        <w:rPr>
          <w:rFonts w:cs="Arial"/>
          <w:b/>
          <w:szCs w:val="24"/>
        </w:rPr>
      </w:pPr>
    </w:p>
    <w:sectPr w:rsidR="00DD0E81" w:rsidSect="000073BB">
      <w:pgSz w:w="11906" w:h="16838" w:code="9"/>
      <w:pgMar w:top="1418" w:right="992" w:bottom="1418" w:left="1276"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C5AE27" w14:textId="77777777" w:rsidR="009F300E" w:rsidRDefault="009F300E">
      <w:r>
        <w:separator/>
      </w:r>
    </w:p>
  </w:endnote>
  <w:endnote w:type="continuationSeparator" w:id="0">
    <w:p w14:paraId="54E5177C" w14:textId="77777777" w:rsidR="009F300E" w:rsidRDefault="009F3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Zapf Dingbats ITC">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6CE06" w14:textId="77777777" w:rsidR="00091917" w:rsidRDefault="000919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64E82" w14:textId="77777777" w:rsidR="00091917" w:rsidRPr="00125DF8" w:rsidRDefault="00091917">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B45183">
      <w:rPr>
        <w:noProof/>
        <w:color w:val="31849B"/>
        <w:sz w:val="24"/>
      </w:rPr>
      <w:t>9</w:t>
    </w:r>
    <w:r w:rsidRPr="00125DF8">
      <w:rPr>
        <w:noProof/>
        <w:color w:val="31849B"/>
        <w:sz w:val="24"/>
      </w:rPr>
      <w:fldChar w:fldCharType="end"/>
    </w:r>
  </w:p>
  <w:p w14:paraId="02FEB855" w14:textId="77777777" w:rsidR="00091917" w:rsidRDefault="00091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31C1C" w14:textId="77777777" w:rsidR="009F300E" w:rsidRDefault="009F300E">
      <w:r>
        <w:separator/>
      </w:r>
    </w:p>
  </w:footnote>
  <w:footnote w:type="continuationSeparator" w:id="0">
    <w:p w14:paraId="174F5C90" w14:textId="77777777" w:rsidR="009F300E" w:rsidRDefault="009F30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8B043" w14:textId="77777777" w:rsidR="00091917" w:rsidRPr="00AC5A43" w:rsidRDefault="00091917"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19FEB10A" w14:textId="77777777" w:rsidR="00091917" w:rsidRDefault="00091917"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11C46" w14:textId="77777777" w:rsidR="00091917" w:rsidRDefault="0009191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37A32" w14:textId="77777777" w:rsidR="00091917" w:rsidRPr="00AC5A43" w:rsidRDefault="00091917"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w:t>
    </w:r>
    <w:r>
      <w:rPr>
        <w:rFonts w:ascii="Arial" w:hAnsi="Arial" w:cs="Arial"/>
        <w:color w:val="008080"/>
        <w:sz w:val="20"/>
      </w:rPr>
      <w:t xml:space="preserve">Grants </w:t>
    </w:r>
    <w:r w:rsidRPr="00C40E5A">
      <w:rPr>
        <w:rFonts w:ascii="Arial" w:hAnsi="Arial" w:cs="Arial"/>
        <w:color w:val="008080"/>
        <w:sz w:val="20"/>
      </w:rPr>
      <w:t xml:space="preserve">- Annual Reporting Guidance Note and Template </w:t>
    </w:r>
    <w:r>
      <w:rPr>
        <w:rFonts w:ascii="Arial" w:hAnsi="Arial" w:cs="Arial"/>
        <w:color w:val="008080"/>
        <w:sz w:val="20"/>
      </w:rPr>
      <w:t xml:space="preserve">Forms </w:t>
    </w:r>
  </w:p>
  <w:p w14:paraId="5403989E" w14:textId="77777777" w:rsidR="00091917" w:rsidRDefault="00091917"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552E9" w14:textId="77777777" w:rsidR="00091917" w:rsidRDefault="000919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 w15:restartNumberingAfterBreak="0">
    <w:nsid w:val="094C5B81"/>
    <w:multiLevelType w:val="multilevel"/>
    <w:tmpl w:val="F3849528"/>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1D225CDE"/>
    <w:multiLevelType w:val="hybridMultilevel"/>
    <w:tmpl w:val="B00E7D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E6440E"/>
    <w:multiLevelType w:val="multilevel"/>
    <w:tmpl w:val="0456D360"/>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bullet"/>
      <w:lvlText w:val=""/>
      <w:lvlJc w:val="left"/>
      <w:pPr>
        <w:tabs>
          <w:tab w:val="num" w:pos="2268"/>
        </w:tabs>
        <w:ind w:left="2268" w:hanging="964"/>
      </w:pPr>
      <w:rPr>
        <w:rFonts w:ascii="Symbol" w:hAnsi="Symbol"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25A144CA"/>
    <w:multiLevelType w:val="hybridMultilevel"/>
    <w:tmpl w:val="8F983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1107D38"/>
    <w:multiLevelType w:val="hybridMultilevel"/>
    <w:tmpl w:val="0B0E6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52F9575A"/>
    <w:multiLevelType w:val="singleLevel"/>
    <w:tmpl w:val="E6503A6C"/>
    <w:lvl w:ilvl="0">
      <w:numFmt w:val="decimal"/>
      <w:pStyle w:val="Bullet"/>
      <w:lvlText w:val=""/>
      <w:lvlJc w:val="left"/>
    </w:lvl>
  </w:abstractNum>
  <w:abstractNum w:abstractNumId="8" w15:restartNumberingAfterBreak="0">
    <w:nsid w:val="563B5A95"/>
    <w:multiLevelType w:val="hybridMultilevel"/>
    <w:tmpl w:val="E312EE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10" w15:restartNumberingAfterBreak="0">
    <w:nsid w:val="5AC750EF"/>
    <w:multiLevelType w:val="hybridMultilevel"/>
    <w:tmpl w:val="734A3B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E8E373B"/>
    <w:multiLevelType w:val="hybridMultilevel"/>
    <w:tmpl w:val="D572F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9731079"/>
    <w:multiLevelType w:val="hybridMultilevel"/>
    <w:tmpl w:val="1AB630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3" w15:restartNumberingAfterBreak="0">
    <w:nsid w:val="7B943697"/>
    <w:multiLevelType w:val="multilevel"/>
    <w:tmpl w:val="27D2FD8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bullet"/>
      <w:pStyle w:val="Heading4"/>
      <w:lvlText w:val=""/>
      <w:lvlJc w:val="left"/>
      <w:pPr>
        <w:tabs>
          <w:tab w:val="num" w:pos="2268"/>
        </w:tabs>
        <w:ind w:left="2268" w:hanging="964"/>
      </w:pPr>
      <w:rPr>
        <w:rFonts w:ascii="Symbol" w:hAnsi="Symbol"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num w:numId="1" w16cid:durableId="458572800">
    <w:abstractNumId w:val="7"/>
  </w:num>
  <w:num w:numId="2" w16cid:durableId="1073940342">
    <w:abstractNumId w:val="6"/>
  </w:num>
  <w:num w:numId="3" w16cid:durableId="1787389740">
    <w:abstractNumId w:val="9"/>
  </w:num>
  <w:num w:numId="4" w16cid:durableId="113522783">
    <w:abstractNumId w:val="0"/>
  </w:num>
  <w:num w:numId="5" w16cid:durableId="1381049615">
    <w:abstractNumId w:val="1"/>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 w:numId="6" w16cid:durableId="888996331">
    <w:abstractNumId w:val="13"/>
  </w:num>
  <w:num w:numId="7" w16cid:durableId="616958951">
    <w:abstractNumId w:val="3"/>
  </w:num>
  <w:num w:numId="8" w16cid:durableId="838496290">
    <w:abstractNumId w:val="12"/>
  </w:num>
  <w:num w:numId="9" w16cid:durableId="1229733134">
    <w:abstractNumId w:val="5"/>
  </w:num>
  <w:num w:numId="10" w16cid:durableId="11098156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1" w16cid:durableId="43607617">
    <w:abstractNumId w:val="10"/>
  </w:num>
  <w:num w:numId="12" w16cid:durableId="1490825951">
    <w:abstractNumId w:val="4"/>
  </w:num>
  <w:num w:numId="13" w16cid:durableId="1883398575">
    <w:abstractNumId w:val="11"/>
  </w:num>
  <w:num w:numId="14" w16cid:durableId="2003923174">
    <w:abstractNumId w:val="2"/>
  </w:num>
  <w:num w:numId="15" w16cid:durableId="86004629">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6653"/>
    <w:rsid w:val="00006D40"/>
    <w:rsid w:val="000073BB"/>
    <w:rsid w:val="0000757E"/>
    <w:rsid w:val="00010A0C"/>
    <w:rsid w:val="00013706"/>
    <w:rsid w:val="0001380D"/>
    <w:rsid w:val="00014589"/>
    <w:rsid w:val="00014D5E"/>
    <w:rsid w:val="00014EB3"/>
    <w:rsid w:val="0002062B"/>
    <w:rsid w:val="00021D63"/>
    <w:rsid w:val="0002448A"/>
    <w:rsid w:val="000312D2"/>
    <w:rsid w:val="00033E18"/>
    <w:rsid w:val="0003619B"/>
    <w:rsid w:val="00036399"/>
    <w:rsid w:val="00036642"/>
    <w:rsid w:val="00036B4D"/>
    <w:rsid w:val="00040AA3"/>
    <w:rsid w:val="00044529"/>
    <w:rsid w:val="00046688"/>
    <w:rsid w:val="00051ACE"/>
    <w:rsid w:val="00051E30"/>
    <w:rsid w:val="00054FDE"/>
    <w:rsid w:val="00055DA9"/>
    <w:rsid w:val="000563E3"/>
    <w:rsid w:val="00056837"/>
    <w:rsid w:val="00057E35"/>
    <w:rsid w:val="00060F24"/>
    <w:rsid w:val="000615D0"/>
    <w:rsid w:val="0006478E"/>
    <w:rsid w:val="00064817"/>
    <w:rsid w:val="000664F2"/>
    <w:rsid w:val="00067228"/>
    <w:rsid w:val="00067821"/>
    <w:rsid w:val="00067823"/>
    <w:rsid w:val="0007495A"/>
    <w:rsid w:val="00077A14"/>
    <w:rsid w:val="00080474"/>
    <w:rsid w:val="0009042B"/>
    <w:rsid w:val="00091917"/>
    <w:rsid w:val="00091F35"/>
    <w:rsid w:val="000935DC"/>
    <w:rsid w:val="00093647"/>
    <w:rsid w:val="0009369E"/>
    <w:rsid w:val="00096579"/>
    <w:rsid w:val="00097386"/>
    <w:rsid w:val="000A12DF"/>
    <w:rsid w:val="000A1C92"/>
    <w:rsid w:val="000A2395"/>
    <w:rsid w:val="000A2BE2"/>
    <w:rsid w:val="000A36F9"/>
    <w:rsid w:val="000A571E"/>
    <w:rsid w:val="000A5BF1"/>
    <w:rsid w:val="000A751F"/>
    <w:rsid w:val="000B1FB1"/>
    <w:rsid w:val="000B296F"/>
    <w:rsid w:val="000B36C7"/>
    <w:rsid w:val="000B389A"/>
    <w:rsid w:val="000B7B84"/>
    <w:rsid w:val="000C1C7C"/>
    <w:rsid w:val="000C3518"/>
    <w:rsid w:val="000C4A2F"/>
    <w:rsid w:val="000C7C59"/>
    <w:rsid w:val="000C7E9D"/>
    <w:rsid w:val="000D184D"/>
    <w:rsid w:val="000D34C4"/>
    <w:rsid w:val="000D35AE"/>
    <w:rsid w:val="000D5306"/>
    <w:rsid w:val="000D5849"/>
    <w:rsid w:val="000E0772"/>
    <w:rsid w:val="000E128B"/>
    <w:rsid w:val="000E4334"/>
    <w:rsid w:val="000E48D1"/>
    <w:rsid w:val="000E67FF"/>
    <w:rsid w:val="000E6940"/>
    <w:rsid w:val="000E6EFC"/>
    <w:rsid w:val="000F077F"/>
    <w:rsid w:val="000F09B6"/>
    <w:rsid w:val="000F2A5B"/>
    <w:rsid w:val="000F43BA"/>
    <w:rsid w:val="000F4716"/>
    <w:rsid w:val="000F5086"/>
    <w:rsid w:val="000F797C"/>
    <w:rsid w:val="000F7ECE"/>
    <w:rsid w:val="001005C9"/>
    <w:rsid w:val="00100B85"/>
    <w:rsid w:val="00100CBC"/>
    <w:rsid w:val="00101E5B"/>
    <w:rsid w:val="00104AE2"/>
    <w:rsid w:val="00104B4B"/>
    <w:rsid w:val="00105882"/>
    <w:rsid w:val="00107299"/>
    <w:rsid w:val="00111C82"/>
    <w:rsid w:val="00112196"/>
    <w:rsid w:val="00112A2A"/>
    <w:rsid w:val="00112A7F"/>
    <w:rsid w:val="0011360A"/>
    <w:rsid w:val="0011463D"/>
    <w:rsid w:val="001157C0"/>
    <w:rsid w:val="00120471"/>
    <w:rsid w:val="00120CB5"/>
    <w:rsid w:val="0012278D"/>
    <w:rsid w:val="00124731"/>
    <w:rsid w:val="00125A0E"/>
    <w:rsid w:val="00125DF8"/>
    <w:rsid w:val="001265B9"/>
    <w:rsid w:val="00130B46"/>
    <w:rsid w:val="00130DDA"/>
    <w:rsid w:val="00130E51"/>
    <w:rsid w:val="00132DAD"/>
    <w:rsid w:val="00142086"/>
    <w:rsid w:val="0014367C"/>
    <w:rsid w:val="00145210"/>
    <w:rsid w:val="00146B51"/>
    <w:rsid w:val="00146EB7"/>
    <w:rsid w:val="001500B9"/>
    <w:rsid w:val="0015197E"/>
    <w:rsid w:val="0015327A"/>
    <w:rsid w:val="0015366C"/>
    <w:rsid w:val="001536E2"/>
    <w:rsid w:val="00153C19"/>
    <w:rsid w:val="001549C9"/>
    <w:rsid w:val="0016101F"/>
    <w:rsid w:val="0016126C"/>
    <w:rsid w:val="00161460"/>
    <w:rsid w:val="001624E9"/>
    <w:rsid w:val="00162756"/>
    <w:rsid w:val="00162817"/>
    <w:rsid w:val="001633AD"/>
    <w:rsid w:val="0016473C"/>
    <w:rsid w:val="00171FD7"/>
    <w:rsid w:val="00172605"/>
    <w:rsid w:val="001728CB"/>
    <w:rsid w:val="00172A0B"/>
    <w:rsid w:val="00173120"/>
    <w:rsid w:val="001748A9"/>
    <w:rsid w:val="001753B7"/>
    <w:rsid w:val="00175605"/>
    <w:rsid w:val="00175DE6"/>
    <w:rsid w:val="001775DD"/>
    <w:rsid w:val="0018246E"/>
    <w:rsid w:val="00183FE0"/>
    <w:rsid w:val="0018533E"/>
    <w:rsid w:val="00185D65"/>
    <w:rsid w:val="001869F1"/>
    <w:rsid w:val="00186C48"/>
    <w:rsid w:val="00186DF7"/>
    <w:rsid w:val="00187AE8"/>
    <w:rsid w:val="00187CC2"/>
    <w:rsid w:val="00190AE6"/>
    <w:rsid w:val="00191C8A"/>
    <w:rsid w:val="00197872"/>
    <w:rsid w:val="001A1E82"/>
    <w:rsid w:val="001A2A69"/>
    <w:rsid w:val="001A3338"/>
    <w:rsid w:val="001A33A3"/>
    <w:rsid w:val="001A3648"/>
    <w:rsid w:val="001A46B5"/>
    <w:rsid w:val="001A5136"/>
    <w:rsid w:val="001A5DDE"/>
    <w:rsid w:val="001B153E"/>
    <w:rsid w:val="001B2BA4"/>
    <w:rsid w:val="001B3410"/>
    <w:rsid w:val="001B590D"/>
    <w:rsid w:val="001B5B68"/>
    <w:rsid w:val="001B5F23"/>
    <w:rsid w:val="001B6D9F"/>
    <w:rsid w:val="001C24F4"/>
    <w:rsid w:val="001C26DD"/>
    <w:rsid w:val="001C5196"/>
    <w:rsid w:val="001C6186"/>
    <w:rsid w:val="001C64D4"/>
    <w:rsid w:val="001C6A24"/>
    <w:rsid w:val="001D0721"/>
    <w:rsid w:val="001D09AC"/>
    <w:rsid w:val="001D4FB6"/>
    <w:rsid w:val="001D7CD7"/>
    <w:rsid w:val="001D7F5A"/>
    <w:rsid w:val="001E1817"/>
    <w:rsid w:val="001E201E"/>
    <w:rsid w:val="001E2BD6"/>
    <w:rsid w:val="001E2C70"/>
    <w:rsid w:val="001E4894"/>
    <w:rsid w:val="001F0CCB"/>
    <w:rsid w:val="001F2317"/>
    <w:rsid w:val="001F2C42"/>
    <w:rsid w:val="001F38BF"/>
    <w:rsid w:val="001F4D87"/>
    <w:rsid w:val="001F5531"/>
    <w:rsid w:val="001F5B18"/>
    <w:rsid w:val="00202C91"/>
    <w:rsid w:val="00205123"/>
    <w:rsid w:val="002051C5"/>
    <w:rsid w:val="00205EC5"/>
    <w:rsid w:val="00206B72"/>
    <w:rsid w:val="00207630"/>
    <w:rsid w:val="00210B1F"/>
    <w:rsid w:val="00210D5E"/>
    <w:rsid w:val="002111F7"/>
    <w:rsid w:val="0021131A"/>
    <w:rsid w:val="00211D9C"/>
    <w:rsid w:val="002138FE"/>
    <w:rsid w:val="00216F98"/>
    <w:rsid w:val="002177A8"/>
    <w:rsid w:val="002239FE"/>
    <w:rsid w:val="002246DE"/>
    <w:rsid w:val="00225291"/>
    <w:rsid w:val="00225F0E"/>
    <w:rsid w:val="0022625D"/>
    <w:rsid w:val="002335E3"/>
    <w:rsid w:val="00235CA6"/>
    <w:rsid w:val="00241C17"/>
    <w:rsid w:val="002463D3"/>
    <w:rsid w:val="00252BD9"/>
    <w:rsid w:val="00252CF0"/>
    <w:rsid w:val="00253D5A"/>
    <w:rsid w:val="00253E8C"/>
    <w:rsid w:val="002555B2"/>
    <w:rsid w:val="00257253"/>
    <w:rsid w:val="00257305"/>
    <w:rsid w:val="002604B7"/>
    <w:rsid w:val="00260719"/>
    <w:rsid w:val="002613A5"/>
    <w:rsid w:val="0026184D"/>
    <w:rsid w:val="00263648"/>
    <w:rsid w:val="00263BFB"/>
    <w:rsid w:val="002665AE"/>
    <w:rsid w:val="00267215"/>
    <w:rsid w:val="002709F4"/>
    <w:rsid w:val="00272B05"/>
    <w:rsid w:val="00272E57"/>
    <w:rsid w:val="00275C4B"/>
    <w:rsid w:val="002764A3"/>
    <w:rsid w:val="002768A2"/>
    <w:rsid w:val="002818C6"/>
    <w:rsid w:val="00284F1D"/>
    <w:rsid w:val="002856A9"/>
    <w:rsid w:val="002870FD"/>
    <w:rsid w:val="002876FA"/>
    <w:rsid w:val="00292D82"/>
    <w:rsid w:val="0029411F"/>
    <w:rsid w:val="0029467A"/>
    <w:rsid w:val="0029709A"/>
    <w:rsid w:val="002A030D"/>
    <w:rsid w:val="002A2F1C"/>
    <w:rsid w:val="002A4703"/>
    <w:rsid w:val="002A4E5D"/>
    <w:rsid w:val="002B0B63"/>
    <w:rsid w:val="002B1165"/>
    <w:rsid w:val="002B34B9"/>
    <w:rsid w:val="002B424D"/>
    <w:rsid w:val="002B6E46"/>
    <w:rsid w:val="002B7F8E"/>
    <w:rsid w:val="002C4033"/>
    <w:rsid w:val="002C459E"/>
    <w:rsid w:val="002C50C0"/>
    <w:rsid w:val="002C5304"/>
    <w:rsid w:val="002D071E"/>
    <w:rsid w:val="002D08B0"/>
    <w:rsid w:val="002D10F9"/>
    <w:rsid w:val="002D1817"/>
    <w:rsid w:val="002D1832"/>
    <w:rsid w:val="002D1A55"/>
    <w:rsid w:val="002D2954"/>
    <w:rsid w:val="002D29D5"/>
    <w:rsid w:val="002D2E90"/>
    <w:rsid w:val="002D34A8"/>
    <w:rsid w:val="002D3D13"/>
    <w:rsid w:val="002D41F3"/>
    <w:rsid w:val="002D5873"/>
    <w:rsid w:val="002D5DB0"/>
    <w:rsid w:val="002D61E3"/>
    <w:rsid w:val="002D647C"/>
    <w:rsid w:val="002E004E"/>
    <w:rsid w:val="002E193E"/>
    <w:rsid w:val="002E19CA"/>
    <w:rsid w:val="002E1F27"/>
    <w:rsid w:val="002E3059"/>
    <w:rsid w:val="002E33B9"/>
    <w:rsid w:val="002E3D8B"/>
    <w:rsid w:val="002E5931"/>
    <w:rsid w:val="002E609A"/>
    <w:rsid w:val="002E6928"/>
    <w:rsid w:val="002E79FC"/>
    <w:rsid w:val="002F4F55"/>
    <w:rsid w:val="002F50F5"/>
    <w:rsid w:val="002F54D2"/>
    <w:rsid w:val="002F6B43"/>
    <w:rsid w:val="003001E5"/>
    <w:rsid w:val="00300EB3"/>
    <w:rsid w:val="00301163"/>
    <w:rsid w:val="00301B81"/>
    <w:rsid w:val="00302631"/>
    <w:rsid w:val="00302EA4"/>
    <w:rsid w:val="003039CE"/>
    <w:rsid w:val="003053C4"/>
    <w:rsid w:val="003055F1"/>
    <w:rsid w:val="003058AF"/>
    <w:rsid w:val="00310679"/>
    <w:rsid w:val="00311F5F"/>
    <w:rsid w:val="00315430"/>
    <w:rsid w:val="003177D9"/>
    <w:rsid w:val="00317CAA"/>
    <w:rsid w:val="00322186"/>
    <w:rsid w:val="00323018"/>
    <w:rsid w:val="00324219"/>
    <w:rsid w:val="00325AC9"/>
    <w:rsid w:val="003270DF"/>
    <w:rsid w:val="00327137"/>
    <w:rsid w:val="00333D6C"/>
    <w:rsid w:val="00333EE3"/>
    <w:rsid w:val="003346A0"/>
    <w:rsid w:val="00335610"/>
    <w:rsid w:val="00336D67"/>
    <w:rsid w:val="00337E2C"/>
    <w:rsid w:val="00340171"/>
    <w:rsid w:val="003403F6"/>
    <w:rsid w:val="003409F5"/>
    <w:rsid w:val="0034249B"/>
    <w:rsid w:val="00342B91"/>
    <w:rsid w:val="00342FDB"/>
    <w:rsid w:val="00352510"/>
    <w:rsid w:val="00353F77"/>
    <w:rsid w:val="00356A5B"/>
    <w:rsid w:val="0036339B"/>
    <w:rsid w:val="00363B83"/>
    <w:rsid w:val="00364A29"/>
    <w:rsid w:val="00364E48"/>
    <w:rsid w:val="0036787F"/>
    <w:rsid w:val="00370AE4"/>
    <w:rsid w:val="00370C98"/>
    <w:rsid w:val="00372413"/>
    <w:rsid w:val="00375095"/>
    <w:rsid w:val="00375D0F"/>
    <w:rsid w:val="00376E66"/>
    <w:rsid w:val="003803F6"/>
    <w:rsid w:val="00382AC3"/>
    <w:rsid w:val="00383A0F"/>
    <w:rsid w:val="00384D87"/>
    <w:rsid w:val="0038525E"/>
    <w:rsid w:val="003908B8"/>
    <w:rsid w:val="00390AE7"/>
    <w:rsid w:val="003925DA"/>
    <w:rsid w:val="003932B9"/>
    <w:rsid w:val="003A0307"/>
    <w:rsid w:val="003A059C"/>
    <w:rsid w:val="003A1862"/>
    <w:rsid w:val="003B26C5"/>
    <w:rsid w:val="003B38F9"/>
    <w:rsid w:val="003B3CED"/>
    <w:rsid w:val="003B5399"/>
    <w:rsid w:val="003B5DE0"/>
    <w:rsid w:val="003B6513"/>
    <w:rsid w:val="003B6FA4"/>
    <w:rsid w:val="003B7CB2"/>
    <w:rsid w:val="003C14B3"/>
    <w:rsid w:val="003C16FC"/>
    <w:rsid w:val="003C2E73"/>
    <w:rsid w:val="003C493D"/>
    <w:rsid w:val="003C5289"/>
    <w:rsid w:val="003C68C7"/>
    <w:rsid w:val="003C7677"/>
    <w:rsid w:val="003D03BD"/>
    <w:rsid w:val="003D2BB9"/>
    <w:rsid w:val="003D5A78"/>
    <w:rsid w:val="003D5E01"/>
    <w:rsid w:val="003D6982"/>
    <w:rsid w:val="003D6DFF"/>
    <w:rsid w:val="003D7D52"/>
    <w:rsid w:val="003E2F00"/>
    <w:rsid w:val="003E4EBF"/>
    <w:rsid w:val="003E52C4"/>
    <w:rsid w:val="003E55B8"/>
    <w:rsid w:val="003E7CA8"/>
    <w:rsid w:val="003F18A8"/>
    <w:rsid w:val="003F1BF8"/>
    <w:rsid w:val="003F21E9"/>
    <w:rsid w:val="003F4A0D"/>
    <w:rsid w:val="003F550E"/>
    <w:rsid w:val="003F7481"/>
    <w:rsid w:val="00400C55"/>
    <w:rsid w:val="0040182D"/>
    <w:rsid w:val="004030B5"/>
    <w:rsid w:val="00404D5A"/>
    <w:rsid w:val="004060DA"/>
    <w:rsid w:val="0040708C"/>
    <w:rsid w:val="004158F3"/>
    <w:rsid w:val="00424A82"/>
    <w:rsid w:val="004253D7"/>
    <w:rsid w:val="004261A9"/>
    <w:rsid w:val="00430499"/>
    <w:rsid w:val="0043125D"/>
    <w:rsid w:val="00431C22"/>
    <w:rsid w:val="004321BD"/>
    <w:rsid w:val="00432385"/>
    <w:rsid w:val="00434C7B"/>
    <w:rsid w:val="0043553C"/>
    <w:rsid w:val="00435583"/>
    <w:rsid w:val="00435CC8"/>
    <w:rsid w:val="0043713F"/>
    <w:rsid w:val="00437592"/>
    <w:rsid w:val="00437651"/>
    <w:rsid w:val="004412A0"/>
    <w:rsid w:val="004418CE"/>
    <w:rsid w:val="00441B9A"/>
    <w:rsid w:val="00443C22"/>
    <w:rsid w:val="00446714"/>
    <w:rsid w:val="00452F8F"/>
    <w:rsid w:val="00454649"/>
    <w:rsid w:val="00455353"/>
    <w:rsid w:val="00463CA1"/>
    <w:rsid w:val="004664ED"/>
    <w:rsid w:val="00466F0E"/>
    <w:rsid w:val="00470F23"/>
    <w:rsid w:val="00471AF7"/>
    <w:rsid w:val="00472D03"/>
    <w:rsid w:val="00472E9B"/>
    <w:rsid w:val="00474D44"/>
    <w:rsid w:val="00475990"/>
    <w:rsid w:val="00477340"/>
    <w:rsid w:val="00482C32"/>
    <w:rsid w:val="00485F4D"/>
    <w:rsid w:val="004873AB"/>
    <w:rsid w:val="0049075D"/>
    <w:rsid w:val="00494410"/>
    <w:rsid w:val="004953C9"/>
    <w:rsid w:val="00497832"/>
    <w:rsid w:val="00497A3C"/>
    <w:rsid w:val="004A18BB"/>
    <w:rsid w:val="004A40D1"/>
    <w:rsid w:val="004A4604"/>
    <w:rsid w:val="004A4A0A"/>
    <w:rsid w:val="004B2223"/>
    <w:rsid w:val="004B2B5E"/>
    <w:rsid w:val="004B4095"/>
    <w:rsid w:val="004B5110"/>
    <w:rsid w:val="004B5B1C"/>
    <w:rsid w:val="004B62DA"/>
    <w:rsid w:val="004C43B9"/>
    <w:rsid w:val="004C4B2B"/>
    <w:rsid w:val="004C53AA"/>
    <w:rsid w:val="004C5F3F"/>
    <w:rsid w:val="004C6701"/>
    <w:rsid w:val="004C7C1F"/>
    <w:rsid w:val="004C7DB6"/>
    <w:rsid w:val="004D056B"/>
    <w:rsid w:val="004D0BD0"/>
    <w:rsid w:val="004D204B"/>
    <w:rsid w:val="004D75F5"/>
    <w:rsid w:val="004D7D2C"/>
    <w:rsid w:val="004E0219"/>
    <w:rsid w:val="004E2A6E"/>
    <w:rsid w:val="004E2E1E"/>
    <w:rsid w:val="004E52BF"/>
    <w:rsid w:val="004E66AC"/>
    <w:rsid w:val="004F0B16"/>
    <w:rsid w:val="004F2F6E"/>
    <w:rsid w:val="004F40F8"/>
    <w:rsid w:val="004F5EB1"/>
    <w:rsid w:val="004F66E3"/>
    <w:rsid w:val="004F6C96"/>
    <w:rsid w:val="004F7146"/>
    <w:rsid w:val="004F7A63"/>
    <w:rsid w:val="004F7D8B"/>
    <w:rsid w:val="005015F5"/>
    <w:rsid w:val="00506DE3"/>
    <w:rsid w:val="00506E70"/>
    <w:rsid w:val="00507CED"/>
    <w:rsid w:val="0051502F"/>
    <w:rsid w:val="005207AB"/>
    <w:rsid w:val="0052081D"/>
    <w:rsid w:val="00520DF0"/>
    <w:rsid w:val="00522E0E"/>
    <w:rsid w:val="0052349B"/>
    <w:rsid w:val="00523FB7"/>
    <w:rsid w:val="00524CBE"/>
    <w:rsid w:val="00525FB1"/>
    <w:rsid w:val="00527035"/>
    <w:rsid w:val="00533255"/>
    <w:rsid w:val="00535D73"/>
    <w:rsid w:val="00536C5D"/>
    <w:rsid w:val="00537C97"/>
    <w:rsid w:val="005402C0"/>
    <w:rsid w:val="005409E4"/>
    <w:rsid w:val="00541146"/>
    <w:rsid w:val="00541283"/>
    <w:rsid w:val="0054266A"/>
    <w:rsid w:val="00542B53"/>
    <w:rsid w:val="005434CC"/>
    <w:rsid w:val="00543C75"/>
    <w:rsid w:val="00545013"/>
    <w:rsid w:val="0054574F"/>
    <w:rsid w:val="00546F7D"/>
    <w:rsid w:val="005504C9"/>
    <w:rsid w:val="00555995"/>
    <w:rsid w:val="00557DC6"/>
    <w:rsid w:val="00566865"/>
    <w:rsid w:val="005735D6"/>
    <w:rsid w:val="0057377E"/>
    <w:rsid w:val="00577D00"/>
    <w:rsid w:val="0058290B"/>
    <w:rsid w:val="0058407C"/>
    <w:rsid w:val="0058421C"/>
    <w:rsid w:val="005856ED"/>
    <w:rsid w:val="00587E03"/>
    <w:rsid w:val="005905EF"/>
    <w:rsid w:val="00591029"/>
    <w:rsid w:val="005912A5"/>
    <w:rsid w:val="00591C22"/>
    <w:rsid w:val="00593779"/>
    <w:rsid w:val="005950B3"/>
    <w:rsid w:val="00596BA0"/>
    <w:rsid w:val="0059720B"/>
    <w:rsid w:val="005A2E0F"/>
    <w:rsid w:val="005A3D36"/>
    <w:rsid w:val="005A4AA5"/>
    <w:rsid w:val="005A6AC3"/>
    <w:rsid w:val="005B1B60"/>
    <w:rsid w:val="005B1E07"/>
    <w:rsid w:val="005B23C4"/>
    <w:rsid w:val="005B387D"/>
    <w:rsid w:val="005B3ED8"/>
    <w:rsid w:val="005B5B34"/>
    <w:rsid w:val="005B6997"/>
    <w:rsid w:val="005B6DF1"/>
    <w:rsid w:val="005C0CDE"/>
    <w:rsid w:val="005C2E96"/>
    <w:rsid w:val="005C4D6A"/>
    <w:rsid w:val="005C66FE"/>
    <w:rsid w:val="005C678F"/>
    <w:rsid w:val="005C7B0C"/>
    <w:rsid w:val="005C7EED"/>
    <w:rsid w:val="005D1A6A"/>
    <w:rsid w:val="005D1B97"/>
    <w:rsid w:val="005D24EA"/>
    <w:rsid w:val="005D33E3"/>
    <w:rsid w:val="005D4FC8"/>
    <w:rsid w:val="005D5C2B"/>
    <w:rsid w:val="005E1279"/>
    <w:rsid w:val="005E142F"/>
    <w:rsid w:val="005E5B49"/>
    <w:rsid w:val="005E7DB7"/>
    <w:rsid w:val="005F0685"/>
    <w:rsid w:val="005F0773"/>
    <w:rsid w:val="005F0819"/>
    <w:rsid w:val="005F42B9"/>
    <w:rsid w:val="005F4964"/>
    <w:rsid w:val="005F53D7"/>
    <w:rsid w:val="005F6A40"/>
    <w:rsid w:val="006029C1"/>
    <w:rsid w:val="00603F56"/>
    <w:rsid w:val="0060440D"/>
    <w:rsid w:val="00606401"/>
    <w:rsid w:val="00607933"/>
    <w:rsid w:val="00610077"/>
    <w:rsid w:val="00610BDC"/>
    <w:rsid w:val="00611253"/>
    <w:rsid w:val="00611B02"/>
    <w:rsid w:val="00612D01"/>
    <w:rsid w:val="00613161"/>
    <w:rsid w:val="006204E5"/>
    <w:rsid w:val="00621B90"/>
    <w:rsid w:val="00622FC3"/>
    <w:rsid w:val="0062427A"/>
    <w:rsid w:val="0062515E"/>
    <w:rsid w:val="00626E61"/>
    <w:rsid w:val="0063180B"/>
    <w:rsid w:val="00635FD9"/>
    <w:rsid w:val="00641DF3"/>
    <w:rsid w:val="006430C9"/>
    <w:rsid w:val="0064681D"/>
    <w:rsid w:val="00651D1F"/>
    <w:rsid w:val="00652FC7"/>
    <w:rsid w:val="00662DF1"/>
    <w:rsid w:val="006634CD"/>
    <w:rsid w:val="006708BB"/>
    <w:rsid w:val="0067296E"/>
    <w:rsid w:val="00672D1E"/>
    <w:rsid w:val="00676A30"/>
    <w:rsid w:val="00680B7F"/>
    <w:rsid w:val="0068466A"/>
    <w:rsid w:val="0069360F"/>
    <w:rsid w:val="006943E0"/>
    <w:rsid w:val="00694BBF"/>
    <w:rsid w:val="0069522C"/>
    <w:rsid w:val="006A07EC"/>
    <w:rsid w:val="006A1542"/>
    <w:rsid w:val="006A42B4"/>
    <w:rsid w:val="006A4481"/>
    <w:rsid w:val="006A6161"/>
    <w:rsid w:val="006A696F"/>
    <w:rsid w:val="006B10B4"/>
    <w:rsid w:val="006B29F0"/>
    <w:rsid w:val="006B3C4E"/>
    <w:rsid w:val="006B4D89"/>
    <w:rsid w:val="006B6433"/>
    <w:rsid w:val="006C4366"/>
    <w:rsid w:val="006C63D6"/>
    <w:rsid w:val="006C6C3B"/>
    <w:rsid w:val="006D082E"/>
    <w:rsid w:val="006D1DE0"/>
    <w:rsid w:val="006D3451"/>
    <w:rsid w:val="006D5CFC"/>
    <w:rsid w:val="006D7E7E"/>
    <w:rsid w:val="006E1CE0"/>
    <w:rsid w:val="006E2397"/>
    <w:rsid w:val="006E5AE2"/>
    <w:rsid w:val="006F2079"/>
    <w:rsid w:val="006F2A70"/>
    <w:rsid w:val="006F2A9E"/>
    <w:rsid w:val="006F403A"/>
    <w:rsid w:val="006F45F7"/>
    <w:rsid w:val="0070261F"/>
    <w:rsid w:val="00702EF1"/>
    <w:rsid w:val="007041CB"/>
    <w:rsid w:val="007042D0"/>
    <w:rsid w:val="00705220"/>
    <w:rsid w:val="00707218"/>
    <w:rsid w:val="007077A7"/>
    <w:rsid w:val="00711BA8"/>
    <w:rsid w:val="00711F8F"/>
    <w:rsid w:val="00713305"/>
    <w:rsid w:val="00716E16"/>
    <w:rsid w:val="007201BF"/>
    <w:rsid w:val="00720C9C"/>
    <w:rsid w:val="007226EB"/>
    <w:rsid w:val="00724426"/>
    <w:rsid w:val="00725AF4"/>
    <w:rsid w:val="00726AAA"/>
    <w:rsid w:val="00726B62"/>
    <w:rsid w:val="0072765C"/>
    <w:rsid w:val="00730BA9"/>
    <w:rsid w:val="00730BEC"/>
    <w:rsid w:val="007315CF"/>
    <w:rsid w:val="00732DE5"/>
    <w:rsid w:val="0073475A"/>
    <w:rsid w:val="00737D63"/>
    <w:rsid w:val="00741476"/>
    <w:rsid w:val="00741524"/>
    <w:rsid w:val="00741DEC"/>
    <w:rsid w:val="00742341"/>
    <w:rsid w:val="00742AA7"/>
    <w:rsid w:val="00743748"/>
    <w:rsid w:val="00745CAE"/>
    <w:rsid w:val="00746A2F"/>
    <w:rsid w:val="00746C0E"/>
    <w:rsid w:val="00747BE0"/>
    <w:rsid w:val="00747CA7"/>
    <w:rsid w:val="007501D4"/>
    <w:rsid w:val="00750CA5"/>
    <w:rsid w:val="00751058"/>
    <w:rsid w:val="00752957"/>
    <w:rsid w:val="0075317F"/>
    <w:rsid w:val="00755038"/>
    <w:rsid w:val="007572A5"/>
    <w:rsid w:val="00757F5A"/>
    <w:rsid w:val="00760DB9"/>
    <w:rsid w:val="007623B1"/>
    <w:rsid w:val="0076477E"/>
    <w:rsid w:val="00764851"/>
    <w:rsid w:val="00764CC4"/>
    <w:rsid w:val="00766F08"/>
    <w:rsid w:val="00774CB5"/>
    <w:rsid w:val="0077510F"/>
    <w:rsid w:val="00777982"/>
    <w:rsid w:val="00777B47"/>
    <w:rsid w:val="00781A6A"/>
    <w:rsid w:val="0078202C"/>
    <w:rsid w:val="00783841"/>
    <w:rsid w:val="00785650"/>
    <w:rsid w:val="00786B7E"/>
    <w:rsid w:val="0079374C"/>
    <w:rsid w:val="00794551"/>
    <w:rsid w:val="007949DA"/>
    <w:rsid w:val="00796303"/>
    <w:rsid w:val="00796663"/>
    <w:rsid w:val="007A0094"/>
    <w:rsid w:val="007A369D"/>
    <w:rsid w:val="007A3A77"/>
    <w:rsid w:val="007A4370"/>
    <w:rsid w:val="007A4722"/>
    <w:rsid w:val="007A545A"/>
    <w:rsid w:val="007A545D"/>
    <w:rsid w:val="007A5A18"/>
    <w:rsid w:val="007A5E3F"/>
    <w:rsid w:val="007A6618"/>
    <w:rsid w:val="007B0238"/>
    <w:rsid w:val="007B04B0"/>
    <w:rsid w:val="007B0610"/>
    <w:rsid w:val="007B2D2A"/>
    <w:rsid w:val="007B4AD1"/>
    <w:rsid w:val="007B7DB3"/>
    <w:rsid w:val="007C538B"/>
    <w:rsid w:val="007C6A0B"/>
    <w:rsid w:val="007C7329"/>
    <w:rsid w:val="007D1FD2"/>
    <w:rsid w:val="007E1FD2"/>
    <w:rsid w:val="007E2832"/>
    <w:rsid w:val="007E33ED"/>
    <w:rsid w:val="007E52CD"/>
    <w:rsid w:val="007E78BE"/>
    <w:rsid w:val="007E7E15"/>
    <w:rsid w:val="007E7F8F"/>
    <w:rsid w:val="007F0608"/>
    <w:rsid w:val="007F0609"/>
    <w:rsid w:val="007F18C0"/>
    <w:rsid w:val="007F2381"/>
    <w:rsid w:val="007F763B"/>
    <w:rsid w:val="00801320"/>
    <w:rsid w:val="00804EE1"/>
    <w:rsid w:val="0080526D"/>
    <w:rsid w:val="00807C78"/>
    <w:rsid w:val="00810812"/>
    <w:rsid w:val="0081136A"/>
    <w:rsid w:val="0081416B"/>
    <w:rsid w:val="00817032"/>
    <w:rsid w:val="008179EC"/>
    <w:rsid w:val="0082195E"/>
    <w:rsid w:val="00821F18"/>
    <w:rsid w:val="0082209A"/>
    <w:rsid w:val="008230E6"/>
    <w:rsid w:val="00825AE0"/>
    <w:rsid w:val="00826E9F"/>
    <w:rsid w:val="00830495"/>
    <w:rsid w:val="0083119F"/>
    <w:rsid w:val="00833383"/>
    <w:rsid w:val="00843CD6"/>
    <w:rsid w:val="00846DCF"/>
    <w:rsid w:val="0084723C"/>
    <w:rsid w:val="00850BC7"/>
    <w:rsid w:val="00854A02"/>
    <w:rsid w:val="00854A8C"/>
    <w:rsid w:val="008564CE"/>
    <w:rsid w:val="00857999"/>
    <w:rsid w:val="00863DFC"/>
    <w:rsid w:val="00863EA0"/>
    <w:rsid w:val="00865CB0"/>
    <w:rsid w:val="00866A9F"/>
    <w:rsid w:val="008714A2"/>
    <w:rsid w:val="00871A36"/>
    <w:rsid w:val="0087491B"/>
    <w:rsid w:val="00874A05"/>
    <w:rsid w:val="0087567C"/>
    <w:rsid w:val="00877D42"/>
    <w:rsid w:val="008815B1"/>
    <w:rsid w:val="00883DB1"/>
    <w:rsid w:val="0088510C"/>
    <w:rsid w:val="00885126"/>
    <w:rsid w:val="008855A0"/>
    <w:rsid w:val="00885E37"/>
    <w:rsid w:val="0088612C"/>
    <w:rsid w:val="00890F5F"/>
    <w:rsid w:val="00895AC0"/>
    <w:rsid w:val="008961D9"/>
    <w:rsid w:val="00896B30"/>
    <w:rsid w:val="00896E04"/>
    <w:rsid w:val="00896F25"/>
    <w:rsid w:val="008A17BF"/>
    <w:rsid w:val="008A1E31"/>
    <w:rsid w:val="008A21F1"/>
    <w:rsid w:val="008A66CD"/>
    <w:rsid w:val="008A7B8F"/>
    <w:rsid w:val="008A7EEF"/>
    <w:rsid w:val="008B110F"/>
    <w:rsid w:val="008B248F"/>
    <w:rsid w:val="008B2E8B"/>
    <w:rsid w:val="008B4F90"/>
    <w:rsid w:val="008C039C"/>
    <w:rsid w:val="008C0416"/>
    <w:rsid w:val="008C33FD"/>
    <w:rsid w:val="008C5021"/>
    <w:rsid w:val="008C77CF"/>
    <w:rsid w:val="008D0A23"/>
    <w:rsid w:val="008D210D"/>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62E6"/>
    <w:rsid w:val="008F71B4"/>
    <w:rsid w:val="00901ABC"/>
    <w:rsid w:val="009027BD"/>
    <w:rsid w:val="00903010"/>
    <w:rsid w:val="00905A95"/>
    <w:rsid w:val="009147B8"/>
    <w:rsid w:val="00915342"/>
    <w:rsid w:val="0091545F"/>
    <w:rsid w:val="00920244"/>
    <w:rsid w:val="009219E2"/>
    <w:rsid w:val="00921D39"/>
    <w:rsid w:val="0092361C"/>
    <w:rsid w:val="0092393E"/>
    <w:rsid w:val="00923F39"/>
    <w:rsid w:val="00926949"/>
    <w:rsid w:val="00927C13"/>
    <w:rsid w:val="00931676"/>
    <w:rsid w:val="00940DAB"/>
    <w:rsid w:val="00941C4A"/>
    <w:rsid w:val="00941D3C"/>
    <w:rsid w:val="00941EF9"/>
    <w:rsid w:val="00943343"/>
    <w:rsid w:val="00943DB2"/>
    <w:rsid w:val="00944590"/>
    <w:rsid w:val="0094484F"/>
    <w:rsid w:val="00947545"/>
    <w:rsid w:val="00950D03"/>
    <w:rsid w:val="00952691"/>
    <w:rsid w:val="00954E51"/>
    <w:rsid w:val="00957044"/>
    <w:rsid w:val="00961142"/>
    <w:rsid w:val="0096194B"/>
    <w:rsid w:val="009649A5"/>
    <w:rsid w:val="00965018"/>
    <w:rsid w:val="00965D53"/>
    <w:rsid w:val="00966A0B"/>
    <w:rsid w:val="009741D4"/>
    <w:rsid w:val="0097529F"/>
    <w:rsid w:val="009772E2"/>
    <w:rsid w:val="00977589"/>
    <w:rsid w:val="00977772"/>
    <w:rsid w:val="00977C9A"/>
    <w:rsid w:val="00980401"/>
    <w:rsid w:val="009815C9"/>
    <w:rsid w:val="00982F31"/>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24B1"/>
    <w:rsid w:val="009B5E5C"/>
    <w:rsid w:val="009B6723"/>
    <w:rsid w:val="009B70F8"/>
    <w:rsid w:val="009C0220"/>
    <w:rsid w:val="009C127D"/>
    <w:rsid w:val="009C18D0"/>
    <w:rsid w:val="009C45C1"/>
    <w:rsid w:val="009C79DA"/>
    <w:rsid w:val="009D0BCD"/>
    <w:rsid w:val="009D0F0A"/>
    <w:rsid w:val="009D19EF"/>
    <w:rsid w:val="009D2319"/>
    <w:rsid w:val="009D6106"/>
    <w:rsid w:val="009D6254"/>
    <w:rsid w:val="009D672C"/>
    <w:rsid w:val="009E0250"/>
    <w:rsid w:val="009E37FE"/>
    <w:rsid w:val="009E4CF8"/>
    <w:rsid w:val="009E5C6F"/>
    <w:rsid w:val="009E78BA"/>
    <w:rsid w:val="009F300E"/>
    <w:rsid w:val="009F4087"/>
    <w:rsid w:val="009F7E53"/>
    <w:rsid w:val="00A016D8"/>
    <w:rsid w:val="00A0625B"/>
    <w:rsid w:val="00A06788"/>
    <w:rsid w:val="00A0685A"/>
    <w:rsid w:val="00A071B7"/>
    <w:rsid w:val="00A0790F"/>
    <w:rsid w:val="00A105B2"/>
    <w:rsid w:val="00A135C4"/>
    <w:rsid w:val="00A15E59"/>
    <w:rsid w:val="00A16991"/>
    <w:rsid w:val="00A2076B"/>
    <w:rsid w:val="00A22887"/>
    <w:rsid w:val="00A22E02"/>
    <w:rsid w:val="00A23A91"/>
    <w:rsid w:val="00A23B2F"/>
    <w:rsid w:val="00A24027"/>
    <w:rsid w:val="00A24653"/>
    <w:rsid w:val="00A26BD8"/>
    <w:rsid w:val="00A275FE"/>
    <w:rsid w:val="00A30C2B"/>
    <w:rsid w:val="00A31163"/>
    <w:rsid w:val="00A338F0"/>
    <w:rsid w:val="00A352F6"/>
    <w:rsid w:val="00A35DD8"/>
    <w:rsid w:val="00A368E3"/>
    <w:rsid w:val="00A4041F"/>
    <w:rsid w:val="00A40D77"/>
    <w:rsid w:val="00A41211"/>
    <w:rsid w:val="00A41577"/>
    <w:rsid w:val="00A457F4"/>
    <w:rsid w:val="00A46E0D"/>
    <w:rsid w:val="00A47B98"/>
    <w:rsid w:val="00A50F1B"/>
    <w:rsid w:val="00A56CD5"/>
    <w:rsid w:val="00A574FF"/>
    <w:rsid w:val="00A57632"/>
    <w:rsid w:val="00A60A40"/>
    <w:rsid w:val="00A641B2"/>
    <w:rsid w:val="00A80637"/>
    <w:rsid w:val="00A819F7"/>
    <w:rsid w:val="00A82BF7"/>
    <w:rsid w:val="00A82E83"/>
    <w:rsid w:val="00A83297"/>
    <w:rsid w:val="00A83D28"/>
    <w:rsid w:val="00A84099"/>
    <w:rsid w:val="00A92D91"/>
    <w:rsid w:val="00A93095"/>
    <w:rsid w:val="00A9455A"/>
    <w:rsid w:val="00A95048"/>
    <w:rsid w:val="00A96572"/>
    <w:rsid w:val="00A96630"/>
    <w:rsid w:val="00A974EC"/>
    <w:rsid w:val="00AA0CBC"/>
    <w:rsid w:val="00AA3892"/>
    <w:rsid w:val="00AA6DBE"/>
    <w:rsid w:val="00AB1717"/>
    <w:rsid w:val="00AB564B"/>
    <w:rsid w:val="00AB5824"/>
    <w:rsid w:val="00AC2BAC"/>
    <w:rsid w:val="00AC37A8"/>
    <w:rsid w:val="00AC4683"/>
    <w:rsid w:val="00AC7A01"/>
    <w:rsid w:val="00AD5608"/>
    <w:rsid w:val="00AD6AC9"/>
    <w:rsid w:val="00AD6F35"/>
    <w:rsid w:val="00AE2A5A"/>
    <w:rsid w:val="00AE31C3"/>
    <w:rsid w:val="00AE404C"/>
    <w:rsid w:val="00AE493F"/>
    <w:rsid w:val="00AE5E64"/>
    <w:rsid w:val="00AE5F55"/>
    <w:rsid w:val="00AE78E9"/>
    <w:rsid w:val="00AE7EF6"/>
    <w:rsid w:val="00AF0DD3"/>
    <w:rsid w:val="00AF0E6C"/>
    <w:rsid w:val="00AF10BE"/>
    <w:rsid w:val="00AF19CD"/>
    <w:rsid w:val="00AF3FB7"/>
    <w:rsid w:val="00AF4857"/>
    <w:rsid w:val="00AF5AEA"/>
    <w:rsid w:val="00AF6866"/>
    <w:rsid w:val="00AF7D74"/>
    <w:rsid w:val="00B02A5F"/>
    <w:rsid w:val="00B02AB0"/>
    <w:rsid w:val="00B044B5"/>
    <w:rsid w:val="00B0690C"/>
    <w:rsid w:val="00B11629"/>
    <w:rsid w:val="00B11BEE"/>
    <w:rsid w:val="00B12EC8"/>
    <w:rsid w:val="00B136B9"/>
    <w:rsid w:val="00B1627E"/>
    <w:rsid w:val="00B17400"/>
    <w:rsid w:val="00B21B12"/>
    <w:rsid w:val="00B238EB"/>
    <w:rsid w:val="00B24BC5"/>
    <w:rsid w:val="00B25E81"/>
    <w:rsid w:val="00B2733C"/>
    <w:rsid w:val="00B27C93"/>
    <w:rsid w:val="00B31CF1"/>
    <w:rsid w:val="00B32575"/>
    <w:rsid w:val="00B327EF"/>
    <w:rsid w:val="00B32F2B"/>
    <w:rsid w:val="00B360C8"/>
    <w:rsid w:val="00B37F5B"/>
    <w:rsid w:val="00B40F7A"/>
    <w:rsid w:val="00B42E6A"/>
    <w:rsid w:val="00B43A2F"/>
    <w:rsid w:val="00B44445"/>
    <w:rsid w:val="00B44F4F"/>
    <w:rsid w:val="00B45183"/>
    <w:rsid w:val="00B4695C"/>
    <w:rsid w:val="00B46C55"/>
    <w:rsid w:val="00B4756A"/>
    <w:rsid w:val="00B50485"/>
    <w:rsid w:val="00B53D85"/>
    <w:rsid w:val="00B542B4"/>
    <w:rsid w:val="00B54F45"/>
    <w:rsid w:val="00B57631"/>
    <w:rsid w:val="00B5779C"/>
    <w:rsid w:val="00B60057"/>
    <w:rsid w:val="00B61408"/>
    <w:rsid w:val="00B61C43"/>
    <w:rsid w:val="00B61D0F"/>
    <w:rsid w:val="00B6236D"/>
    <w:rsid w:val="00B623B7"/>
    <w:rsid w:val="00B647EF"/>
    <w:rsid w:val="00B65BB0"/>
    <w:rsid w:val="00B662A0"/>
    <w:rsid w:val="00B66ACA"/>
    <w:rsid w:val="00B70A74"/>
    <w:rsid w:val="00B7354A"/>
    <w:rsid w:val="00B74CD5"/>
    <w:rsid w:val="00B76668"/>
    <w:rsid w:val="00B80D86"/>
    <w:rsid w:val="00B83391"/>
    <w:rsid w:val="00B84AE1"/>
    <w:rsid w:val="00B8787B"/>
    <w:rsid w:val="00B90C68"/>
    <w:rsid w:val="00B90C6D"/>
    <w:rsid w:val="00B92C3C"/>
    <w:rsid w:val="00B94920"/>
    <w:rsid w:val="00B96A6B"/>
    <w:rsid w:val="00BA0512"/>
    <w:rsid w:val="00BA11BD"/>
    <w:rsid w:val="00BA17B5"/>
    <w:rsid w:val="00BA2B77"/>
    <w:rsid w:val="00BA2CB2"/>
    <w:rsid w:val="00BA3AAB"/>
    <w:rsid w:val="00BA58A1"/>
    <w:rsid w:val="00BA5A8E"/>
    <w:rsid w:val="00BA721C"/>
    <w:rsid w:val="00BA770D"/>
    <w:rsid w:val="00BB1393"/>
    <w:rsid w:val="00BB17D7"/>
    <w:rsid w:val="00BB2AEC"/>
    <w:rsid w:val="00BB4E29"/>
    <w:rsid w:val="00BB5984"/>
    <w:rsid w:val="00BB644E"/>
    <w:rsid w:val="00BB658F"/>
    <w:rsid w:val="00BC160C"/>
    <w:rsid w:val="00BC1706"/>
    <w:rsid w:val="00BC3A17"/>
    <w:rsid w:val="00BC5615"/>
    <w:rsid w:val="00BC6D19"/>
    <w:rsid w:val="00BC7675"/>
    <w:rsid w:val="00BD2062"/>
    <w:rsid w:val="00BD2B7C"/>
    <w:rsid w:val="00BD389C"/>
    <w:rsid w:val="00BD5CFB"/>
    <w:rsid w:val="00BE0D9E"/>
    <w:rsid w:val="00BE2DC8"/>
    <w:rsid w:val="00BE3425"/>
    <w:rsid w:val="00BE3EEB"/>
    <w:rsid w:val="00BE6A29"/>
    <w:rsid w:val="00BF3084"/>
    <w:rsid w:val="00BF509A"/>
    <w:rsid w:val="00BF605C"/>
    <w:rsid w:val="00BF6CAE"/>
    <w:rsid w:val="00C009A0"/>
    <w:rsid w:val="00C00FBC"/>
    <w:rsid w:val="00C01CF0"/>
    <w:rsid w:val="00C01FD8"/>
    <w:rsid w:val="00C0292F"/>
    <w:rsid w:val="00C03263"/>
    <w:rsid w:val="00C044C4"/>
    <w:rsid w:val="00C13302"/>
    <w:rsid w:val="00C1572A"/>
    <w:rsid w:val="00C17F31"/>
    <w:rsid w:val="00C20A72"/>
    <w:rsid w:val="00C20DAF"/>
    <w:rsid w:val="00C21756"/>
    <w:rsid w:val="00C21D12"/>
    <w:rsid w:val="00C232A8"/>
    <w:rsid w:val="00C2584D"/>
    <w:rsid w:val="00C25C72"/>
    <w:rsid w:val="00C27126"/>
    <w:rsid w:val="00C27589"/>
    <w:rsid w:val="00C27D49"/>
    <w:rsid w:val="00C33253"/>
    <w:rsid w:val="00C33F8E"/>
    <w:rsid w:val="00C36B64"/>
    <w:rsid w:val="00C36FDF"/>
    <w:rsid w:val="00C37862"/>
    <w:rsid w:val="00C40492"/>
    <w:rsid w:val="00C40E5A"/>
    <w:rsid w:val="00C415C1"/>
    <w:rsid w:val="00C4250E"/>
    <w:rsid w:val="00C439A0"/>
    <w:rsid w:val="00C43B88"/>
    <w:rsid w:val="00C4630F"/>
    <w:rsid w:val="00C476CA"/>
    <w:rsid w:val="00C56053"/>
    <w:rsid w:val="00C5689B"/>
    <w:rsid w:val="00C61C95"/>
    <w:rsid w:val="00C62592"/>
    <w:rsid w:val="00C64003"/>
    <w:rsid w:val="00C64794"/>
    <w:rsid w:val="00C65BBD"/>
    <w:rsid w:val="00C66E6F"/>
    <w:rsid w:val="00C7135E"/>
    <w:rsid w:val="00C71CC9"/>
    <w:rsid w:val="00C71D8D"/>
    <w:rsid w:val="00C71DAB"/>
    <w:rsid w:val="00C73254"/>
    <w:rsid w:val="00C73AC9"/>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A2EB1"/>
    <w:rsid w:val="00CA3976"/>
    <w:rsid w:val="00CA442F"/>
    <w:rsid w:val="00CA5A67"/>
    <w:rsid w:val="00CA6DBB"/>
    <w:rsid w:val="00CB0608"/>
    <w:rsid w:val="00CB2C8B"/>
    <w:rsid w:val="00CB4DB0"/>
    <w:rsid w:val="00CB5233"/>
    <w:rsid w:val="00CB589E"/>
    <w:rsid w:val="00CB6CD3"/>
    <w:rsid w:val="00CC2E1B"/>
    <w:rsid w:val="00CC38B2"/>
    <w:rsid w:val="00CC5741"/>
    <w:rsid w:val="00CC631D"/>
    <w:rsid w:val="00CD60E2"/>
    <w:rsid w:val="00CE05FE"/>
    <w:rsid w:val="00CE08AC"/>
    <w:rsid w:val="00CE0DEB"/>
    <w:rsid w:val="00CE14A8"/>
    <w:rsid w:val="00CE4F58"/>
    <w:rsid w:val="00CE592E"/>
    <w:rsid w:val="00CE6B7D"/>
    <w:rsid w:val="00CF1387"/>
    <w:rsid w:val="00CF3E23"/>
    <w:rsid w:val="00CF6067"/>
    <w:rsid w:val="00CF6230"/>
    <w:rsid w:val="00CF798D"/>
    <w:rsid w:val="00D00068"/>
    <w:rsid w:val="00D00A20"/>
    <w:rsid w:val="00D00BFC"/>
    <w:rsid w:val="00D01741"/>
    <w:rsid w:val="00D0439F"/>
    <w:rsid w:val="00D068AD"/>
    <w:rsid w:val="00D07A09"/>
    <w:rsid w:val="00D11107"/>
    <w:rsid w:val="00D115C8"/>
    <w:rsid w:val="00D11C21"/>
    <w:rsid w:val="00D139E7"/>
    <w:rsid w:val="00D13E59"/>
    <w:rsid w:val="00D144EC"/>
    <w:rsid w:val="00D15F0F"/>
    <w:rsid w:val="00D16DFA"/>
    <w:rsid w:val="00D219DA"/>
    <w:rsid w:val="00D26AF3"/>
    <w:rsid w:val="00D2710B"/>
    <w:rsid w:val="00D30CED"/>
    <w:rsid w:val="00D31DBE"/>
    <w:rsid w:val="00D32714"/>
    <w:rsid w:val="00D32731"/>
    <w:rsid w:val="00D35B87"/>
    <w:rsid w:val="00D361D5"/>
    <w:rsid w:val="00D3664A"/>
    <w:rsid w:val="00D36AB3"/>
    <w:rsid w:val="00D417DD"/>
    <w:rsid w:val="00D428A2"/>
    <w:rsid w:val="00D44527"/>
    <w:rsid w:val="00D471B9"/>
    <w:rsid w:val="00D50C0A"/>
    <w:rsid w:val="00D524E2"/>
    <w:rsid w:val="00D5331C"/>
    <w:rsid w:val="00D535A8"/>
    <w:rsid w:val="00D53E07"/>
    <w:rsid w:val="00D54249"/>
    <w:rsid w:val="00D54A99"/>
    <w:rsid w:val="00D55237"/>
    <w:rsid w:val="00D61FE2"/>
    <w:rsid w:val="00D63E8F"/>
    <w:rsid w:val="00D70F14"/>
    <w:rsid w:val="00D71D03"/>
    <w:rsid w:val="00D728DF"/>
    <w:rsid w:val="00D73047"/>
    <w:rsid w:val="00D740F3"/>
    <w:rsid w:val="00D752AF"/>
    <w:rsid w:val="00D76CCB"/>
    <w:rsid w:val="00D80899"/>
    <w:rsid w:val="00D8217D"/>
    <w:rsid w:val="00D822C1"/>
    <w:rsid w:val="00D84F42"/>
    <w:rsid w:val="00D91021"/>
    <w:rsid w:val="00D91C2C"/>
    <w:rsid w:val="00D94220"/>
    <w:rsid w:val="00D94D58"/>
    <w:rsid w:val="00D96A0C"/>
    <w:rsid w:val="00DA014C"/>
    <w:rsid w:val="00DA0B1B"/>
    <w:rsid w:val="00DA0F69"/>
    <w:rsid w:val="00DA225A"/>
    <w:rsid w:val="00DA4012"/>
    <w:rsid w:val="00DB0A9C"/>
    <w:rsid w:val="00DB0ED8"/>
    <w:rsid w:val="00DB4BB9"/>
    <w:rsid w:val="00DB7F63"/>
    <w:rsid w:val="00DC2AD1"/>
    <w:rsid w:val="00DC41B0"/>
    <w:rsid w:val="00DC50E3"/>
    <w:rsid w:val="00DC5832"/>
    <w:rsid w:val="00DC5ACD"/>
    <w:rsid w:val="00DD0E81"/>
    <w:rsid w:val="00DD1A21"/>
    <w:rsid w:val="00DD2F1D"/>
    <w:rsid w:val="00DD4B59"/>
    <w:rsid w:val="00DD6437"/>
    <w:rsid w:val="00DE1CCD"/>
    <w:rsid w:val="00DE1D01"/>
    <w:rsid w:val="00DE502E"/>
    <w:rsid w:val="00DF07F0"/>
    <w:rsid w:val="00DF0CB2"/>
    <w:rsid w:val="00DF5301"/>
    <w:rsid w:val="00DF67F0"/>
    <w:rsid w:val="00E0032C"/>
    <w:rsid w:val="00E06CC6"/>
    <w:rsid w:val="00E1092F"/>
    <w:rsid w:val="00E13090"/>
    <w:rsid w:val="00E160A2"/>
    <w:rsid w:val="00E2547A"/>
    <w:rsid w:val="00E26D7C"/>
    <w:rsid w:val="00E271D9"/>
    <w:rsid w:val="00E2767D"/>
    <w:rsid w:val="00E31ABA"/>
    <w:rsid w:val="00E33D46"/>
    <w:rsid w:val="00E35CBB"/>
    <w:rsid w:val="00E40109"/>
    <w:rsid w:val="00E41F22"/>
    <w:rsid w:val="00E420C5"/>
    <w:rsid w:val="00E436D8"/>
    <w:rsid w:val="00E44A38"/>
    <w:rsid w:val="00E44C06"/>
    <w:rsid w:val="00E46236"/>
    <w:rsid w:val="00E50622"/>
    <w:rsid w:val="00E50C16"/>
    <w:rsid w:val="00E53D04"/>
    <w:rsid w:val="00E56826"/>
    <w:rsid w:val="00E579E8"/>
    <w:rsid w:val="00E60359"/>
    <w:rsid w:val="00E6346A"/>
    <w:rsid w:val="00E6349D"/>
    <w:rsid w:val="00E637A7"/>
    <w:rsid w:val="00E63A69"/>
    <w:rsid w:val="00E71332"/>
    <w:rsid w:val="00E76B2A"/>
    <w:rsid w:val="00E771BD"/>
    <w:rsid w:val="00E8083B"/>
    <w:rsid w:val="00E80CD7"/>
    <w:rsid w:val="00E8147E"/>
    <w:rsid w:val="00E82028"/>
    <w:rsid w:val="00E827A5"/>
    <w:rsid w:val="00E838FF"/>
    <w:rsid w:val="00E85A34"/>
    <w:rsid w:val="00E8641C"/>
    <w:rsid w:val="00E902B3"/>
    <w:rsid w:val="00E905EF"/>
    <w:rsid w:val="00E915F1"/>
    <w:rsid w:val="00E91713"/>
    <w:rsid w:val="00E92077"/>
    <w:rsid w:val="00E92B1C"/>
    <w:rsid w:val="00E93845"/>
    <w:rsid w:val="00EA1214"/>
    <w:rsid w:val="00EA4E8A"/>
    <w:rsid w:val="00EA5D31"/>
    <w:rsid w:val="00EA5FB6"/>
    <w:rsid w:val="00EA61FA"/>
    <w:rsid w:val="00EA7B12"/>
    <w:rsid w:val="00EB1EA6"/>
    <w:rsid w:val="00EB41A7"/>
    <w:rsid w:val="00EB490E"/>
    <w:rsid w:val="00EB4DA3"/>
    <w:rsid w:val="00EB5CD3"/>
    <w:rsid w:val="00EB60E3"/>
    <w:rsid w:val="00EB6AF8"/>
    <w:rsid w:val="00EC003D"/>
    <w:rsid w:val="00EC1439"/>
    <w:rsid w:val="00EC194B"/>
    <w:rsid w:val="00EC2FAF"/>
    <w:rsid w:val="00EC594D"/>
    <w:rsid w:val="00EC67B0"/>
    <w:rsid w:val="00ED0E35"/>
    <w:rsid w:val="00ED48E3"/>
    <w:rsid w:val="00ED5D32"/>
    <w:rsid w:val="00ED6182"/>
    <w:rsid w:val="00ED629B"/>
    <w:rsid w:val="00EE03D3"/>
    <w:rsid w:val="00EE0FFC"/>
    <w:rsid w:val="00EE1096"/>
    <w:rsid w:val="00EE356F"/>
    <w:rsid w:val="00EE4DB8"/>
    <w:rsid w:val="00EE4EE6"/>
    <w:rsid w:val="00EF0357"/>
    <w:rsid w:val="00EF3986"/>
    <w:rsid w:val="00EF3B5E"/>
    <w:rsid w:val="00EF5034"/>
    <w:rsid w:val="00EF6C22"/>
    <w:rsid w:val="00F0155B"/>
    <w:rsid w:val="00F0281A"/>
    <w:rsid w:val="00F02C88"/>
    <w:rsid w:val="00F02F7A"/>
    <w:rsid w:val="00F033CE"/>
    <w:rsid w:val="00F0406B"/>
    <w:rsid w:val="00F04DFA"/>
    <w:rsid w:val="00F066F3"/>
    <w:rsid w:val="00F07653"/>
    <w:rsid w:val="00F1207C"/>
    <w:rsid w:val="00F12E58"/>
    <w:rsid w:val="00F14F44"/>
    <w:rsid w:val="00F159BC"/>
    <w:rsid w:val="00F159E6"/>
    <w:rsid w:val="00F20E02"/>
    <w:rsid w:val="00F2642F"/>
    <w:rsid w:val="00F265A9"/>
    <w:rsid w:val="00F32763"/>
    <w:rsid w:val="00F32B04"/>
    <w:rsid w:val="00F32F9E"/>
    <w:rsid w:val="00F34C45"/>
    <w:rsid w:val="00F362B0"/>
    <w:rsid w:val="00F36878"/>
    <w:rsid w:val="00F37F6B"/>
    <w:rsid w:val="00F404D4"/>
    <w:rsid w:val="00F45131"/>
    <w:rsid w:val="00F46A67"/>
    <w:rsid w:val="00F47888"/>
    <w:rsid w:val="00F53AA9"/>
    <w:rsid w:val="00F53B17"/>
    <w:rsid w:val="00F54225"/>
    <w:rsid w:val="00F608BE"/>
    <w:rsid w:val="00F61881"/>
    <w:rsid w:val="00F61C1C"/>
    <w:rsid w:val="00F63662"/>
    <w:rsid w:val="00F65127"/>
    <w:rsid w:val="00F6532C"/>
    <w:rsid w:val="00F67642"/>
    <w:rsid w:val="00F67A18"/>
    <w:rsid w:val="00F67EAD"/>
    <w:rsid w:val="00F76045"/>
    <w:rsid w:val="00F77DE2"/>
    <w:rsid w:val="00F80709"/>
    <w:rsid w:val="00F82780"/>
    <w:rsid w:val="00F82CF4"/>
    <w:rsid w:val="00F83CB1"/>
    <w:rsid w:val="00F844DE"/>
    <w:rsid w:val="00F84DC9"/>
    <w:rsid w:val="00F87410"/>
    <w:rsid w:val="00F905EF"/>
    <w:rsid w:val="00F9259F"/>
    <w:rsid w:val="00F95023"/>
    <w:rsid w:val="00F96C7A"/>
    <w:rsid w:val="00F977A2"/>
    <w:rsid w:val="00FA0B86"/>
    <w:rsid w:val="00FA13E6"/>
    <w:rsid w:val="00FA4618"/>
    <w:rsid w:val="00FA57FA"/>
    <w:rsid w:val="00FA5B7F"/>
    <w:rsid w:val="00FA6363"/>
    <w:rsid w:val="00FA687E"/>
    <w:rsid w:val="00FB0A20"/>
    <w:rsid w:val="00FB177D"/>
    <w:rsid w:val="00FB1B8D"/>
    <w:rsid w:val="00FB2294"/>
    <w:rsid w:val="00FB510D"/>
    <w:rsid w:val="00FB6650"/>
    <w:rsid w:val="00FC2410"/>
    <w:rsid w:val="00FC2B75"/>
    <w:rsid w:val="00FC6287"/>
    <w:rsid w:val="00FC659D"/>
    <w:rsid w:val="00FC6761"/>
    <w:rsid w:val="00FC6A8B"/>
    <w:rsid w:val="00FD3DAA"/>
    <w:rsid w:val="00FD4CAD"/>
    <w:rsid w:val="00FD5A3F"/>
    <w:rsid w:val="00FD5C2E"/>
    <w:rsid w:val="00FD5D74"/>
    <w:rsid w:val="00FD6217"/>
    <w:rsid w:val="00FD7539"/>
    <w:rsid w:val="00FD7C76"/>
    <w:rsid w:val="00FD7F0A"/>
    <w:rsid w:val="00FE0546"/>
    <w:rsid w:val="00FE314B"/>
    <w:rsid w:val="00FE4E86"/>
    <w:rsid w:val="00FE6029"/>
    <w:rsid w:val="00FF0089"/>
    <w:rsid w:val="00FF0886"/>
    <w:rsid w:val="00FF1697"/>
    <w:rsid w:val="00FF1B7E"/>
    <w:rsid w:val="00FF215C"/>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58F5B8"/>
  <w15:docId w15:val="{D18D8DB2-94C5-4D59-AE24-19D01BD70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6"/>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6"/>
      </w:numPr>
      <w:spacing w:after="0"/>
      <w:outlineLvl w:val="1"/>
    </w:pPr>
    <w:rPr>
      <w:b/>
      <w:i/>
    </w:rPr>
  </w:style>
  <w:style w:type="paragraph" w:styleId="Heading3">
    <w:name w:val="heading 3"/>
    <w:aliases w:val="Outline3"/>
    <w:basedOn w:val="Normal"/>
    <w:link w:val="Heading3Char"/>
    <w:uiPriority w:val="9"/>
    <w:qFormat/>
    <w:rsid w:val="00112196"/>
    <w:pPr>
      <w:numPr>
        <w:ilvl w:val="2"/>
        <w:numId w:val="6"/>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6"/>
      </w:numPr>
      <w:spacing w:after="0"/>
      <w:outlineLvl w:val="3"/>
    </w:pPr>
  </w:style>
  <w:style w:type="paragraph" w:styleId="Heading5">
    <w:name w:val="heading 5"/>
    <w:basedOn w:val="Normal"/>
    <w:link w:val="Heading5Char"/>
    <w:uiPriority w:val="9"/>
    <w:qFormat/>
    <w:rsid w:val="004F66E3"/>
    <w:pPr>
      <w:numPr>
        <w:ilvl w:val="4"/>
        <w:numId w:val="6"/>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6"/>
      </w:numPr>
      <w:outlineLvl w:val="5"/>
    </w:pPr>
  </w:style>
  <w:style w:type="paragraph" w:styleId="Heading7">
    <w:name w:val="heading 7"/>
    <w:basedOn w:val="Normal"/>
    <w:next w:val="Normal"/>
    <w:link w:val="Heading7Char"/>
    <w:uiPriority w:val="9"/>
    <w:qFormat/>
    <w:rsid w:val="004F66E3"/>
    <w:pPr>
      <w:numPr>
        <w:ilvl w:val="6"/>
        <w:numId w:val="6"/>
      </w:numPr>
      <w:outlineLvl w:val="6"/>
    </w:pPr>
  </w:style>
  <w:style w:type="paragraph" w:styleId="Heading8">
    <w:name w:val="heading 8"/>
    <w:aliases w:val="Do Not Use 8"/>
    <w:basedOn w:val="Normal"/>
    <w:next w:val="Normal"/>
    <w:link w:val="Heading8Char"/>
    <w:uiPriority w:val="9"/>
    <w:qFormat/>
    <w:rsid w:val="004F66E3"/>
    <w:pPr>
      <w:numPr>
        <w:ilvl w:val="7"/>
        <w:numId w:val="6"/>
      </w:numPr>
      <w:outlineLvl w:val="7"/>
    </w:pPr>
  </w:style>
  <w:style w:type="paragraph" w:styleId="Heading9">
    <w:name w:val="heading 9"/>
    <w:basedOn w:val="Normal"/>
    <w:next w:val="Normal"/>
    <w:link w:val="Heading9Char"/>
    <w:uiPriority w:val="9"/>
    <w:qFormat/>
    <w:rsid w:val="004F66E3"/>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99"/>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4"/>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 w:type="character" w:styleId="FollowedHyperlink">
    <w:name w:val="FollowedHyperlink"/>
    <w:basedOn w:val="DefaultParagraphFont"/>
    <w:rsid w:val="009B24B1"/>
    <w:rPr>
      <w:color w:val="800080" w:themeColor="followedHyperlink"/>
      <w:u w:val="single"/>
    </w:rPr>
  </w:style>
  <w:style w:type="paragraph" w:styleId="PlainText">
    <w:name w:val="Plain Text"/>
    <w:basedOn w:val="Normal"/>
    <w:link w:val="PlainTextChar"/>
    <w:uiPriority w:val="99"/>
    <w:semiHidden/>
    <w:unhideWhenUsed/>
    <w:rsid w:val="00077A14"/>
    <w:pPr>
      <w:spacing w:after="0" w:line="240" w:lineRule="auto"/>
    </w:pPr>
    <w:rPr>
      <w:rFonts w:ascii="Arial" w:hAnsi="Arial" w:cstheme="minorBidi"/>
      <w:sz w:val="24"/>
      <w:szCs w:val="21"/>
      <w:lang w:eastAsia="en-US"/>
    </w:rPr>
  </w:style>
  <w:style w:type="character" w:customStyle="1" w:styleId="PlainTextChar">
    <w:name w:val="Plain Text Char"/>
    <w:basedOn w:val="DefaultParagraphFont"/>
    <w:link w:val="PlainText"/>
    <w:uiPriority w:val="99"/>
    <w:semiHidden/>
    <w:rsid w:val="00077A14"/>
    <w:rPr>
      <w:rFonts w:ascii="Arial" w:hAnsi="Arial" w:cstheme="minorBidi"/>
      <w:sz w:val="24"/>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305147">
      <w:bodyDiv w:val="1"/>
      <w:marLeft w:val="0"/>
      <w:marRight w:val="0"/>
      <w:marTop w:val="0"/>
      <w:marBottom w:val="0"/>
      <w:divBdr>
        <w:top w:val="none" w:sz="0" w:space="0" w:color="auto"/>
        <w:left w:val="none" w:sz="0" w:space="0" w:color="auto"/>
        <w:bottom w:val="none" w:sz="0" w:space="0" w:color="auto"/>
        <w:right w:val="none" w:sz="0" w:space="0" w:color="auto"/>
      </w:divBdr>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 w:id="2094666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3.xml" Id="rId12" /><Relationship Type="http://schemas.openxmlformats.org/officeDocument/2006/relationships/fontTable" Target="fontTable.xml" Id="rId17"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hyperlink" Target="https://gov.wales/docs/caecd/publications/180516-privacy-notice-en.pdf" TargetMode="External" Id="rId15" /><Relationship Type="http://schemas.openxmlformats.org/officeDocument/2006/relationships/header" Target="header1.xml" Id="rId10" /><Relationship Type="http://schemas.openxmlformats.org/officeDocument/2006/relationships/styles" Target="styles.xml" Id="rId4" /><Relationship Type="http://schemas.openxmlformats.org/officeDocument/2006/relationships/image" Target="media/image1.jpeg" Id="rId9" /><Relationship Type="http://schemas.openxmlformats.org/officeDocument/2006/relationships/header" Target="header4.xml" Id="rId14" /><Relationship Type="http://schemas.openxmlformats.org/officeDocument/2006/relationships/customXml" Target="/customXML/item3.xml" Id="R38f829b9dc2d4612"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&#65279;<?xml version="1.0" encoding="utf-8"?><Relationships xmlns="http://schemas.openxmlformats.org/package/2006/relationships"><Relationship Type="http://schemas.openxmlformats.org/officeDocument/2006/relationships/customXmlProps" Target="/customXML/itemProps3.xml" Id="Rd3c4172d526e4b2384ade4b889302c76" /></Relationships>
</file>

<file path=customXML/item3.xml><?xml version="1.0" encoding="utf-8"?>
<metadata xmlns="http://www.objective.com/ecm/document/metadata/FF3C5B18883D4E21973B57C2EEED7FD1" version="1.0.0">
  <systemFields>
    <field name="Objective-Id">
      <value order="0">A48678821</value>
    </field>
    <field name="Objective-Title">
      <value order="0">SRiC - Flintshire - 2018-19 - Annual Reporting - Mountain Lane Buckley</value>
    </field>
    <field name="Objective-Description">
      <value order="0"/>
    </field>
    <field name="Objective-CreationStamp">
      <value order="0">2023-12-08T14:43:42Z</value>
    </field>
    <field name="Objective-IsApproved">
      <value order="0">false</value>
    </field>
    <field name="Objective-IsPublished">
      <value order="0">true</value>
    </field>
    <field name="Objective-DatePublished">
      <value order="0">2024-01-12T12:34:54Z</value>
    </field>
    <field name="Objective-ModificationStamp">
      <value order="0">2024-01-12T12:34:54Z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alue>
    </field>
    <field name="Objective-Parent">
      <value order="0">Annual Reports - FY2019-20</value>
    </field>
    <field name="Objective-State">
      <value order="0">Published</value>
    </field>
    <field name="Objective-VersionId">
      <value order="0">vA91946875</value>
    </field>
    <field name="Objective-Version">
      <value order="0">2.0</value>
    </field>
    <field name="Objective-VersionNumber">
      <value order="0">3</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3.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E1AFC9-9B6D-480B-B319-C5BC5BAF9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RepNumb</Template>
  <TotalTime>1</TotalTime>
  <Pages>14</Pages>
  <Words>2638</Words>
  <Characters>15042</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17645</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creator>MIS</dc:creator>
  <cp:lastModifiedBy>Keohane, Hayley (CCRA - Transport and Digital Connectivity)</cp:lastModifiedBy>
  <cp:revision>3</cp:revision>
  <cp:lastPrinted>2018-09-12T10:18:00Z</cp:lastPrinted>
  <dcterms:created xsi:type="dcterms:W3CDTF">2023-12-08T14:43:00Z</dcterms:created>
  <dcterms:modified xsi:type="dcterms:W3CDTF">2024-01-12T12:34:00Z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A48678821</vt:lpwstr>
  </property>
  <property fmtid="{D5CDD505-2E9C-101B-9397-08002B2CF9AE}" pid="5" name="Objective-Title">
    <vt:lpwstr>SRiC - Flintshire - 2018-19 - Annual Reporting - Mountain Lane Buckley</vt:lpwstr>
  </property>
  <property fmtid="{D5CDD505-2E9C-101B-9397-08002B2CF9AE}" pid="6" name="Objective-Comment">
    <vt:lpwstr/>
  </property>
  <property fmtid="{D5CDD505-2E9C-101B-9397-08002B2CF9AE}" pid="7" name="Objective-CreationStamp">
    <vt:filetime>2023-12-08T14:43:42Z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2024-01-12T12:34:54Z</vt:filetime>
  </property>
  <property fmtid="{D5CDD505-2E9C-101B-9397-08002B2CF9AE}" pid="11" name="Objective-ModificationStamp">
    <vt:filetime>2024-01-12T12:34:54Z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t:lpwstr>
  </property>
  <property fmtid="{D5CDD505-2E9C-101B-9397-08002B2CF9AE}" pid="14" name="Objective-Parent">
    <vt:lpwstr>Annual Reports - FY2019-20</vt:lpwstr>
  </property>
  <property fmtid="{D5CDD505-2E9C-101B-9397-08002B2CF9AE}" pid="15" name="Objective-State">
    <vt:lpwstr>Published</vt:lpwstr>
  </property>
  <property fmtid="{D5CDD505-2E9C-101B-9397-08002B2CF9AE}" pid="16" name="Objective-Version">
    <vt:lpwstr>2.0</vt:lpwstr>
  </property>
  <property fmtid="{D5CDD505-2E9C-101B-9397-08002B2CF9AE}" pid="17" name="Objective-VersionNumber">
    <vt:r8>3</vt:r8>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filetime>2018-07-18T00:00:00Z</vt:filetime>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vA91946875</vt:lpwstr>
  </property>
  <property fmtid="{D5CDD505-2E9C-101B-9397-08002B2CF9AE}" pid="29" name="Objective-Language">
    <vt:lpwstr>English (eng)</vt:lpwstr>
  </property>
  <property fmtid="{D5CDD505-2E9C-101B-9397-08002B2CF9AE}" pid="30" name="Objective-Date Acquired">
    <vt:lpwstr/>
  </property>
  <property fmtid="{D5CDD505-2E9C-101B-9397-08002B2CF9AE}" pid="31" name="Objective-What to Keep">
    <vt:lpwstr>No</vt:lpwstr>
  </property>
  <property fmtid="{D5CDD505-2E9C-101B-9397-08002B2CF9AE}" pid="32" name="Objective-Official Translation">
    <vt:lpwstr/>
  </property>
  <property fmtid="{D5CDD505-2E9C-101B-9397-08002B2CF9AE}" pid="33" name="Objective-Connect Creator">
    <vt:lpwstr/>
  </property>
</Properties>
</file>